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8FA107" w14:textId="77777777" w:rsidR="009C7C84" w:rsidRDefault="009C7C84">
      <w:pPr>
        <w:pStyle w:val="Enttegche"/>
      </w:pPr>
      <w:bookmarkStart w:id="0" w:name="_Toc526222885"/>
      <w:bookmarkStart w:id="1" w:name="_Toc526222884"/>
      <w:bookmarkEnd w:id="0"/>
      <w:bookmarkEnd w:id="1"/>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9C7C84" w14:paraId="03E38974" w14:textId="77777777">
        <w:tc>
          <w:tcPr>
            <w:tcW w:w="4889" w:type="dxa"/>
            <w:tcMar>
              <w:top w:w="0" w:type="dxa"/>
              <w:left w:w="108" w:type="dxa"/>
              <w:bottom w:w="0" w:type="dxa"/>
              <w:right w:w="108" w:type="dxa"/>
            </w:tcMar>
            <w:vAlign w:val="center"/>
          </w:tcPr>
          <w:p w14:paraId="46218C11" w14:textId="77777777" w:rsidR="009C7C84" w:rsidRDefault="008309C2">
            <w:pPr>
              <w:pStyle w:val="RedaliaNormal"/>
              <w:jc w:val="left"/>
            </w:pPr>
            <w:r>
              <w:rPr>
                <w:rFonts w:cs="Calibri"/>
                <w:noProof/>
              </w:rPr>
              <w:drawing>
                <wp:inline distT="0" distB="0" distL="0" distR="0" wp14:anchorId="6CB3B9BE" wp14:editId="45E99F8A">
                  <wp:extent cx="1562040" cy="1409759"/>
                  <wp:effectExtent l="0" t="0" r="60" b="0"/>
                  <wp:docPr id="710836194"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562040" cy="1409759"/>
                          </a:xfrm>
                          <a:prstGeom prst="rect">
                            <a:avLst/>
                          </a:prstGeom>
                          <a:noFill/>
                          <a:ln>
                            <a:noFill/>
                            <a:prstDash/>
                          </a:ln>
                        </pic:spPr>
                      </pic:pic>
                    </a:graphicData>
                  </a:graphic>
                </wp:inline>
              </w:drawing>
            </w:r>
          </w:p>
        </w:tc>
        <w:tc>
          <w:tcPr>
            <w:tcW w:w="4889" w:type="dxa"/>
            <w:tcMar>
              <w:top w:w="0" w:type="dxa"/>
              <w:left w:w="108" w:type="dxa"/>
              <w:bottom w:w="0" w:type="dxa"/>
              <w:right w:w="108" w:type="dxa"/>
            </w:tcMar>
            <w:vAlign w:val="center"/>
          </w:tcPr>
          <w:p w14:paraId="1007520D" w14:textId="77777777" w:rsidR="009C7C84" w:rsidRDefault="008309C2">
            <w:pPr>
              <w:pStyle w:val="RedaliaNormal"/>
              <w:jc w:val="right"/>
            </w:pPr>
            <w:r>
              <w:rPr>
                <w:rFonts w:cs="Calibri"/>
                <w:noProof/>
              </w:rPr>
              <w:drawing>
                <wp:inline distT="0" distB="0" distL="0" distR="0" wp14:anchorId="2E9A522B" wp14:editId="714EF7B6">
                  <wp:extent cx="1684080" cy="1394639"/>
                  <wp:effectExtent l="0" t="0" r="0" b="0"/>
                  <wp:docPr id="1663479756"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684080" cy="1394639"/>
                          </a:xfrm>
                          <a:prstGeom prst="rect">
                            <a:avLst/>
                          </a:prstGeom>
                          <a:noFill/>
                          <a:ln>
                            <a:noFill/>
                            <a:prstDash/>
                          </a:ln>
                        </pic:spPr>
                      </pic:pic>
                    </a:graphicData>
                  </a:graphic>
                </wp:inline>
              </w:drawing>
            </w:r>
          </w:p>
        </w:tc>
      </w:tr>
    </w:tbl>
    <w:p w14:paraId="4B1CDA9E" w14:textId="77777777" w:rsidR="009C7C84" w:rsidRDefault="009C7C84">
      <w:pPr>
        <w:pStyle w:val="RedaliaNormal"/>
        <w:rPr>
          <w:sz w:val="48"/>
          <w:szCs w:val="44"/>
        </w:rPr>
      </w:pPr>
    </w:p>
    <w:p w14:paraId="2CFBB112" w14:textId="77777777" w:rsidR="009C7C84" w:rsidRDefault="008309C2">
      <w:pPr>
        <w:pStyle w:val="RedaliaTitredocument"/>
        <w:tabs>
          <w:tab w:val="clear" w:pos="8505"/>
        </w:tabs>
      </w:pPr>
      <w:r>
        <w:t>ACCORD-CADRE DE SERVICES</w:t>
      </w:r>
    </w:p>
    <w:p w14:paraId="4EC4D8EE" w14:textId="77777777" w:rsidR="009C7C84" w:rsidRDefault="009C7C84">
      <w:pPr>
        <w:pStyle w:val="RedaliaTitredocument"/>
        <w:rPr>
          <w:sz w:val="28"/>
          <w:szCs w:val="28"/>
        </w:rPr>
      </w:pPr>
    </w:p>
    <w:p w14:paraId="70C2F0AF" w14:textId="77777777" w:rsidR="009C7C84" w:rsidRDefault="008309C2">
      <w:pPr>
        <w:pStyle w:val="RedaliaTitredocument"/>
      </w:pPr>
      <w:r>
        <w:t>Acte d’engagement</w:t>
      </w:r>
    </w:p>
    <w:p w14:paraId="01985BB2" w14:textId="77777777" w:rsidR="009C7C84" w:rsidRDefault="009C7C84">
      <w:pPr>
        <w:pStyle w:val="RedaliaNormal"/>
      </w:pPr>
    </w:p>
    <w:p w14:paraId="4D02615A" w14:textId="77777777" w:rsidR="009C7C84" w:rsidRDefault="008309C2">
      <w:pPr>
        <w:pStyle w:val="RdaliaTitreparagraphe"/>
      </w:pPr>
      <w:r>
        <w:t>Objet de l'accord-cadre</w:t>
      </w:r>
    </w:p>
    <w:p w14:paraId="6F5DA18B" w14:textId="77777777" w:rsidR="009C7C84" w:rsidRDefault="008309C2">
      <w:pPr>
        <w:pStyle w:val="RedaliaNormal"/>
        <w:rPr>
          <w:b/>
          <w:bCs/>
        </w:rPr>
      </w:pPr>
      <w:r>
        <w:rPr>
          <w:b/>
          <w:bCs/>
        </w:rPr>
        <w:t>Prestations de service de restauration collective à l’Agence de l’eau Rhône Méditerranée Corse</w:t>
      </w:r>
    </w:p>
    <w:p w14:paraId="760B53B8" w14:textId="77777777" w:rsidR="009C7C84" w:rsidRDefault="008309C2">
      <w:pPr>
        <w:pStyle w:val="RdaliaTitreparagraphe"/>
      </w:pPr>
      <w:r>
        <w:t>Acheteur</w:t>
      </w:r>
    </w:p>
    <w:p w14:paraId="2B97AE5C" w14:textId="77777777" w:rsidR="009C7C84" w:rsidRDefault="008309C2">
      <w:pPr>
        <w:pStyle w:val="RedaliaNormal"/>
        <w:rPr>
          <w:b/>
          <w:bCs/>
        </w:rPr>
      </w:pPr>
      <w:r>
        <w:rPr>
          <w:b/>
          <w:bCs/>
        </w:rPr>
        <w:t>Agence de l'Eau Rhône Méditerranée Corse</w:t>
      </w:r>
    </w:p>
    <w:p w14:paraId="7508C447" w14:textId="48C203A3" w:rsidR="009C7C84" w:rsidRDefault="008309C2">
      <w:pPr>
        <w:pStyle w:val="RedaliaNormal"/>
      </w:pPr>
      <w:r>
        <w:t>Adresse : 2-4 Allée de Lodz   69363 LYON Cedex 07</w:t>
      </w:r>
    </w:p>
    <w:p w14:paraId="6C5ED538" w14:textId="359FA677" w:rsidR="009C7C84" w:rsidRDefault="008309C2">
      <w:pPr>
        <w:pStyle w:val="RedaliaNormal"/>
      </w:pPr>
      <w:r>
        <w:t>Téléphone : 04</w:t>
      </w:r>
      <w:r w:rsidR="00323D7D">
        <w:t xml:space="preserve"> </w:t>
      </w:r>
      <w:r>
        <w:t>72</w:t>
      </w:r>
      <w:r w:rsidR="00323D7D">
        <w:t xml:space="preserve"> </w:t>
      </w:r>
      <w:r>
        <w:t>71</w:t>
      </w:r>
      <w:r w:rsidR="00323D7D">
        <w:t xml:space="preserve"> </w:t>
      </w:r>
      <w:r>
        <w:t>26</w:t>
      </w:r>
      <w:r w:rsidR="00323D7D">
        <w:t xml:space="preserve"> </w:t>
      </w:r>
      <w:r>
        <w:t>00</w:t>
      </w:r>
    </w:p>
    <w:p w14:paraId="0D26C83F" w14:textId="501999E8" w:rsidR="009C7C84" w:rsidRDefault="008309C2">
      <w:pPr>
        <w:pStyle w:val="RedaliaNormal"/>
      </w:pPr>
      <w:r>
        <w:t>SIRET N° : 186</w:t>
      </w:r>
      <w:r w:rsidR="00323D7D">
        <w:t> </w:t>
      </w:r>
      <w:r>
        <w:t>901</w:t>
      </w:r>
      <w:r w:rsidR="00323D7D">
        <w:t> </w:t>
      </w:r>
      <w:r>
        <w:t>559</w:t>
      </w:r>
      <w:r w:rsidR="00323D7D">
        <w:t xml:space="preserve"> </w:t>
      </w:r>
      <w:r>
        <w:t>00069</w:t>
      </w:r>
    </w:p>
    <w:p w14:paraId="23DCD8F4" w14:textId="77777777" w:rsidR="009C7C84" w:rsidRDefault="008309C2">
      <w:pPr>
        <w:pStyle w:val="RdaliaTitreparagraphe"/>
      </w:pPr>
      <w:r>
        <w:t>Référence de l'arrêté de désignation de la personne signataire de l'accord-cadre</w:t>
      </w:r>
    </w:p>
    <w:p w14:paraId="6A7BC7BA" w14:textId="56124DDE" w:rsidR="009C7C84" w:rsidRDefault="008309C2">
      <w:pPr>
        <w:pStyle w:val="RedaliaNormal"/>
      </w:pPr>
      <w:r>
        <w:t>Art. R.213-42 du code de l’environnement et arrêté du 8 janvier 2024 portant nomination du Directeur Général de l’Agence de l’Eau Rhône Méditerranée Corse</w:t>
      </w:r>
    </w:p>
    <w:p w14:paraId="29AA2887" w14:textId="77777777" w:rsidR="009C7C84" w:rsidRDefault="008309C2">
      <w:pPr>
        <w:pStyle w:val="RdaliaTitreparagraphe"/>
      </w:pPr>
      <w:r>
        <w:t>Procédure de passation</w:t>
      </w:r>
    </w:p>
    <w:p w14:paraId="7FE1837A" w14:textId="77777777" w:rsidR="009C7C84" w:rsidRDefault="008309C2">
      <w:pPr>
        <w:pStyle w:val="RedaliaNormal"/>
      </w:pPr>
      <w:r>
        <w:t>Appel d’offres ouvert – Articles R. 2124-1, R. 2124-2 1° et R. 2161-2 à R. 2161-5 du Code de la commande publique.</w:t>
      </w:r>
    </w:p>
    <w:p w14:paraId="097DE79E" w14:textId="77777777" w:rsidR="009C7C84" w:rsidRDefault="008309C2">
      <w:pPr>
        <w:pStyle w:val="RdaliaTitreparagraphe"/>
      </w:pPr>
      <w:r>
        <w:t>Personne habilitée à donner les renseignements relatifs aux nantissements et cessions de créances</w:t>
      </w:r>
    </w:p>
    <w:p w14:paraId="3E2B5B76" w14:textId="77777777" w:rsidR="009C7C84" w:rsidRDefault="008309C2">
      <w:pPr>
        <w:pStyle w:val="RedaliaNormal"/>
      </w:pPr>
      <w:r>
        <w:t>M. Nicolas MOURLON Directeur Général de l’Agence de l’eau Rhône Méditerranée Corse, Personne Représentant l'acheteur.</w:t>
      </w:r>
    </w:p>
    <w:p w14:paraId="20608726" w14:textId="77777777" w:rsidR="009C7C84" w:rsidRDefault="008309C2">
      <w:pPr>
        <w:pStyle w:val="RdaliaTitreparagraphe"/>
      </w:pPr>
      <w:r>
        <w:lastRenderedPageBreak/>
        <w:t>Comptable public assignataire des paiements</w:t>
      </w:r>
    </w:p>
    <w:p w14:paraId="322D8902" w14:textId="77777777" w:rsidR="009C7C84" w:rsidRDefault="008309C2">
      <w:pPr>
        <w:pStyle w:val="RedaliaNormal"/>
      </w:pPr>
      <w:r>
        <w:t>Madame l'Agent Comptable 2-4 Allée de Lodz 69363 Lyon Cedex 07</w:t>
      </w:r>
    </w:p>
    <w:p w14:paraId="17EDE127" w14:textId="77777777" w:rsidR="009C7C84" w:rsidRDefault="009C7C84">
      <w:pPr>
        <w:pStyle w:val="RedaliaNormal"/>
      </w:pPr>
    </w:p>
    <w:p w14:paraId="1BE35D54" w14:textId="77777777" w:rsidR="009C7C84" w:rsidRDefault="008309C2">
      <w:pPr>
        <w:pStyle w:val="RedaliaNormal"/>
      </w:pPr>
      <w:r>
        <w:t>Les cessions de créance doivent être notifiées ou les nantissements signifiés à l’organisme désigné ci-dessus.</w:t>
      </w:r>
    </w:p>
    <w:p w14:paraId="7C800FEA" w14:textId="77777777" w:rsidR="009C7C84" w:rsidRDefault="009C7C84">
      <w:pPr>
        <w:pStyle w:val="RedaliaNormal"/>
      </w:pPr>
    </w:p>
    <w:p w14:paraId="57EF913F" w14:textId="77777777" w:rsidR="009C7C84" w:rsidRDefault="008309C2">
      <w:pPr>
        <w:pStyle w:val="RedaliaNormal"/>
      </w:pPr>
      <w:r>
        <w:t>Transmis au ministère le :</w:t>
      </w:r>
      <w:r>
        <w:tab/>
      </w:r>
    </w:p>
    <w:p w14:paraId="1CA406DD" w14:textId="77777777" w:rsidR="009C7C84" w:rsidRDefault="008309C2">
      <w:pPr>
        <w:pStyle w:val="RdaliaTitreparagraphe"/>
      </w:pPr>
      <w:r>
        <w:t>Notification de l'accord-cadre</w:t>
      </w:r>
    </w:p>
    <w:p w14:paraId="5BA8121E" w14:textId="77777777" w:rsidR="009C7C84" w:rsidRDefault="008309C2">
      <w:pPr>
        <w:pStyle w:val="RedaliaNormal"/>
      </w:pPr>
      <w:r>
        <w:t>Date de notification :</w:t>
      </w:r>
      <w:r>
        <w:tab/>
      </w:r>
    </w:p>
    <w:p w14:paraId="7EC23BF0" w14:textId="77777777" w:rsidR="00CD2E57" w:rsidRDefault="00CD2E57">
      <w:pPr>
        <w:pStyle w:val="RedaliaNormal"/>
      </w:pPr>
    </w:p>
    <w:p w14:paraId="59CBEDD3" w14:textId="77777777" w:rsidR="009C7C84" w:rsidRDefault="008309C2" w:rsidP="002C3EF9">
      <w:pPr>
        <w:pStyle w:val="RedaliaNormal"/>
        <w:pBdr>
          <w:top w:val="single" w:sz="4" w:space="1" w:color="auto"/>
          <w:left w:val="single" w:sz="4" w:space="4" w:color="auto"/>
          <w:bottom w:val="single" w:sz="4" w:space="1" w:color="auto"/>
          <w:right w:val="single" w:sz="4" w:space="4" w:color="auto"/>
        </w:pBdr>
        <w:shd w:val="clear" w:color="auto" w:fill="95DCF7" w:themeFill="accent4" w:themeFillTint="66"/>
        <w:jc w:val="center"/>
        <w:rPr>
          <w:i/>
          <w:iCs/>
        </w:rPr>
      </w:pPr>
      <w:r>
        <w:rPr>
          <w:i/>
          <w:iCs/>
        </w:rPr>
        <w:t>Cet acte d’engagement :</w:t>
      </w:r>
    </w:p>
    <w:p w14:paraId="7F6FAB30" w14:textId="0BCA307D" w:rsidR="009C7C84" w:rsidRDefault="008309C2" w:rsidP="002C3EF9">
      <w:pPr>
        <w:pStyle w:val="RdaliaLgende"/>
        <w:pBdr>
          <w:top w:val="single" w:sz="4" w:space="1" w:color="auto"/>
          <w:left w:val="single" w:sz="4" w:space="4" w:color="auto"/>
          <w:bottom w:val="single" w:sz="4" w:space="1" w:color="auto"/>
          <w:right w:val="single" w:sz="4" w:space="4" w:color="auto"/>
        </w:pBdr>
        <w:shd w:val="clear" w:color="auto" w:fill="95DCF7" w:themeFill="accent4" w:themeFillTint="66"/>
        <w:jc w:val="center"/>
      </w:pPr>
      <w:r>
        <w:t>(Le candidat remplit un acte d’engagement</w:t>
      </w:r>
      <w:r w:rsidR="00227330">
        <w:t xml:space="preserve"> supplémentaire</w:t>
      </w:r>
      <w:r>
        <w:t xml:space="preserve"> </w:t>
      </w:r>
      <w:r w:rsidR="00227330">
        <w:t>si une</w:t>
      </w:r>
      <w:r>
        <w:t xml:space="preserve"> variante</w:t>
      </w:r>
      <w:r w:rsidR="00227330">
        <w:t xml:space="preserve"> est proposée</w:t>
      </w:r>
      <w:r>
        <w:t xml:space="preserve"> </w:t>
      </w:r>
      <w:r w:rsidR="007E000D">
        <w:t xml:space="preserve">(cf. art 2.3 du règlement de la consultation </w:t>
      </w:r>
      <w:r>
        <w:t>et donne les précisions ci-dessous).</w:t>
      </w:r>
    </w:p>
    <w:p w14:paraId="7A075415" w14:textId="77777777" w:rsidR="009C7C84" w:rsidRDefault="008309C2" w:rsidP="002C3EF9">
      <w:pPr>
        <w:pStyle w:val="RedaliaNormal"/>
        <w:pBdr>
          <w:top w:val="single" w:sz="4" w:space="1" w:color="auto"/>
          <w:left w:val="single" w:sz="4" w:space="4" w:color="auto"/>
          <w:bottom w:val="single" w:sz="4" w:space="1" w:color="auto"/>
          <w:right w:val="single" w:sz="4" w:space="4" w:color="auto"/>
        </w:pBdr>
        <w:shd w:val="clear" w:color="auto" w:fill="95DCF7" w:themeFill="accent4" w:themeFillTint="66"/>
        <w:jc w:val="center"/>
      </w:pPr>
      <w:r>
        <w:rPr>
          <w:rFonts w:ascii="Wingdings" w:eastAsia="Wingdings" w:hAnsi="Wingdings" w:cs="Wingdings"/>
          <w:szCs w:val="22"/>
        </w:rPr>
        <w:t></w:t>
      </w:r>
      <w:r>
        <w:t xml:space="preserve"> </w:t>
      </w:r>
      <w:r>
        <w:rPr>
          <w:i/>
          <w:iCs/>
        </w:rPr>
        <w:t>Correspond à la solution de base</w:t>
      </w:r>
    </w:p>
    <w:p w14:paraId="0631AF61" w14:textId="23F46B72" w:rsidR="009C7C84" w:rsidRDefault="008309C2" w:rsidP="002C3EF9">
      <w:pPr>
        <w:pStyle w:val="RedaliaNormal"/>
        <w:pBdr>
          <w:top w:val="single" w:sz="4" w:space="1" w:color="auto"/>
          <w:left w:val="single" w:sz="4" w:space="4" w:color="auto"/>
          <w:bottom w:val="single" w:sz="4" w:space="1" w:color="auto"/>
          <w:right w:val="single" w:sz="4" w:space="4" w:color="auto"/>
        </w:pBdr>
        <w:shd w:val="clear" w:color="auto" w:fill="95DCF7" w:themeFill="accent4" w:themeFillTint="66"/>
        <w:jc w:val="center"/>
      </w:pPr>
      <w:r>
        <w:rPr>
          <w:rFonts w:ascii="Wingdings" w:eastAsia="Wingdings" w:hAnsi="Wingdings" w:cs="Wingdings"/>
          <w:szCs w:val="22"/>
        </w:rPr>
        <w:t></w:t>
      </w:r>
      <w:r>
        <w:t xml:space="preserve"> </w:t>
      </w:r>
      <w:r>
        <w:rPr>
          <w:i/>
          <w:iCs/>
        </w:rPr>
        <w:t xml:space="preserve">Correspond à </w:t>
      </w:r>
      <w:r w:rsidR="007E000D">
        <w:rPr>
          <w:i/>
          <w:iCs/>
        </w:rPr>
        <w:t xml:space="preserve">l’offre </w:t>
      </w:r>
      <w:r>
        <w:rPr>
          <w:i/>
          <w:iCs/>
        </w:rPr>
        <w:t xml:space="preserve">variante </w:t>
      </w:r>
    </w:p>
    <w:p w14:paraId="1C7DA1E5" w14:textId="77777777" w:rsidR="009C7C84" w:rsidRDefault="009C7C84">
      <w:pPr>
        <w:pStyle w:val="RedaliaNormal"/>
      </w:pPr>
    </w:p>
    <w:p w14:paraId="1AB88DA9" w14:textId="77777777" w:rsidR="009C7C84" w:rsidRDefault="009C7C84">
      <w:pPr>
        <w:pStyle w:val="RedaliaNormal"/>
        <w:pageBreakBefore/>
      </w:pPr>
    </w:p>
    <w:p w14:paraId="351F3A1A" w14:textId="77777777" w:rsidR="009C7C84" w:rsidRDefault="008309C2">
      <w:pPr>
        <w:pStyle w:val="RdaliaTitredossier"/>
      </w:pPr>
      <w:r>
        <w:t>Sommaire</w:t>
      </w:r>
    </w:p>
    <w:p w14:paraId="4E347328" w14:textId="3D070C72" w:rsidR="00F2595F" w:rsidRDefault="008309C2">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48"/>
        </w:rPr>
        <w:fldChar w:fldCharType="begin"/>
      </w:r>
      <w:r>
        <w:instrText xml:space="preserve"> TOC \o "1-3" \u \h </w:instrText>
      </w:r>
      <w:r>
        <w:rPr>
          <w:b w:val="0"/>
          <w:kern w:val="0"/>
          <w:sz w:val="48"/>
        </w:rPr>
        <w:fldChar w:fldCharType="separate"/>
      </w:r>
      <w:hyperlink w:anchor="_Toc208587595" w:history="1">
        <w:r w:rsidR="00F2595F" w:rsidRPr="00481DE8">
          <w:rPr>
            <w:rStyle w:val="Lienhypertexte"/>
            <w:noProof/>
          </w:rPr>
          <w:t>1.</w:t>
        </w:r>
        <w:r w:rsidR="00F2595F">
          <w:rPr>
            <w:rFonts w:asciiTheme="minorHAnsi" w:eastAsiaTheme="minorEastAsia" w:hAnsiTheme="minorHAnsi" w:cstheme="minorBidi"/>
            <w:b w:val="0"/>
            <w:noProof/>
            <w:kern w:val="2"/>
            <w:szCs w:val="24"/>
            <w14:ligatures w14:val="standardContextual"/>
          </w:rPr>
          <w:tab/>
        </w:r>
        <w:r w:rsidR="00F2595F" w:rsidRPr="00481DE8">
          <w:rPr>
            <w:rStyle w:val="Lienhypertexte"/>
            <w:noProof/>
          </w:rPr>
          <w:t>Objet de l'accord-cadre</w:t>
        </w:r>
        <w:r w:rsidR="00F2595F">
          <w:rPr>
            <w:noProof/>
          </w:rPr>
          <w:tab/>
        </w:r>
        <w:r w:rsidR="00F2595F">
          <w:rPr>
            <w:noProof/>
          </w:rPr>
          <w:fldChar w:fldCharType="begin"/>
        </w:r>
        <w:r w:rsidR="00F2595F">
          <w:rPr>
            <w:noProof/>
          </w:rPr>
          <w:instrText xml:space="preserve"> PAGEREF _Toc208587595 \h </w:instrText>
        </w:r>
        <w:r w:rsidR="00F2595F">
          <w:rPr>
            <w:noProof/>
          </w:rPr>
        </w:r>
        <w:r w:rsidR="00F2595F">
          <w:rPr>
            <w:noProof/>
          </w:rPr>
          <w:fldChar w:fldCharType="separate"/>
        </w:r>
        <w:r w:rsidR="00F2595F">
          <w:rPr>
            <w:noProof/>
          </w:rPr>
          <w:t>4</w:t>
        </w:r>
        <w:r w:rsidR="00F2595F">
          <w:rPr>
            <w:noProof/>
          </w:rPr>
          <w:fldChar w:fldCharType="end"/>
        </w:r>
      </w:hyperlink>
    </w:p>
    <w:p w14:paraId="4D329B19" w14:textId="3E3B9441" w:rsidR="00F2595F" w:rsidRDefault="00F2595F">
      <w:pPr>
        <w:pStyle w:val="TM2"/>
        <w:tabs>
          <w:tab w:val="left" w:pos="799"/>
        </w:tabs>
        <w:rPr>
          <w:rFonts w:asciiTheme="minorHAnsi" w:eastAsiaTheme="minorEastAsia" w:hAnsiTheme="minorHAnsi" w:cstheme="minorBidi"/>
          <w:noProof/>
          <w:kern w:val="2"/>
          <w:sz w:val="24"/>
          <w:szCs w:val="24"/>
          <w14:ligatures w14:val="standardContextual"/>
        </w:rPr>
      </w:pPr>
      <w:hyperlink w:anchor="_Toc208587596" w:history="1">
        <w:r w:rsidRPr="00481DE8">
          <w:rPr>
            <w:rStyle w:val="Lienhypertexte"/>
            <w:noProof/>
          </w:rPr>
          <w:t>1.1</w:t>
        </w:r>
        <w:r>
          <w:rPr>
            <w:rFonts w:asciiTheme="minorHAnsi" w:eastAsiaTheme="minorEastAsia" w:hAnsiTheme="minorHAnsi" w:cstheme="minorBidi"/>
            <w:noProof/>
            <w:kern w:val="2"/>
            <w:sz w:val="24"/>
            <w:szCs w:val="24"/>
            <w14:ligatures w14:val="standardContextual"/>
          </w:rPr>
          <w:tab/>
        </w:r>
        <w:r w:rsidRPr="00481DE8">
          <w:rPr>
            <w:rStyle w:val="Lienhypertexte"/>
            <w:noProof/>
          </w:rPr>
          <w:t>Bons de commande</w:t>
        </w:r>
        <w:r>
          <w:rPr>
            <w:noProof/>
          </w:rPr>
          <w:tab/>
        </w:r>
        <w:r>
          <w:rPr>
            <w:noProof/>
          </w:rPr>
          <w:fldChar w:fldCharType="begin"/>
        </w:r>
        <w:r>
          <w:rPr>
            <w:noProof/>
          </w:rPr>
          <w:instrText xml:space="preserve"> PAGEREF _Toc208587596 \h </w:instrText>
        </w:r>
        <w:r>
          <w:rPr>
            <w:noProof/>
          </w:rPr>
        </w:r>
        <w:r>
          <w:rPr>
            <w:noProof/>
          </w:rPr>
          <w:fldChar w:fldCharType="separate"/>
        </w:r>
        <w:r>
          <w:rPr>
            <w:noProof/>
          </w:rPr>
          <w:t>4</w:t>
        </w:r>
        <w:r>
          <w:rPr>
            <w:noProof/>
          </w:rPr>
          <w:fldChar w:fldCharType="end"/>
        </w:r>
      </w:hyperlink>
    </w:p>
    <w:p w14:paraId="2974F88F" w14:textId="38A11186" w:rsidR="00F2595F" w:rsidRDefault="00F2595F">
      <w:pPr>
        <w:pStyle w:val="TM2"/>
        <w:tabs>
          <w:tab w:val="left" w:pos="799"/>
        </w:tabs>
        <w:rPr>
          <w:rFonts w:asciiTheme="minorHAnsi" w:eastAsiaTheme="minorEastAsia" w:hAnsiTheme="minorHAnsi" w:cstheme="minorBidi"/>
          <w:noProof/>
          <w:kern w:val="2"/>
          <w:sz w:val="24"/>
          <w:szCs w:val="24"/>
          <w14:ligatures w14:val="standardContextual"/>
        </w:rPr>
      </w:pPr>
      <w:hyperlink w:anchor="_Toc208587597" w:history="1">
        <w:r w:rsidRPr="00481DE8">
          <w:rPr>
            <w:rStyle w:val="Lienhypertexte"/>
            <w:noProof/>
          </w:rPr>
          <w:t>1.2</w:t>
        </w:r>
        <w:r>
          <w:rPr>
            <w:rFonts w:asciiTheme="minorHAnsi" w:eastAsiaTheme="minorEastAsia" w:hAnsiTheme="minorHAnsi" w:cstheme="minorBidi"/>
            <w:noProof/>
            <w:kern w:val="2"/>
            <w:sz w:val="24"/>
            <w:szCs w:val="24"/>
            <w14:ligatures w14:val="standardContextual"/>
          </w:rPr>
          <w:tab/>
        </w:r>
        <w:r w:rsidRPr="00481DE8">
          <w:rPr>
            <w:rStyle w:val="Lienhypertexte"/>
            <w:noProof/>
          </w:rPr>
          <w:t>Nomenclature</w:t>
        </w:r>
        <w:r>
          <w:rPr>
            <w:noProof/>
          </w:rPr>
          <w:tab/>
        </w:r>
        <w:r>
          <w:rPr>
            <w:noProof/>
          </w:rPr>
          <w:fldChar w:fldCharType="begin"/>
        </w:r>
        <w:r>
          <w:rPr>
            <w:noProof/>
          </w:rPr>
          <w:instrText xml:space="preserve"> PAGEREF _Toc208587597 \h </w:instrText>
        </w:r>
        <w:r>
          <w:rPr>
            <w:noProof/>
          </w:rPr>
        </w:r>
        <w:r>
          <w:rPr>
            <w:noProof/>
          </w:rPr>
          <w:fldChar w:fldCharType="separate"/>
        </w:r>
        <w:r>
          <w:rPr>
            <w:noProof/>
          </w:rPr>
          <w:t>4</w:t>
        </w:r>
        <w:r>
          <w:rPr>
            <w:noProof/>
          </w:rPr>
          <w:fldChar w:fldCharType="end"/>
        </w:r>
      </w:hyperlink>
    </w:p>
    <w:p w14:paraId="07703DB3" w14:textId="3BB4090F" w:rsidR="00F2595F" w:rsidRDefault="00F2595F">
      <w:pPr>
        <w:pStyle w:val="TM1"/>
        <w:tabs>
          <w:tab w:val="left" w:pos="601"/>
        </w:tabs>
        <w:rPr>
          <w:rFonts w:asciiTheme="minorHAnsi" w:eastAsiaTheme="minorEastAsia" w:hAnsiTheme="minorHAnsi" w:cstheme="minorBidi"/>
          <w:b w:val="0"/>
          <w:noProof/>
          <w:kern w:val="2"/>
          <w:szCs w:val="24"/>
          <w14:ligatures w14:val="standardContextual"/>
        </w:rPr>
      </w:pPr>
      <w:hyperlink w:anchor="_Toc208587598" w:history="1">
        <w:r w:rsidRPr="00481DE8">
          <w:rPr>
            <w:rStyle w:val="Lienhypertexte"/>
            <w:noProof/>
          </w:rPr>
          <w:t>2.</w:t>
        </w:r>
        <w:r>
          <w:rPr>
            <w:rFonts w:asciiTheme="minorHAnsi" w:eastAsiaTheme="minorEastAsia" w:hAnsiTheme="minorHAnsi" w:cstheme="minorBidi"/>
            <w:b w:val="0"/>
            <w:noProof/>
            <w:kern w:val="2"/>
            <w:szCs w:val="24"/>
            <w14:ligatures w14:val="standardContextual"/>
          </w:rPr>
          <w:tab/>
        </w:r>
        <w:r w:rsidRPr="00481DE8">
          <w:rPr>
            <w:rStyle w:val="Lienhypertexte"/>
            <w:noProof/>
          </w:rPr>
          <w:t>Intervenants à l'accord-cadre</w:t>
        </w:r>
        <w:r>
          <w:rPr>
            <w:noProof/>
          </w:rPr>
          <w:tab/>
        </w:r>
        <w:r>
          <w:rPr>
            <w:noProof/>
          </w:rPr>
          <w:fldChar w:fldCharType="begin"/>
        </w:r>
        <w:r>
          <w:rPr>
            <w:noProof/>
          </w:rPr>
          <w:instrText xml:space="preserve"> PAGEREF _Toc208587598 \h </w:instrText>
        </w:r>
        <w:r>
          <w:rPr>
            <w:noProof/>
          </w:rPr>
        </w:r>
        <w:r>
          <w:rPr>
            <w:noProof/>
          </w:rPr>
          <w:fldChar w:fldCharType="separate"/>
        </w:r>
        <w:r>
          <w:rPr>
            <w:noProof/>
          </w:rPr>
          <w:t>4</w:t>
        </w:r>
        <w:r>
          <w:rPr>
            <w:noProof/>
          </w:rPr>
          <w:fldChar w:fldCharType="end"/>
        </w:r>
      </w:hyperlink>
    </w:p>
    <w:p w14:paraId="77FBB4E5" w14:textId="007518C2" w:rsidR="00F2595F" w:rsidRDefault="00F2595F">
      <w:pPr>
        <w:pStyle w:val="TM2"/>
        <w:tabs>
          <w:tab w:val="left" w:pos="799"/>
        </w:tabs>
        <w:rPr>
          <w:rFonts w:asciiTheme="minorHAnsi" w:eastAsiaTheme="minorEastAsia" w:hAnsiTheme="minorHAnsi" w:cstheme="minorBidi"/>
          <w:noProof/>
          <w:kern w:val="2"/>
          <w:sz w:val="24"/>
          <w:szCs w:val="24"/>
          <w14:ligatures w14:val="standardContextual"/>
        </w:rPr>
      </w:pPr>
      <w:hyperlink w:anchor="_Toc208587599" w:history="1">
        <w:r w:rsidRPr="00481DE8">
          <w:rPr>
            <w:rStyle w:val="Lienhypertexte"/>
            <w:noProof/>
          </w:rPr>
          <w:t>2.1</w:t>
        </w:r>
        <w:r>
          <w:rPr>
            <w:rFonts w:asciiTheme="minorHAnsi" w:eastAsiaTheme="minorEastAsia" w:hAnsiTheme="minorHAnsi" w:cstheme="minorBidi"/>
            <w:noProof/>
            <w:kern w:val="2"/>
            <w:sz w:val="24"/>
            <w:szCs w:val="24"/>
            <w14:ligatures w14:val="standardContextual"/>
          </w:rPr>
          <w:tab/>
        </w:r>
        <w:r w:rsidRPr="00481DE8">
          <w:rPr>
            <w:rStyle w:val="Lienhypertexte"/>
            <w:noProof/>
          </w:rPr>
          <w:t>Acheteur</w:t>
        </w:r>
        <w:r>
          <w:rPr>
            <w:noProof/>
          </w:rPr>
          <w:tab/>
        </w:r>
        <w:r>
          <w:rPr>
            <w:noProof/>
          </w:rPr>
          <w:fldChar w:fldCharType="begin"/>
        </w:r>
        <w:r>
          <w:rPr>
            <w:noProof/>
          </w:rPr>
          <w:instrText xml:space="preserve"> PAGEREF _Toc208587599 \h </w:instrText>
        </w:r>
        <w:r>
          <w:rPr>
            <w:noProof/>
          </w:rPr>
        </w:r>
        <w:r>
          <w:rPr>
            <w:noProof/>
          </w:rPr>
          <w:fldChar w:fldCharType="separate"/>
        </w:r>
        <w:r>
          <w:rPr>
            <w:noProof/>
          </w:rPr>
          <w:t>4</w:t>
        </w:r>
        <w:r>
          <w:rPr>
            <w:noProof/>
          </w:rPr>
          <w:fldChar w:fldCharType="end"/>
        </w:r>
      </w:hyperlink>
    </w:p>
    <w:p w14:paraId="0E57B03A" w14:textId="21C4B4CE" w:rsidR="00F2595F" w:rsidRDefault="00F2595F">
      <w:pPr>
        <w:pStyle w:val="TM3"/>
        <w:tabs>
          <w:tab w:val="left" w:pos="1200"/>
        </w:tabs>
        <w:rPr>
          <w:rFonts w:asciiTheme="minorHAnsi" w:eastAsiaTheme="minorEastAsia" w:hAnsiTheme="minorHAnsi" w:cstheme="minorBidi"/>
          <w:noProof/>
          <w:kern w:val="2"/>
          <w:sz w:val="24"/>
          <w:szCs w:val="24"/>
          <w14:ligatures w14:val="standardContextual"/>
        </w:rPr>
      </w:pPr>
      <w:hyperlink w:anchor="_Toc208587600" w:history="1">
        <w:r w:rsidRPr="00481DE8">
          <w:rPr>
            <w:rStyle w:val="Lienhypertexte"/>
            <w:noProof/>
          </w:rPr>
          <w:t>2.1.1</w:t>
        </w:r>
        <w:r>
          <w:rPr>
            <w:rFonts w:asciiTheme="minorHAnsi" w:eastAsiaTheme="minorEastAsia" w:hAnsiTheme="minorHAnsi" w:cstheme="minorBidi"/>
            <w:noProof/>
            <w:kern w:val="2"/>
            <w:sz w:val="24"/>
            <w:szCs w:val="24"/>
            <w14:ligatures w14:val="standardContextual"/>
          </w:rPr>
          <w:tab/>
        </w:r>
        <w:r w:rsidRPr="00481DE8">
          <w:rPr>
            <w:rStyle w:val="Lienhypertexte"/>
            <w:noProof/>
          </w:rPr>
          <w:t>Personne habilitée à donner les renseignements relatifs aux nantissements et cessions de créances</w:t>
        </w:r>
        <w:r>
          <w:rPr>
            <w:noProof/>
          </w:rPr>
          <w:tab/>
        </w:r>
        <w:r>
          <w:rPr>
            <w:noProof/>
          </w:rPr>
          <w:fldChar w:fldCharType="begin"/>
        </w:r>
        <w:r>
          <w:rPr>
            <w:noProof/>
          </w:rPr>
          <w:instrText xml:space="preserve"> PAGEREF _Toc208587600 \h </w:instrText>
        </w:r>
        <w:r>
          <w:rPr>
            <w:noProof/>
          </w:rPr>
        </w:r>
        <w:r>
          <w:rPr>
            <w:noProof/>
          </w:rPr>
          <w:fldChar w:fldCharType="separate"/>
        </w:r>
        <w:r>
          <w:rPr>
            <w:noProof/>
          </w:rPr>
          <w:t>4</w:t>
        </w:r>
        <w:r>
          <w:rPr>
            <w:noProof/>
          </w:rPr>
          <w:fldChar w:fldCharType="end"/>
        </w:r>
      </w:hyperlink>
    </w:p>
    <w:p w14:paraId="55105E70" w14:textId="2540489E" w:rsidR="00F2595F" w:rsidRDefault="00F2595F">
      <w:pPr>
        <w:pStyle w:val="TM3"/>
        <w:tabs>
          <w:tab w:val="left" w:pos="1200"/>
        </w:tabs>
        <w:rPr>
          <w:rFonts w:asciiTheme="minorHAnsi" w:eastAsiaTheme="minorEastAsia" w:hAnsiTheme="minorHAnsi" w:cstheme="minorBidi"/>
          <w:noProof/>
          <w:kern w:val="2"/>
          <w:sz w:val="24"/>
          <w:szCs w:val="24"/>
          <w14:ligatures w14:val="standardContextual"/>
        </w:rPr>
      </w:pPr>
      <w:hyperlink w:anchor="_Toc208587601" w:history="1">
        <w:r w:rsidRPr="00481DE8">
          <w:rPr>
            <w:rStyle w:val="Lienhypertexte"/>
            <w:noProof/>
          </w:rPr>
          <w:t>2.1.2</w:t>
        </w:r>
        <w:r>
          <w:rPr>
            <w:rFonts w:asciiTheme="minorHAnsi" w:eastAsiaTheme="minorEastAsia" w:hAnsiTheme="minorHAnsi" w:cstheme="minorBidi"/>
            <w:noProof/>
            <w:kern w:val="2"/>
            <w:sz w:val="24"/>
            <w:szCs w:val="24"/>
            <w14:ligatures w14:val="standardContextual"/>
          </w:rPr>
          <w:tab/>
        </w:r>
        <w:r w:rsidRPr="00481DE8">
          <w:rPr>
            <w:rStyle w:val="Lienhypertexte"/>
            <w:noProof/>
          </w:rPr>
          <w:t>Comptable public assignataire des paiements</w:t>
        </w:r>
        <w:r>
          <w:rPr>
            <w:noProof/>
          </w:rPr>
          <w:tab/>
        </w:r>
        <w:r>
          <w:rPr>
            <w:noProof/>
          </w:rPr>
          <w:fldChar w:fldCharType="begin"/>
        </w:r>
        <w:r>
          <w:rPr>
            <w:noProof/>
          </w:rPr>
          <w:instrText xml:space="preserve"> PAGEREF _Toc208587601 \h </w:instrText>
        </w:r>
        <w:r>
          <w:rPr>
            <w:noProof/>
          </w:rPr>
        </w:r>
        <w:r>
          <w:rPr>
            <w:noProof/>
          </w:rPr>
          <w:fldChar w:fldCharType="separate"/>
        </w:r>
        <w:r>
          <w:rPr>
            <w:noProof/>
          </w:rPr>
          <w:t>4</w:t>
        </w:r>
        <w:r>
          <w:rPr>
            <w:noProof/>
          </w:rPr>
          <w:fldChar w:fldCharType="end"/>
        </w:r>
      </w:hyperlink>
    </w:p>
    <w:p w14:paraId="7003BF75" w14:textId="1543E254" w:rsidR="00F2595F" w:rsidRDefault="00F2595F">
      <w:pPr>
        <w:pStyle w:val="TM1"/>
        <w:tabs>
          <w:tab w:val="left" w:pos="601"/>
        </w:tabs>
        <w:rPr>
          <w:rFonts w:asciiTheme="minorHAnsi" w:eastAsiaTheme="minorEastAsia" w:hAnsiTheme="minorHAnsi" w:cstheme="minorBidi"/>
          <w:b w:val="0"/>
          <w:noProof/>
          <w:kern w:val="2"/>
          <w:szCs w:val="24"/>
          <w14:ligatures w14:val="standardContextual"/>
        </w:rPr>
      </w:pPr>
      <w:hyperlink w:anchor="_Toc208587602" w:history="1">
        <w:r w:rsidRPr="00481DE8">
          <w:rPr>
            <w:rStyle w:val="Lienhypertexte"/>
            <w:noProof/>
          </w:rPr>
          <w:t>3.</w:t>
        </w:r>
        <w:r>
          <w:rPr>
            <w:rFonts w:asciiTheme="minorHAnsi" w:eastAsiaTheme="minorEastAsia" w:hAnsiTheme="minorHAnsi" w:cstheme="minorBidi"/>
            <w:b w:val="0"/>
            <w:noProof/>
            <w:kern w:val="2"/>
            <w:szCs w:val="24"/>
            <w14:ligatures w14:val="standardContextual"/>
          </w:rPr>
          <w:tab/>
        </w:r>
        <w:r w:rsidRPr="00481DE8">
          <w:rPr>
            <w:rStyle w:val="Lienhypertexte"/>
            <w:noProof/>
          </w:rPr>
          <w:t>Contractant</w:t>
        </w:r>
        <w:r>
          <w:rPr>
            <w:noProof/>
          </w:rPr>
          <w:tab/>
        </w:r>
        <w:r>
          <w:rPr>
            <w:noProof/>
          </w:rPr>
          <w:fldChar w:fldCharType="begin"/>
        </w:r>
        <w:r>
          <w:rPr>
            <w:noProof/>
          </w:rPr>
          <w:instrText xml:space="preserve"> PAGEREF _Toc208587602 \h </w:instrText>
        </w:r>
        <w:r>
          <w:rPr>
            <w:noProof/>
          </w:rPr>
        </w:r>
        <w:r>
          <w:rPr>
            <w:noProof/>
          </w:rPr>
          <w:fldChar w:fldCharType="separate"/>
        </w:r>
        <w:r>
          <w:rPr>
            <w:noProof/>
          </w:rPr>
          <w:t>5</w:t>
        </w:r>
        <w:r>
          <w:rPr>
            <w:noProof/>
          </w:rPr>
          <w:fldChar w:fldCharType="end"/>
        </w:r>
      </w:hyperlink>
    </w:p>
    <w:p w14:paraId="5AD4E45D" w14:textId="6E329413" w:rsidR="00F2595F" w:rsidRDefault="00F2595F">
      <w:pPr>
        <w:pStyle w:val="TM1"/>
        <w:tabs>
          <w:tab w:val="left" w:pos="601"/>
        </w:tabs>
        <w:rPr>
          <w:rFonts w:asciiTheme="minorHAnsi" w:eastAsiaTheme="minorEastAsia" w:hAnsiTheme="minorHAnsi" w:cstheme="minorBidi"/>
          <w:b w:val="0"/>
          <w:noProof/>
          <w:kern w:val="2"/>
          <w:szCs w:val="24"/>
          <w14:ligatures w14:val="standardContextual"/>
        </w:rPr>
      </w:pPr>
      <w:hyperlink w:anchor="_Toc208587603" w:history="1">
        <w:r w:rsidRPr="00481DE8">
          <w:rPr>
            <w:rStyle w:val="Lienhypertexte"/>
            <w:noProof/>
          </w:rPr>
          <w:t>4.</w:t>
        </w:r>
        <w:r>
          <w:rPr>
            <w:rFonts w:asciiTheme="minorHAnsi" w:eastAsiaTheme="minorEastAsia" w:hAnsiTheme="minorHAnsi" w:cstheme="minorBidi"/>
            <w:b w:val="0"/>
            <w:noProof/>
            <w:kern w:val="2"/>
            <w:szCs w:val="24"/>
            <w14:ligatures w14:val="standardContextual"/>
          </w:rPr>
          <w:tab/>
        </w:r>
        <w:r w:rsidRPr="00481DE8">
          <w:rPr>
            <w:rStyle w:val="Lienhypertexte"/>
            <w:noProof/>
          </w:rPr>
          <w:t>Durée de l'accord-cadre – Délais d’exécution – Reconduction</w:t>
        </w:r>
        <w:r>
          <w:rPr>
            <w:noProof/>
          </w:rPr>
          <w:tab/>
        </w:r>
        <w:r>
          <w:rPr>
            <w:noProof/>
          </w:rPr>
          <w:fldChar w:fldCharType="begin"/>
        </w:r>
        <w:r>
          <w:rPr>
            <w:noProof/>
          </w:rPr>
          <w:instrText xml:space="preserve"> PAGEREF _Toc208587603 \h </w:instrText>
        </w:r>
        <w:r>
          <w:rPr>
            <w:noProof/>
          </w:rPr>
        </w:r>
        <w:r>
          <w:rPr>
            <w:noProof/>
          </w:rPr>
          <w:fldChar w:fldCharType="separate"/>
        </w:r>
        <w:r>
          <w:rPr>
            <w:noProof/>
          </w:rPr>
          <w:t>6</w:t>
        </w:r>
        <w:r>
          <w:rPr>
            <w:noProof/>
          </w:rPr>
          <w:fldChar w:fldCharType="end"/>
        </w:r>
      </w:hyperlink>
    </w:p>
    <w:p w14:paraId="34499D2D" w14:textId="5F7B02BA" w:rsidR="00F2595F" w:rsidRDefault="00F2595F">
      <w:pPr>
        <w:pStyle w:val="TM2"/>
        <w:tabs>
          <w:tab w:val="left" w:pos="799"/>
        </w:tabs>
        <w:rPr>
          <w:rFonts w:asciiTheme="minorHAnsi" w:eastAsiaTheme="minorEastAsia" w:hAnsiTheme="minorHAnsi" w:cstheme="minorBidi"/>
          <w:noProof/>
          <w:kern w:val="2"/>
          <w:sz w:val="24"/>
          <w:szCs w:val="24"/>
          <w14:ligatures w14:val="standardContextual"/>
        </w:rPr>
      </w:pPr>
      <w:hyperlink w:anchor="_Toc208587604" w:history="1">
        <w:r w:rsidRPr="00481DE8">
          <w:rPr>
            <w:rStyle w:val="Lienhypertexte"/>
            <w:noProof/>
          </w:rPr>
          <w:t>4.1</w:t>
        </w:r>
        <w:r>
          <w:rPr>
            <w:rFonts w:asciiTheme="minorHAnsi" w:eastAsiaTheme="minorEastAsia" w:hAnsiTheme="minorHAnsi" w:cstheme="minorBidi"/>
            <w:noProof/>
            <w:kern w:val="2"/>
            <w:sz w:val="24"/>
            <w:szCs w:val="24"/>
            <w14:ligatures w14:val="standardContextual"/>
          </w:rPr>
          <w:tab/>
        </w:r>
        <w:r w:rsidRPr="00481DE8">
          <w:rPr>
            <w:rStyle w:val="Lienhypertexte"/>
            <w:noProof/>
          </w:rPr>
          <w:t>Durée de l'accord-cadre</w:t>
        </w:r>
        <w:r>
          <w:rPr>
            <w:noProof/>
          </w:rPr>
          <w:tab/>
        </w:r>
        <w:r>
          <w:rPr>
            <w:noProof/>
          </w:rPr>
          <w:fldChar w:fldCharType="begin"/>
        </w:r>
        <w:r>
          <w:rPr>
            <w:noProof/>
          </w:rPr>
          <w:instrText xml:space="preserve"> PAGEREF _Toc208587604 \h </w:instrText>
        </w:r>
        <w:r>
          <w:rPr>
            <w:noProof/>
          </w:rPr>
        </w:r>
        <w:r>
          <w:rPr>
            <w:noProof/>
          </w:rPr>
          <w:fldChar w:fldCharType="separate"/>
        </w:r>
        <w:r>
          <w:rPr>
            <w:noProof/>
          </w:rPr>
          <w:t>6</w:t>
        </w:r>
        <w:r>
          <w:rPr>
            <w:noProof/>
          </w:rPr>
          <w:fldChar w:fldCharType="end"/>
        </w:r>
      </w:hyperlink>
    </w:p>
    <w:p w14:paraId="071F9594" w14:textId="6A005231" w:rsidR="00F2595F" w:rsidRDefault="00F2595F">
      <w:pPr>
        <w:pStyle w:val="TM2"/>
        <w:tabs>
          <w:tab w:val="left" w:pos="799"/>
        </w:tabs>
        <w:rPr>
          <w:rFonts w:asciiTheme="minorHAnsi" w:eastAsiaTheme="minorEastAsia" w:hAnsiTheme="minorHAnsi" w:cstheme="minorBidi"/>
          <w:noProof/>
          <w:kern w:val="2"/>
          <w:sz w:val="24"/>
          <w:szCs w:val="24"/>
          <w14:ligatures w14:val="standardContextual"/>
        </w:rPr>
      </w:pPr>
      <w:hyperlink w:anchor="_Toc208587605" w:history="1">
        <w:r w:rsidRPr="00481DE8">
          <w:rPr>
            <w:rStyle w:val="Lienhypertexte"/>
            <w:noProof/>
          </w:rPr>
          <w:t>4.2</w:t>
        </w:r>
        <w:r>
          <w:rPr>
            <w:rFonts w:asciiTheme="minorHAnsi" w:eastAsiaTheme="minorEastAsia" w:hAnsiTheme="minorHAnsi" w:cstheme="minorBidi"/>
            <w:noProof/>
            <w:kern w:val="2"/>
            <w:sz w:val="24"/>
            <w:szCs w:val="24"/>
            <w14:ligatures w14:val="standardContextual"/>
          </w:rPr>
          <w:tab/>
        </w:r>
        <w:r w:rsidRPr="00481DE8">
          <w:rPr>
            <w:rStyle w:val="Lienhypertexte"/>
            <w:noProof/>
          </w:rPr>
          <w:t>Délai d’exécution des bons de commande pour les prestations annexes</w:t>
        </w:r>
        <w:r>
          <w:rPr>
            <w:noProof/>
          </w:rPr>
          <w:tab/>
        </w:r>
        <w:r>
          <w:rPr>
            <w:noProof/>
          </w:rPr>
          <w:fldChar w:fldCharType="begin"/>
        </w:r>
        <w:r>
          <w:rPr>
            <w:noProof/>
          </w:rPr>
          <w:instrText xml:space="preserve"> PAGEREF _Toc208587605 \h </w:instrText>
        </w:r>
        <w:r>
          <w:rPr>
            <w:noProof/>
          </w:rPr>
        </w:r>
        <w:r>
          <w:rPr>
            <w:noProof/>
          </w:rPr>
          <w:fldChar w:fldCharType="separate"/>
        </w:r>
        <w:r>
          <w:rPr>
            <w:noProof/>
          </w:rPr>
          <w:t>6</w:t>
        </w:r>
        <w:r>
          <w:rPr>
            <w:noProof/>
          </w:rPr>
          <w:fldChar w:fldCharType="end"/>
        </w:r>
      </w:hyperlink>
    </w:p>
    <w:p w14:paraId="61B9F427" w14:textId="572945FC" w:rsidR="00F2595F" w:rsidRDefault="00F2595F">
      <w:pPr>
        <w:pStyle w:val="TM2"/>
        <w:tabs>
          <w:tab w:val="left" w:pos="799"/>
        </w:tabs>
        <w:rPr>
          <w:rFonts w:asciiTheme="minorHAnsi" w:eastAsiaTheme="minorEastAsia" w:hAnsiTheme="minorHAnsi" w:cstheme="minorBidi"/>
          <w:noProof/>
          <w:kern w:val="2"/>
          <w:sz w:val="24"/>
          <w:szCs w:val="24"/>
          <w14:ligatures w14:val="standardContextual"/>
        </w:rPr>
      </w:pPr>
      <w:hyperlink w:anchor="_Toc208587606" w:history="1">
        <w:r w:rsidRPr="00481DE8">
          <w:rPr>
            <w:rStyle w:val="Lienhypertexte"/>
            <w:noProof/>
          </w:rPr>
          <w:t>4.3</w:t>
        </w:r>
        <w:r>
          <w:rPr>
            <w:rFonts w:asciiTheme="minorHAnsi" w:eastAsiaTheme="minorEastAsia" w:hAnsiTheme="minorHAnsi" w:cstheme="minorBidi"/>
            <w:noProof/>
            <w:kern w:val="2"/>
            <w:sz w:val="24"/>
            <w:szCs w:val="24"/>
            <w14:ligatures w14:val="standardContextual"/>
          </w:rPr>
          <w:tab/>
        </w:r>
        <w:r w:rsidRPr="00481DE8">
          <w:rPr>
            <w:rStyle w:val="Lienhypertexte"/>
            <w:noProof/>
          </w:rPr>
          <w:t>Reconduction</w:t>
        </w:r>
        <w:r>
          <w:rPr>
            <w:noProof/>
          </w:rPr>
          <w:tab/>
        </w:r>
        <w:r>
          <w:rPr>
            <w:noProof/>
          </w:rPr>
          <w:fldChar w:fldCharType="begin"/>
        </w:r>
        <w:r>
          <w:rPr>
            <w:noProof/>
          </w:rPr>
          <w:instrText xml:space="preserve"> PAGEREF _Toc208587606 \h </w:instrText>
        </w:r>
        <w:r>
          <w:rPr>
            <w:noProof/>
          </w:rPr>
        </w:r>
        <w:r>
          <w:rPr>
            <w:noProof/>
          </w:rPr>
          <w:fldChar w:fldCharType="separate"/>
        </w:r>
        <w:r>
          <w:rPr>
            <w:noProof/>
          </w:rPr>
          <w:t>6</w:t>
        </w:r>
        <w:r>
          <w:rPr>
            <w:noProof/>
          </w:rPr>
          <w:fldChar w:fldCharType="end"/>
        </w:r>
      </w:hyperlink>
    </w:p>
    <w:p w14:paraId="35D86E82" w14:textId="3564A933" w:rsidR="00F2595F" w:rsidRDefault="00F2595F">
      <w:pPr>
        <w:pStyle w:val="TM1"/>
        <w:tabs>
          <w:tab w:val="left" w:pos="601"/>
        </w:tabs>
        <w:rPr>
          <w:rFonts w:asciiTheme="minorHAnsi" w:eastAsiaTheme="minorEastAsia" w:hAnsiTheme="minorHAnsi" w:cstheme="minorBidi"/>
          <w:b w:val="0"/>
          <w:noProof/>
          <w:kern w:val="2"/>
          <w:szCs w:val="24"/>
          <w14:ligatures w14:val="standardContextual"/>
        </w:rPr>
      </w:pPr>
      <w:hyperlink w:anchor="_Toc208587607" w:history="1">
        <w:r w:rsidRPr="00481DE8">
          <w:rPr>
            <w:rStyle w:val="Lienhypertexte"/>
            <w:noProof/>
          </w:rPr>
          <w:t>5.</w:t>
        </w:r>
        <w:r>
          <w:rPr>
            <w:rFonts w:asciiTheme="minorHAnsi" w:eastAsiaTheme="minorEastAsia" w:hAnsiTheme="minorHAnsi" w:cstheme="minorBidi"/>
            <w:b w:val="0"/>
            <w:noProof/>
            <w:kern w:val="2"/>
            <w:szCs w:val="24"/>
            <w14:ligatures w14:val="standardContextual"/>
          </w:rPr>
          <w:tab/>
        </w:r>
        <w:r w:rsidRPr="00481DE8">
          <w:rPr>
            <w:rStyle w:val="Lienhypertexte"/>
            <w:noProof/>
          </w:rPr>
          <w:t>Prix</w:t>
        </w:r>
        <w:r>
          <w:rPr>
            <w:noProof/>
          </w:rPr>
          <w:tab/>
        </w:r>
        <w:r>
          <w:rPr>
            <w:noProof/>
          </w:rPr>
          <w:fldChar w:fldCharType="begin"/>
        </w:r>
        <w:r>
          <w:rPr>
            <w:noProof/>
          </w:rPr>
          <w:instrText xml:space="preserve"> PAGEREF _Toc208587607 \h </w:instrText>
        </w:r>
        <w:r>
          <w:rPr>
            <w:noProof/>
          </w:rPr>
        </w:r>
        <w:r>
          <w:rPr>
            <w:noProof/>
          </w:rPr>
          <w:fldChar w:fldCharType="separate"/>
        </w:r>
        <w:r>
          <w:rPr>
            <w:noProof/>
          </w:rPr>
          <w:t>6</w:t>
        </w:r>
        <w:r>
          <w:rPr>
            <w:noProof/>
          </w:rPr>
          <w:fldChar w:fldCharType="end"/>
        </w:r>
      </w:hyperlink>
    </w:p>
    <w:p w14:paraId="4B14521C" w14:textId="6FF7DAAC" w:rsidR="00F2595F" w:rsidRDefault="00F2595F">
      <w:pPr>
        <w:pStyle w:val="TM1"/>
        <w:tabs>
          <w:tab w:val="left" w:pos="601"/>
        </w:tabs>
        <w:rPr>
          <w:rFonts w:asciiTheme="minorHAnsi" w:eastAsiaTheme="minorEastAsia" w:hAnsiTheme="minorHAnsi" w:cstheme="minorBidi"/>
          <w:b w:val="0"/>
          <w:noProof/>
          <w:kern w:val="2"/>
          <w:szCs w:val="24"/>
          <w14:ligatures w14:val="standardContextual"/>
        </w:rPr>
      </w:pPr>
      <w:hyperlink w:anchor="_Toc208587608" w:history="1">
        <w:r w:rsidRPr="00481DE8">
          <w:rPr>
            <w:rStyle w:val="Lienhypertexte"/>
            <w:noProof/>
          </w:rPr>
          <w:t>6.</w:t>
        </w:r>
        <w:r>
          <w:rPr>
            <w:rFonts w:asciiTheme="minorHAnsi" w:eastAsiaTheme="minorEastAsia" w:hAnsiTheme="minorHAnsi" w:cstheme="minorBidi"/>
            <w:b w:val="0"/>
            <w:noProof/>
            <w:kern w:val="2"/>
            <w:szCs w:val="24"/>
            <w14:ligatures w14:val="standardContextual"/>
          </w:rPr>
          <w:tab/>
        </w:r>
        <w:r w:rsidRPr="00481DE8">
          <w:rPr>
            <w:rStyle w:val="Lienhypertexte"/>
            <w:noProof/>
          </w:rPr>
          <w:t>Avance</w:t>
        </w:r>
        <w:r>
          <w:rPr>
            <w:noProof/>
          </w:rPr>
          <w:tab/>
        </w:r>
        <w:r>
          <w:rPr>
            <w:noProof/>
          </w:rPr>
          <w:fldChar w:fldCharType="begin"/>
        </w:r>
        <w:r>
          <w:rPr>
            <w:noProof/>
          </w:rPr>
          <w:instrText xml:space="preserve"> PAGEREF _Toc208587608 \h </w:instrText>
        </w:r>
        <w:r>
          <w:rPr>
            <w:noProof/>
          </w:rPr>
        </w:r>
        <w:r>
          <w:rPr>
            <w:noProof/>
          </w:rPr>
          <w:fldChar w:fldCharType="separate"/>
        </w:r>
        <w:r>
          <w:rPr>
            <w:noProof/>
          </w:rPr>
          <w:t>7</w:t>
        </w:r>
        <w:r>
          <w:rPr>
            <w:noProof/>
          </w:rPr>
          <w:fldChar w:fldCharType="end"/>
        </w:r>
      </w:hyperlink>
    </w:p>
    <w:p w14:paraId="659ED0B0" w14:textId="547D0871" w:rsidR="00F2595F" w:rsidRDefault="00F2595F">
      <w:pPr>
        <w:pStyle w:val="TM1"/>
        <w:tabs>
          <w:tab w:val="left" w:pos="601"/>
        </w:tabs>
        <w:rPr>
          <w:rFonts w:asciiTheme="minorHAnsi" w:eastAsiaTheme="minorEastAsia" w:hAnsiTheme="minorHAnsi" w:cstheme="minorBidi"/>
          <w:b w:val="0"/>
          <w:noProof/>
          <w:kern w:val="2"/>
          <w:szCs w:val="24"/>
          <w14:ligatures w14:val="standardContextual"/>
        </w:rPr>
      </w:pPr>
      <w:hyperlink w:anchor="_Toc208587609" w:history="1">
        <w:r w:rsidRPr="00481DE8">
          <w:rPr>
            <w:rStyle w:val="Lienhypertexte"/>
            <w:noProof/>
          </w:rPr>
          <w:t>7.</w:t>
        </w:r>
        <w:r>
          <w:rPr>
            <w:rFonts w:asciiTheme="minorHAnsi" w:eastAsiaTheme="minorEastAsia" w:hAnsiTheme="minorHAnsi" w:cstheme="minorBidi"/>
            <w:b w:val="0"/>
            <w:noProof/>
            <w:kern w:val="2"/>
            <w:szCs w:val="24"/>
            <w14:ligatures w14:val="standardContextual"/>
          </w:rPr>
          <w:tab/>
        </w:r>
        <w:r w:rsidRPr="00481DE8">
          <w:rPr>
            <w:rStyle w:val="Lienhypertexte"/>
            <w:noProof/>
          </w:rPr>
          <w:t>Signature du candidat</w:t>
        </w:r>
        <w:r>
          <w:rPr>
            <w:noProof/>
          </w:rPr>
          <w:tab/>
        </w:r>
        <w:r>
          <w:rPr>
            <w:noProof/>
          </w:rPr>
          <w:fldChar w:fldCharType="begin"/>
        </w:r>
        <w:r>
          <w:rPr>
            <w:noProof/>
          </w:rPr>
          <w:instrText xml:space="preserve"> PAGEREF _Toc208587609 \h </w:instrText>
        </w:r>
        <w:r>
          <w:rPr>
            <w:noProof/>
          </w:rPr>
        </w:r>
        <w:r>
          <w:rPr>
            <w:noProof/>
          </w:rPr>
          <w:fldChar w:fldCharType="separate"/>
        </w:r>
        <w:r>
          <w:rPr>
            <w:noProof/>
          </w:rPr>
          <w:t>7</w:t>
        </w:r>
        <w:r>
          <w:rPr>
            <w:noProof/>
          </w:rPr>
          <w:fldChar w:fldCharType="end"/>
        </w:r>
      </w:hyperlink>
    </w:p>
    <w:p w14:paraId="18B8EBF2" w14:textId="1D7A6DCC" w:rsidR="00F2595F" w:rsidRDefault="00F2595F">
      <w:pPr>
        <w:pStyle w:val="TM1"/>
        <w:tabs>
          <w:tab w:val="left" w:pos="601"/>
        </w:tabs>
        <w:rPr>
          <w:rFonts w:asciiTheme="minorHAnsi" w:eastAsiaTheme="minorEastAsia" w:hAnsiTheme="minorHAnsi" w:cstheme="minorBidi"/>
          <w:b w:val="0"/>
          <w:noProof/>
          <w:kern w:val="2"/>
          <w:szCs w:val="24"/>
          <w14:ligatures w14:val="standardContextual"/>
        </w:rPr>
      </w:pPr>
      <w:hyperlink w:anchor="_Toc208587610" w:history="1">
        <w:r w:rsidRPr="00481DE8">
          <w:rPr>
            <w:rStyle w:val="Lienhypertexte"/>
            <w:noProof/>
          </w:rPr>
          <w:t>8.</w:t>
        </w:r>
        <w:r>
          <w:rPr>
            <w:rFonts w:asciiTheme="minorHAnsi" w:eastAsiaTheme="minorEastAsia" w:hAnsiTheme="minorHAnsi" w:cstheme="minorBidi"/>
            <w:b w:val="0"/>
            <w:noProof/>
            <w:kern w:val="2"/>
            <w:szCs w:val="24"/>
            <w14:ligatures w14:val="standardContextual"/>
          </w:rPr>
          <w:tab/>
        </w:r>
        <w:r w:rsidRPr="00481DE8">
          <w:rPr>
            <w:rStyle w:val="Lienhypertexte"/>
            <w:noProof/>
          </w:rPr>
          <w:t>Acceptation de l’offre</w:t>
        </w:r>
        <w:r>
          <w:rPr>
            <w:noProof/>
          </w:rPr>
          <w:tab/>
        </w:r>
        <w:r>
          <w:rPr>
            <w:noProof/>
          </w:rPr>
          <w:fldChar w:fldCharType="begin"/>
        </w:r>
        <w:r>
          <w:rPr>
            <w:noProof/>
          </w:rPr>
          <w:instrText xml:space="preserve"> PAGEREF _Toc208587610 \h </w:instrText>
        </w:r>
        <w:r>
          <w:rPr>
            <w:noProof/>
          </w:rPr>
        </w:r>
        <w:r>
          <w:rPr>
            <w:noProof/>
          </w:rPr>
          <w:fldChar w:fldCharType="separate"/>
        </w:r>
        <w:r>
          <w:rPr>
            <w:noProof/>
          </w:rPr>
          <w:t>8</w:t>
        </w:r>
        <w:r>
          <w:rPr>
            <w:noProof/>
          </w:rPr>
          <w:fldChar w:fldCharType="end"/>
        </w:r>
      </w:hyperlink>
    </w:p>
    <w:p w14:paraId="51DDD385" w14:textId="09406DFF" w:rsidR="009C7C84" w:rsidRDefault="008309C2">
      <w:r>
        <w:rPr>
          <w:b/>
          <w:kern w:val="3"/>
          <w:sz w:val="24"/>
        </w:rPr>
        <w:fldChar w:fldCharType="end"/>
      </w:r>
    </w:p>
    <w:p w14:paraId="46086989" w14:textId="77777777" w:rsidR="009C7C84" w:rsidRDefault="009C7C84">
      <w:pPr>
        <w:pStyle w:val="RedaliaNormal"/>
        <w:pageBreakBefore/>
      </w:pPr>
    </w:p>
    <w:p w14:paraId="4BC58CE7" w14:textId="77777777" w:rsidR="009C7C84" w:rsidRDefault="008309C2">
      <w:pPr>
        <w:pStyle w:val="RedaliaTitre1"/>
      </w:pPr>
      <w:bookmarkStart w:id="2" w:name="_Toc483841853"/>
      <w:bookmarkStart w:id="3" w:name="_Toc193359285"/>
      <w:bookmarkStart w:id="4" w:name="_Toc208587595"/>
      <w:bookmarkEnd w:id="2"/>
      <w:bookmarkEnd w:id="3"/>
      <w:r>
        <w:t>Objet de l'accord-cadre</w:t>
      </w:r>
      <w:bookmarkEnd w:id="4"/>
    </w:p>
    <w:p w14:paraId="74BB557A" w14:textId="2D2FA56F" w:rsidR="009C7C84" w:rsidRDefault="008309C2">
      <w:pPr>
        <w:pStyle w:val="RedaliaNormal"/>
      </w:pPr>
      <w:r>
        <w:t>Le présent accord-cadre a pour objet : Prestations de service de restauration collective au siège de l’Agence de l’eau Rhône Méditerranée Corse, comprenant la préparation sur place et la distribution des repas lors de la pause méridienne, ainsi que quelques prestations annexes (pauses café, etc.).</w:t>
      </w:r>
    </w:p>
    <w:p w14:paraId="51CB282C" w14:textId="77777777" w:rsidR="009C7C84" w:rsidRDefault="009C7C84">
      <w:pPr>
        <w:pStyle w:val="RedaliaNormal"/>
      </w:pPr>
    </w:p>
    <w:p w14:paraId="79D10DC0" w14:textId="77777777" w:rsidR="009C7C84" w:rsidRDefault="008309C2">
      <w:pPr>
        <w:pStyle w:val="RedaliaTitre2"/>
      </w:pPr>
      <w:bookmarkStart w:id="5" w:name="_Toc208587596"/>
      <w:r>
        <w:t>Bons de commande</w:t>
      </w:r>
      <w:bookmarkEnd w:id="5"/>
    </w:p>
    <w:p w14:paraId="640982EC" w14:textId="77777777" w:rsidR="009C7C84" w:rsidRDefault="008309C2">
      <w:pPr>
        <w:pStyle w:val="RedaliaNormal"/>
      </w:pPr>
      <w:r>
        <w:t>L'accord-cadre est un accord-cadre à bons de commande.</w:t>
      </w:r>
    </w:p>
    <w:p w14:paraId="422FF232" w14:textId="77777777" w:rsidR="00CD2E57" w:rsidRDefault="00CD2E57" w:rsidP="00CD2E57">
      <w:pPr>
        <w:pStyle w:val="RedaliaNormal"/>
      </w:pPr>
      <w:r>
        <w:t xml:space="preserve">Les </w:t>
      </w:r>
      <w:r w:rsidRPr="00423EBD">
        <w:rPr>
          <w:u w:val="single"/>
        </w:rPr>
        <w:t>prestations pour la distribution des repas lors de la pause méridienne</w:t>
      </w:r>
      <w:r>
        <w:t xml:space="preserve"> ne font pas l’objet de bons de commandes transmis préalablement au titulaire. </w:t>
      </w:r>
    </w:p>
    <w:p w14:paraId="446B3797" w14:textId="77777777" w:rsidR="00CD2E57" w:rsidRDefault="00CD2E57" w:rsidP="00CD2E57">
      <w:pPr>
        <w:pStyle w:val="RedaliaNormal"/>
      </w:pPr>
    </w:p>
    <w:p w14:paraId="60406403" w14:textId="77777777" w:rsidR="00CD2E57" w:rsidRDefault="00CD2E57" w:rsidP="00CD2E57">
      <w:pPr>
        <w:pStyle w:val="RedaliaNormal"/>
      </w:pPr>
      <w:r>
        <w:t xml:space="preserve">Seules les </w:t>
      </w:r>
      <w:r w:rsidRPr="00423EBD">
        <w:rPr>
          <w:u w:val="single"/>
        </w:rPr>
        <w:t>prestations annexes</w:t>
      </w:r>
      <w:r>
        <w:t xml:space="preserve"> font l’objet de bons de commandes transmis préalablement au titulaire.</w:t>
      </w:r>
    </w:p>
    <w:p w14:paraId="151A9B9A" w14:textId="77777777" w:rsidR="00CD2E57" w:rsidRDefault="00CD2E57">
      <w:pPr>
        <w:pStyle w:val="RedaliaNormal"/>
      </w:pPr>
    </w:p>
    <w:p w14:paraId="34A34AA8" w14:textId="77777777" w:rsidR="009C7C84" w:rsidRDefault="008309C2">
      <w:pPr>
        <w:pStyle w:val="RedaliaNormal"/>
      </w:pPr>
      <w:r>
        <w:t xml:space="preserve">L'accord-cadre est un accord-cadre à bons de commande </w:t>
      </w:r>
      <w:r w:rsidRPr="007E000D">
        <w:rPr>
          <w:u w:val="single"/>
        </w:rPr>
        <w:t>avec un maximum fixé en valeur</w:t>
      </w:r>
      <w:r>
        <w:t>.</w:t>
      </w:r>
    </w:p>
    <w:p w14:paraId="7773F11C" w14:textId="77777777" w:rsidR="009C7C84" w:rsidRDefault="008309C2">
      <w:pPr>
        <w:pStyle w:val="RedaliaNormal"/>
      </w:pPr>
      <w:r>
        <w:t xml:space="preserve">L'accord-cadre sera conclu </w:t>
      </w:r>
      <w:r w:rsidRPr="007E000D">
        <w:rPr>
          <w:u w:val="single"/>
        </w:rPr>
        <w:t>avec un seul opérateur économique</w:t>
      </w:r>
      <w:r>
        <w:t>.</w:t>
      </w:r>
    </w:p>
    <w:p w14:paraId="35F5B675" w14:textId="77777777" w:rsidR="009C7C84" w:rsidRDefault="008309C2">
      <w:pPr>
        <w:pStyle w:val="RedaliaTitre2"/>
      </w:pPr>
      <w:bookmarkStart w:id="6" w:name="_Toc208587597"/>
      <w:r>
        <w:t>Nomenclature</w:t>
      </w:r>
      <w:bookmarkEnd w:id="6"/>
    </w:p>
    <w:p w14:paraId="2E6586F0" w14:textId="77777777" w:rsidR="009C7C84" w:rsidRDefault="009C7C84">
      <w:pPr>
        <w:pStyle w:val="RedaliaNormal"/>
      </w:pPr>
    </w:p>
    <w:tbl>
      <w:tblPr>
        <w:tblW w:w="9104" w:type="dxa"/>
        <w:tblInd w:w="108" w:type="dxa"/>
        <w:tblLayout w:type="fixed"/>
        <w:tblCellMar>
          <w:left w:w="10" w:type="dxa"/>
          <w:right w:w="10" w:type="dxa"/>
        </w:tblCellMar>
        <w:tblLook w:val="0000" w:firstRow="0" w:lastRow="0" w:firstColumn="0" w:lastColumn="0" w:noHBand="0" w:noVBand="0"/>
      </w:tblPr>
      <w:tblGrid>
        <w:gridCol w:w="2268"/>
        <w:gridCol w:w="6836"/>
      </w:tblGrid>
      <w:tr w:rsidR="009C7C84" w14:paraId="15310F2A" w14:textId="77777777">
        <w:trPr>
          <w:trHeight w:val="552"/>
        </w:trPr>
        <w:tc>
          <w:tcPr>
            <w:tcW w:w="2268"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7F67643" w14:textId="77777777" w:rsidR="009C7C84" w:rsidRDefault="008309C2">
            <w:pPr>
              <w:pStyle w:val="RedaliaNormal"/>
              <w:jc w:val="center"/>
              <w:rPr>
                <w:rFonts w:cs="Calibri"/>
                <w:b/>
                <w:bCs/>
              </w:rPr>
            </w:pPr>
            <w:r>
              <w:rPr>
                <w:rFonts w:cs="Calibri"/>
                <w:b/>
                <w:bCs/>
              </w:rPr>
              <w:t>CPV :</w:t>
            </w:r>
          </w:p>
        </w:tc>
        <w:tc>
          <w:tcPr>
            <w:tcW w:w="6836" w:type="dxa"/>
            <w:tcBorders>
              <w:top w:val="single" w:sz="4" w:space="0" w:color="000000"/>
              <w:bottom w:val="single" w:sz="4" w:space="0" w:color="000000"/>
              <w:right w:val="single" w:sz="4" w:space="0" w:color="000000"/>
            </w:tcBorders>
            <w:tcMar>
              <w:top w:w="0" w:type="dxa"/>
              <w:left w:w="108" w:type="dxa"/>
              <w:bottom w:w="0" w:type="dxa"/>
              <w:right w:w="108" w:type="dxa"/>
            </w:tcMar>
            <w:vAlign w:val="center"/>
          </w:tcPr>
          <w:p w14:paraId="1523B059" w14:textId="77777777" w:rsidR="009C7C84" w:rsidRDefault="008309C2">
            <w:pPr>
              <w:pStyle w:val="RedaliaNormal"/>
              <w:jc w:val="left"/>
              <w:rPr>
                <w:rFonts w:cs="Calibri"/>
              </w:rPr>
            </w:pPr>
            <w:r>
              <w:rPr>
                <w:rFonts w:cs="Calibri"/>
              </w:rPr>
              <w:t>55500000-5 – Services de cantine et service traiteur</w:t>
            </w:r>
          </w:p>
        </w:tc>
      </w:tr>
    </w:tbl>
    <w:p w14:paraId="161F8704" w14:textId="77777777" w:rsidR="009C7C84" w:rsidRDefault="008309C2">
      <w:pPr>
        <w:pStyle w:val="RedaliaTitre1"/>
      </w:pPr>
      <w:bookmarkStart w:id="7" w:name="_Toc193359286"/>
      <w:bookmarkStart w:id="8" w:name="_Toc208587598"/>
      <w:bookmarkEnd w:id="7"/>
      <w:r>
        <w:t>Intervenants à l'accord-cadre</w:t>
      </w:r>
      <w:bookmarkEnd w:id="8"/>
    </w:p>
    <w:p w14:paraId="528B663D" w14:textId="77777777" w:rsidR="009C7C84" w:rsidRDefault="008309C2">
      <w:pPr>
        <w:pStyle w:val="RedaliaTitre2"/>
      </w:pPr>
      <w:bookmarkStart w:id="9" w:name="_Toc208587599"/>
      <w:r>
        <w:t>Acheteur</w:t>
      </w:r>
      <w:bookmarkEnd w:id="9"/>
    </w:p>
    <w:p w14:paraId="48DE1E6E" w14:textId="77777777" w:rsidR="009C7C84" w:rsidRDefault="008309C2">
      <w:pPr>
        <w:pStyle w:val="RedaliaNormal"/>
        <w:rPr>
          <w:b/>
          <w:bCs/>
        </w:rPr>
      </w:pPr>
      <w:r>
        <w:rPr>
          <w:b/>
          <w:bCs/>
        </w:rPr>
        <w:t>Agence de l'Eau Rhône Méditerranée Corse</w:t>
      </w:r>
    </w:p>
    <w:p w14:paraId="0C424DDC" w14:textId="7A696C45" w:rsidR="009C7C84" w:rsidRDefault="008309C2">
      <w:pPr>
        <w:pStyle w:val="RedaliaNormal"/>
      </w:pPr>
      <w:r>
        <w:t>Adresse : 2-4 Allée de Lodz   69363 LYON Cedex 07</w:t>
      </w:r>
    </w:p>
    <w:p w14:paraId="66B1B9FA" w14:textId="77777777" w:rsidR="009C7C84" w:rsidRDefault="008309C2">
      <w:pPr>
        <w:pStyle w:val="RedaliaNormal"/>
      </w:pPr>
      <w:r>
        <w:t>Téléphone : 0472712600</w:t>
      </w:r>
    </w:p>
    <w:p w14:paraId="4B38897B" w14:textId="77777777" w:rsidR="009C7C84" w:rsidRDefault="008309C2">
      <w:pPr>
        <w:pStyle w:val="RedaliaNormal"/>
      </w:pPr>
      <w:r>
        <w:t>Mail : Contact.SAAJ@eaurmc.fr</w:t>
      </w:r>
    </w:p>
    <w:p w14:paraId="52FF0F78" w14:textId="77777777" w:rsidR="009C7C84" w:rsidRDefault="009C7C84">
      <w:pPr>
        <w:pStyle w:val="RedaliaNormal"/>
      </w:pPr>
    </w:p>
    <w:p w14:paraId="1E015BFE" w14:textId="77777777" w:rsidR="009C7C84" w:rsidRDefault="008309C2">
      <w:pPr>
        <w:pStyle w:val="RedaliaNormal"/>
      </w:pPr>
      <w:r>
        <w:t xml:space="preserve">Représenté par : </w:t>
      </w:r>
      <w:r>
        <w:rPr>
          <w:b/>
          <w:bCs/>
        </w:rPr>
        <w:t>Nicolas MOURLON</w:t>
      </w:r>
      <w:r>
        <w:t>, Directeur Général.</w:t>
      </w:r>
    </w:p>
    <w:p w14:paraId="3532DA3E" w14:textId="77777777" w:rsidR="009C7C84" w:rsidRDefault="008309C2">
      <w:pPr>
        <w:pStyle w:val="RedaliaNormal"/>
      </w:pPr>
      <w:r>
        <w:t>Référence de l'arrêté de désignation de la personne signataire de l'accord-cadre : Art. R.213-42 du code de l’environnement et arrêté du 8 janvier 2024 portant nomination du Directeur Général de l’Agence de l’Eau Rhône Méditerranée Corse.</w:t>
      </w:r>
    </w:p>
    <w:p w14:paraId="7AEB547C" w14:textId="77777777" w:rsidR="009C7C84" w:rsidRDefault="008309C2">
      <w:pPr>
        <w:pStyle w:val="RedaliaTitre3"/>
      </w:pPr>
      <w:bookmarkStart w:id="10" w:name="_Toc208587600"/>
      <w:r>
        <w:t>Personne habilitée à donner les renseignements relatifs aux nantissements et cessions de créances</w:t>
      </w:r>
      <w:bookmarkEnd w:id="10"/>
    </w:p>
    <w:p w14:paraId="311522B1" w14:textId="0E6DCA59" w:rsidR="009C7C84" w:rsidRDefault="008309C2">
      <w:pPr>
        <w:pStyle w:val="RedaliaNormal"/>
      </w:pPr>
      <w:r>
        <w:t>M. Nicolas MOURLON Directeur Général de l’Agence de l’eau Rhône Méditerranée Corse, Personne Représentant l'acheteur.</w:t>
      </w:r>
    </w:p>
    <w:p w14:paraId="12E0ADB4" w14:textId="77777777" w:rsidR="009C7C84" w:rsidRDefault="008309C2">
      <w:pPr>
        <w:pStyle w:val="RedaliaTitre3"/>
      </w:pPr>
      <w:bookmarkStart w:id="11" w:name="_Toc208587601"/>
      <w:r>
        <w:t>Comptable public assignataire des paiements</w:t>
      </w:r>
      <w:bookmarkEnd w:id="11"/>
    </w:p>
    <w:p w14:paraId="50749E38" w14:textId="77777777" w:rsidR="009C7C84" w:rsidRDefault="008309C2">
      <w:pPr>
        <w:pStyle w:val="RedaliaNormal"/>
      </w:pPr>
      <w:r>
        <w:t>Madame l'Agent Comptable 2-4 Allée de Lodz 69363 Lyon Cedex 07.</w:t>
      </w:r>
    </w:p>
    <w:p w14:paraId="24E69D4B" w14:textId="77777777" w:rsidR="009C7C84" w:rsidRDefault="009C7C84">
      <w:pPr>
        <w:pStyle w:val="RedaliaNormal"/>
      </w:pPr>
    </w:p>
    <w:p w14:paraId="21E34CE6" w14:textId="41A93589" w:rsidR="003E6571" w:rsidRDefault="008309C2">
      <w:pPr>
        <w:pStyle w:val="RedaliaNormal"/>
      </w:pPr>
      <w:r>
        <w:t xml:space="preserve">Les cessions de créance doivent être notifiées ou les nantissements signifiés à l’organisme </w:t>
      </w:r>
      <w:r>
        <w:lastRenderedPageBreak/>
        <w:t>désigné ci-dessus.</w:t>
      </w:r>
    </w:p>
    <w:p w14:paraId="5EE51AD5" w14:textId="77777777" w:rsidR="009C7C84" w:rsidRDefault="008309C2">
      <w:pPr>
        <w:pStyle w:val="RedaliaTitre1"/>
      </w:pPr>
      <w:bookmarkStart w:id="12" w:name="_Toc192648939"/>
      <w:bookmarkStart w:id="13" w:name="_Toc174160389"/>
      <w:bookmarkStart w:id="14" w:name="_Toc208587602"/>
      <w:r>
        <w:t>Contractant</w:t>
      </w:r>
      <w:bookmarkEnd w:id="12"/>
      <w:bookmarkEnd w:id="13"/>
      <w:bookmarkEnd w:id="14"/>
    </w:p>
    <w:p w14:paraId="164355DE" w14:textId="77777777" w:rsidR="009C7C84" w:rsidRDefault="008309C2">
      <w:pPr>
        <w:pStyle w:val="RedaliaNormal"/>
      </w:pPr>
      <w:r>
        <w:t>Après avoir pris connaissance du cahier des clauses administratives particulières et des documents qui sont mentionnés au présent acte d'engagement,</w:t>
      </w:r>
    </w:p>
    <w:p w14:paraId="3041DC1F" w14:textId="77777777" w:rsidR="009C7C84" w:rsidRDefault="008309C2">
      <w:pPr>
        <w:pStyle w:val="RdaliaRetraitniveau2"/>
        <w:numPr>
          <w:ilvl w:val="0"/>
          <w:numId w:val="17"/>
        </w:numPr>
      </w:pPr>
      <w:r>
        <w:t>Je M'ENGAGE, sans réserve, conformément aux conditions, clauses et prescriptions des documents visés ci-dessus à exécuter les prestations définies ci-après, aux conditions qui constituent mon offre.</w:t>
      </w:r>
    </w:p>
    <w:p w14:paraId="69A66D1F" w14:textId="77777777" w:rsidR="009C7C84" w:rsidRDefault="008309C2">
      <w:pPr>
        <w:pStyle w:val="RdaliaRetraitniveau2"/>
      </w:pPr>
      <w:r>
        <w:t>J’AFFIRME, sous peine de résiliation de plein droit de l'accord-cadre, que je suis titulaire d'une police d'assurance garantissant l'ensemble des responsabilités que j'encours.</w:t>
      </w:r>
    </w:p>
    <w:p w14:paraId="30B532A0" w14:textId="77777777" w:rsidR="009C7C84" w:rsidRDefault="008309C2">
      <w:pPr>
        <w:pStyle w:val="RdaliaRetraitniveau2"/>
      </w:pPr>
      <w:r>
        <w:t>Je CONFIRME, sous peine de résiliation de plein droit de l'accord-cadre, que les sous-traitants proposés sont également titulaires de polices d’assurances garantissant les responsabilités qu’ils encourent.</w:t>
      </w:r>
    </w:p>
    <w:p w14:paraId="32640156" w14:textId="5D2AF87F" w:rsidR="009C7C84" w:rsidRDefault="008309C2">
      <w:pPr>
        <w:pStyle w:val="RedaliaNormal"/>
      </w:pPr>
      <w:r>
        <w:t>L'offre ainsi présentée ne nous lie toutefois que si l’attribution de l'accord-cadre a lieu dans un délai de 5 mois à compter de la date limite de réception des offres.</w:t>
      </w:r>
    </w:p>
    <w:p w14:paraId="41941895" w14:textId="77777777" w:rsidR="009C7C84" w:rsidRDefault="009C7C84">
      <w:pPr>
        <w:pStyle w:val="RedaliaNormal"/>
      </w:pPr>
    </w:p>
    <w:p w14:paraId="697FEBE3" w14:textId="77777777" w:rsidR="009C7C84" w:rsidRDefault="008309C2">
      <w:pPr>
        <w:pStyle w:val="RedaliaNormal"/>
        <w:pBdr>
          <w:top w:val="single" w:sz="4" w:space="1" w:color="000000"/>
          <w:left w:val="single" w:sz="4" w:space="4" w:color="000000"/>
          <w:bottom w:val="single" w:sz="4" w:space="1" w:color="000000"/>
          <w:right w:val="single" w:sz="4" w:space="4" w:color="000000"/>
        </w:pBdr>
      </w:pPr>
      <w:bookmarkStart w:id="15" w:name="formcheckbox_off_11"/>
      <w:r>
        <w:rPr>
          <w:rFonts w:ascii="Wingdings" w:eastAsia="Wingdings" w:hAnsi="Wingdings" w:cs="Wingdings"/>
        </w:rPr>
        <w:t>¨</w:t>
      </w:r>
      <w:bookmarkEnd w:id="15"/>
      <w:r>
        <w:t xml:space="preserve"> </w:t>
      </w:r>
      <w:r>
        <w:rPr>
          <w:b/>
        </w:rPr>
        <w:t>Le signataire :</w:t>
      </w:r>
    </w:p>
    <w:p w14:paraId="6B89428C"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t xml:space="preserve">                                               </w:t>
      </w:r>
      <w:bookmarkStart w:id="16" w:name="formcheckbox_off_12"/>
      <w:r>
        <w:rPr>
          <w:rFonts w:ascii="Wingdings" w:eastAsia="Wingdings" w:hAnsi="Wingdings" w:cs="Wingdings"/>
        </w:rPr>
        <w:t>¨</w:t>
      </w:r>
      <w:bookmarkEnd w:id="16"/>
      <w:r>
        <w:t xml:space="preserve"> s’engage, sur la base de son offre et pour son propre compte à exécuter les prestations demandées dans les conditions définies ci-</w:t>
      </w:r>
      <w:proofErr w:type="gramStart"/>
      <w:r>
        <w:t>après;</w:t>
      </w:r>
      <w:proofErr w:type="gramEnd"/>
    </w:p>
    <w:p w14:paraId="0BCAE1F5"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t xml:space="preserve">                                               </w:t>
      </w:r>
      <w:bookmarkStart w:id="17" w:name="formcheckbox_off_13"/>
      <w:r>
        <w:rPr>
          <w:rFonts w:ascii="Wingdings" w:eastAsia="Wingdings" w:hAnsi="Wingdings" w:cs="Wingdings"/>
        </w:rPr>
        <w:t>¨</w:t>
      </w:r>
      <w:bookmarkEnd w:id="17"/>
      <w:r>
        <w:t xml:space="preserve"> engage la société ........................................... </w:t>
      </w:r>
      <w:proofErr w:type="gramStart"/>
      <w:r>
        <w:t>sur</w:t>
      </w:r>
      <w:proofErr w:type="gramEnd"/>
      <w:r>
        <w:t xml:space="preserve"> la base de son offre à exécuter les prestations demandées dans les conditions définies ci-après;</w:t>
      </w:r>
    </w:p>
    <w:p w14:paraId="014B3977" w14:textId="77777777" w:rsidR="009C7C84" w:rsidRDefault="009C7C84">
      <w:pPr>
        <w:pStyle w:val="RedaliaNormal"/>
      </w:pPr>
    </w:p>
    <w:p w14:paraId="3DE84C51" w14:textId="77777777" w:rsidR="009C7C84" w:rsidRDefault="008309C2">
      <w:pPr>
        <w:pStyle w:val="RedaliaNormal"/>
        <w:pBdr>
          <w:top w:val="single" w:sz="4" w:space="1" w:color="000000"/>
          <w:left w:val="single" w:sz="4" w:space="4" w:color="000000"/>
          <w:bottom w:val="single" w:sz="4" w:space="1" w:color="000000"/>
          <w:right w:val="single" w:sz="4" w:space="4" w:color="000000"/>
        </w:pBdr>
      </w:pPr>
      <w:bookmarkStart w:id="18" w:name="formcheckbox_off_14"/>
      <w:r>
        <w:rPr>
          <w:rFonts w:ascii="Wingdings" w:eastAsia="Wingdings" w:hAnsi="Wingdings" w:cs="Wingdings"/>
        </w:rPr>
        <w:t>¨</w:t>
      </w:r>
      <w:bookmarkEnd w:id="18"/>
      <w:r>
        <w:t xml:space="preserve"> </w:t>
      </w:r>
      <w:r>
        <w:rPr>
          <w:b/>
        </w:rPr>
        <w:t>Le mandataire (1) :</w:t>
      </w:r>
    </w:p>
    <w:p w14:paraId="13C4A136"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t xml:space="preserve">                                               </w:t>
      </w:r>
      <w:bookmarkStart w:id="19" w:name="formcheckbox_off_15"/>
      <w:r>
        <w:rPr>
          <w:rFonts w:ascii="Wingdings" w:eastAsia="Wingdings" w:hAnsi="Wingdings" w:cs="Wingdings"/>
        </w:rPr>
        <w:t>¨</w:t>
      </w:r>
      <w:bookmarkEnd w:id="19"/>
      <w:r>
        <w:t xml:space="preserve"> du groupement solidaire</w:t>
      </w:r>
    </w:p>
    <w:p w14:paraId="79695521"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t xml:space="preserve">                                               </w:t>
      </w:r>
      <w:bookmarkStart w:id="20" w:name="formcheckbox_off_16"/>
      <w:r>
        <w:rPr>
          <w:rFonts w:ascii="Wingdings" w:eastAsia="Wingdings" w:hAnsi="Wingdings" w:cs="Wingdings"/>
        </w:rPr>
        <w:t>¨</w:t>
      </w:r>
      <w:bookmarkEnd w:id="20"/>
      <w:r>
        <w:t xml:space="preserve"> solidaire du groupement conjoint</w:t>
      </w:r>
    </w:p>
    <w:p w14:paraId="58F3BBE3" w14:textId="77777777" w:rsidR="009C7C84" w:rsidRDefault="008309C2">
      <w:pPr>
        <w:pStyle w:val="RedaliaNormal"/>
        <w:pBdr>
          <w:top w:val="single" w:sz="4" w:space="1" w:color="000000"/>
          <w:left w:val="single" w:sz="4" w:space="4" w:color="000000"/>
          <w:bottom w:val="single" w:sz="4" w:space="1" w:color="000000"/>
          <w:right w:val="single" w:sz="4" w:space="4" w:color="000000"/>
        </w:pBdr>
      </w:pPr>
      <w:proofErr w:type="gramStart"/>
      <w:r>
        <w:t>s’engage</w:t>
      </w:r>
      <w:proofErr w:type="gramEnd"/>
      <w:r>
        <w:t xml:space="preserve"> pour l’ensemble des prestataires groupés désignés dans l’annexe ci-jointe (2) à exécuter les prestations demandées dans les conditions définies ci-après;</w:t>
      </w:r>
    </w:p>
    <w:p w14:paraId="197BD8B2" w14:textId="77777777" w:rsidR="009C7C84" w:rsidRDefault="009C7C84">
      <w:pPr>
        <w:pStyle w:val="RedaliaNormal"/>
      </w:pPr>
    </w:p>
    <w:p w14:paraId="3F34E75A" w14:textId="77777777" w:rsidR="009C7C84" w:rsidRDefault="009C7C84">
      <w:pPr>
        <w:pStyle w:val="RedaliaNormal"/>
      </w:pPr>
    </w:p>
    <w:p w14:paraId="6B9C347F" w14:textId="77777777" w:rsidR="009C7C84" w:rsidRDefault="008309C2">
      <w:pPr>
        <w:pStyle w:val="RdaliaLgende"/>
      </w:pPr>
      <w:r>
        <w:t>(1) Cocher la case correspondante à la nature de votre groupement.</w:t>
      </w:r>
    </w:p>
    <w:p w14:paraId="6296CCF1" w14:textId="77777777" w:rsidR="009C7C84" w:rsidRDefault="008309C2">
      <w:pPr>
        <w:pStyle w:val="RdaliaLgende"/>
      </w:pPr>
      <w:r>
        <w:t>(2) Cette annexe est à dupliquer en autant d'exemplaires que nécessaire et elle est recommandée dans le cas de groupement conjoint.</w:t>
      </w:r>
    </w:p>
    <w:p w14:paraId="4E412D77" w14:textId="77777777" w:rsidR="009C7C84" w:rsidRDefault="008309C2">
      <w:pPr>
        <w:pStyle w:val="RdaliaLgende"/>
      </w:pPr>
      <w:r>
        <w:t>(3) Dans le cas d'un groupement, indiquer les coordonnées du mandataire.</w:t>
      </w:r>
    </w:p>
    <w:p w14:paraId="357A07FF" w14:textId="77777777" w:rsidR="009C7C84" w:rsidRDefault="009C7C84">
      <w:pPr>
        <w:pStyle w:val="RedaliaNormal"/>
      </w:pPr>
    </w:p>
    <w:p w14:paraId="25918C58" w14:textId="77777777" w:rsidR="009C7C84" w:rsidRDefault="008309C2">
      <w:pPr>
        <w:pStyle w:val="RedaliaNormal"/>
        <w:jc w:val="left"/>
      </w:pPr>
      <w:r>
        <w:t>Nom commercial et dénomination sociale du candidat (3) :</w:t>
      </w:r>
    </w:p>
    <w:p w14:paraId="5BC1C31D" w14:textId="77777777" w:rsidR="009C7C84" w:rsidRDefault="008309C2">
      <w:pPr>
        <w:pStyle w:val="RedaliaNormal"/>
        <w:jc w:val="left"/>
      </w:pPr>
      <w:r>
        <w:t>……………………………………………………………………………………………………………</w:t>
      </w:r>
    </w:p>
    <w:p w14:paraId="336723C0" w14:textId="77777777" w:rsidR="009C7C84" w:rsidRDefault="008309C2">
      <w:pPr>
        <w:pStyle w:val="RedaliaNormal"/>
        <w:jc w:val="left"/>
      </w:pPr>
      <w:r>
        <w:t>Adresse de l’établissement :</w:t>
      </w:r>
    </w:p>
    <w:p w14:paraId="16D34C07" w14:textId="77777777" w:rsidR="009C7C84" w:rsidRDefault="008309C2">
      <w:pPr>
        <w:pStyle w:val="RedaliaNormal"/>
        <w:jc w:val="left"/>
      </w:pPr>
      <w:r>
        <w:t>…………………………………………………………………………………………………………...</w:t>
      </w:r>
    </w:p>
    <w:p w14:paraId="431862C3" w14:textId="77777777" w:rsidR="009C7C84" w:rsidRDefault="008309C2">
      <w:pPr>
        <w:pStyle w:val="RedaliaNormal"/>
        <w:jc w:val="left"/>
      </w:pPr>
      <w:r>
        <w:t>...…………………………………………………………………………………………………………</w:t>
      </w:r>
    </w:p>
    <w:p w14:paraId="1991B1DA" w14:textId="77777777" w:rsidR="009C7C84" w:rsidRDefault="008309C2">
      <w:pPr>
        <w:pStyle w:val="RedaliaNormal"/>
        <w:jc w:val="left"/>
      </w:pPr>
      <w:r>
        <w:t>…………………………………………………………………………………………………………...</w:t>
      </w:r>
    </w:p>
    <w:p w14:paraId="0560B7F7" w14:textId="77777777" w:rsidR="009C7C84" w:rsidRDefault="008309C2">
      <w:pPr>
        <w:pStyle w:val="RedaliaNormal"/>
        <w:jc w:val="left"/>
      </w:pPr>
      <w:r>
        <w:t>Adresse électronique : .............................................................................................................</w:t>
      </w:r>
    </w:p>
    <w:p w14:paraId="6A7E21F2" w14:textId="77777777" w:rsidR="009C7C84" w:rsidRDefault="008309C2">
      <w:pPr>
        <w:pStyle w:val="RedaliaNormal"/>
        <w:jc w:val="left"/>
      </w:pPr>
      <w:r>
        <w:t>Téléphone : ..........................................................................................................................</w:t>
      </w:r>
    </w:p>
    <w:p w14:paraId="03E928FE" w14:textId="77777777" w:rsidR="009C7C84" w:rsidRDefault="008309C2">
      <w:pPr>
        <w:pStyle w:val="RedaliaNormal"/>
        <w:jc w:val="left"/>
      </w:pPr>
      <w:r>
        <w:t>SIRET : ................................................................................................................................</w:t>
      </w:r>
    </w:p>
    <w:p w14:paraId="22D65737" w14:textId="77777777" w:rsidR="009C7C84" w:rsidRDefault="009C7C84">
      <w:pPr>
        <w:pStyle w:val="RedaliaNormal"/>
        <w:jc w:val="left"/>
      </w:pPr>
    </w:p>
    <w:p w14:paraId="13DCA2A3" w14:textId="77777777" w:rsidR="009C7C84" w:rsidRDefault="008309C2">
      <w:pPr>
        <w:pStyle w:val="RedaliaNormal"/>
        <w:jc w:val="left"/>
      </w:pPr>
      <w:r>
        <w:t>Adresse du siège social (si différente de l’établissement) :</w:t>
      </w:r>
    </w:p>
    <w:p w14:paraId="12580FE6" w14:textId="77777777" w:rsidR="009C7C84" w:rsidRDefault="008309C2">
      <w:pPr>
        <w:pStyle w:val="RedaliaNormal"/>
        <w:jc w:val="left"/>
      </w:pPr>
      <w:r>
        <w:t>…………………………………………………………………………………………………………...</w:t>
      </w:r>
    </w:p>
    <w:p w14:paraId="5766A55F" w14:textId="77777777" w:rsidR="009C7C84" w:rsidRDefault="008309C2">
      <w:pPr>
        <w:pStyle w:val="RedaliaNormal"/>
        <w:jc w:val="left"/>
      </w:pPr>
      <w:r>
        <w:t>.…………………………………………………………………………………………………………..</w:t>
      </w:r>
    </w:p>
    <w:p w14:paraId="17E31DE8" w14:textId="77777777" w:rsidR="009C7C84" w:rsidRDefault="008309C2">
      <w:pPr>
        <w:pStyle w:val="RedaliaNormal"/>
        <w:jc w:val="left"/>
      </w:pPr>
      <w:r>
        <w:t>………………………………………………………………………………………………………...…</w:t>
      </w:r>
    </w:p>
    <w:p w14:paraId="7EFF1270" w14:textId="77777777" w:rsidR="009C7C84" w:rsidRDefault="008309C2">
      <w:pPr>
        <w:pStyle w:val="RedaliaNormal"/>
        <w:jc w:val="left"/>
      </w:pPr>
      <w:r>
        <w:lastRenderedPageBreak/>
        <w:t>Adresse électronique : ..............................................................................................................</w:t>
      </w:r>
    </w:p>
    <w:p w14:paraId="1A7345A1" w14:textId="77777777" w:rsidR="009C7C84" w:rsidRDefault="008309C2">
      <w:pPr>
        <w:pStyle w:val="RedaliaNormal"/>
        <w:jc w:val="left"/>
      </w:pPr>
      <w:r>
        <w:t>Téléphone : ...................................................</w:t>
      </w:r>
    </w:p>
    <w:p w14:paraId="5342FD8A" w14:textId="77777777" w:rsidR="009C7C84" w:rsidRDefault="008309C2">
      <w:pPr>
        <w:pStyle w:val="RedaliaNormal"/>
        <w:jc w:val="left"/>
      </w:pPr>
      <w:r>
        <w:t>Télécopie : ....................................................</w:t>
      </w:r>
    </w:p>
    <w:p w14:paraId="4C057EFC" w14:textId="77777777" w:rsidR="009C7C84" w:rsidRDefault="008309C2">
      <w:pPr>
        <w:pStyle w:val="RedaliaNormal"/>
        <w:jc w:val="left"/>
      </w:pPr>
      <w:r>
        <w:t>SIRET : .........................................................</w:t>
      </w:r>
    </w:p>
    <w:p w14:paraId="09E559F3" w14:textId="77777777" w:rsidR="009C7C84" w:rsidRDefault="008309C2">
      <w:pPr>
        <w:pStyle w:val="RedaliaNormal"/>
        <w:jc w:val="left"/>
      </w:pPr>
      <w:r>
        <w:t>APE : ............................................................</w:t>
      </w:r>
    </w:p>
    <w:p w14:paraId="3EB86EEF" w14:textId="77777777" w:rsidR="009C7C84" w:rsidRDefault="008309C2">
      <w:pPr>
        <w:pStyle w:val="RedaliaNormal"/>
        <w:jc w:val="left"/>
      </w:pPr>
      <w:r>
        <w:t>Numéro de TVA intracommunautaire : .........................................................</w:t>
      </w:r>
    </w:p>
    <w:p w14:paraId="44848E61" w14:textId="77777777" w:rsidR="009C7C84" w:rsidRDefault="009C7C84">
      <w:pPr>
        <w:pStyle w:val="RedaliaNormal"/>
        <w:jc w:val="left"/>
      </w:pPr>
    </w:p>
    <w:p w14:paraId="2C570AFD" w14:textId="77777777" w:rsidR="009C7C84" w:rsidRDefault="008309C2">
      <w:pPr>
        <w:pStyle w:val="RedaliaNormal"/>
      </w:pPr>
      <w:r>
        <w:t>Références bancaires :</w:t>
      </w:r>
    </w:p>
    <w:p w14:paraId="224D4708" w14:textId="77777777" w:rsidR="009C7C84" w:rsidRDefault="008309C2">
      <w:pPr>
        <w:pStyle w:val="RedaliaNormal"/>
      </w:pPr>
      <w:r>
        <w:t>IBAN : .......................................................................................................................................</w:t>
      </w:r>
    </w:p>
    <w:p w14:paraId="09AABD73" w14:textId="77777777" w:rsidR="009C7C84" w:rsidRDefault="008309C2">
      <w:pPr>
        <w:pStyle w:val="RedaliaNormal"/>
      </w:pPr>
      <w:r>
        <w:t>BIC : .........................................................................................................................................</w:t>
      </w:r>
    </w:p>
    <w:p w14:paraId="76329973" w14:textId="77777777" w:rsidR="009C7C84" w:rsidRDefault="008309C2">
      <w:pPr>
        <w:pStyle w:val="RedaliaTitre1"/>
      </w:pPr>
      <w:bookmarkStart w:id="21" w:name="_Toc526222883"/>
      <w:bookmarkStart w:id="22" w:name="_Toc193359287"/>
      <w:bookmarkStart w:id="23" w:name="_Toc483841854"/>
      <w:bookmarkStart w:id="24" w:name="_Toc208587603"/>
      <w:r>
        <w:t>Durée de l'accord-cadre – Délais</w:t>
      </w:r>
      <w:bookmarkEnd w:id="21"/>
      <w:r>
        <w:t xml:space="preserve"> d’exécution – Reconduction</w:t>
      </w:r>
      <w:bookmarkEnd w:id="22"/>
      <w:bookmarkEnd w:id="23"/>
      <w:bookmarkEnd w:id="24"/>
    </w:p>
    <w:p w14:paraId="0E35C538" w14:textId="77777777" w:rsidR="009C7C84" w:rsidRDefault="008309C2">
      <w:pPr>
        <w:pStyle w:val="RedaliaTitre2"/>
      </w:pPr>
      <w:bookmarkStart w:id="25" w:name="_Toc208587604"/>
      <w:r>
        <w:t>Durée de l'accord-cadre</w:t>
      </w:r>
      <w:bookmarkEnd w:id="25"/>
    </w:p>
    <w:p w14:paraId="3FDBB34F" w14:textId="77777777" w:rsidR="009C7C84" w:rsidRDefault="008309C2">
      <w:pPr>
        <w:pStyle w:val="RedaliaNormal"/>
      </w:pPr>
      <w:r>
        <w:t xml:space="preserve">La durée initiale de </w:t>
      </w:r>
      <w:r>
        <w:t xml:space="preserve">l'accord-cadre est fixée à </w:t>
      </w:r>
      <w:r w:rsidRPr="003E6571">
        <w:rPr>
          <w:u w:val="single"/>
        </w:rPr>
        <w:t>24 mois</w:t>
      </w:r>
      <w:r>
        <w:t xml:space="preserve"> à compter de la </w:t>
      </w:r>
      <w:r w:rsidRPr="003E6571">
        <w:rPr>
          <w:u w:val="single"/>
        </w:rPr>
        <w:t>date fixée par l'OS de démarrage</w:t>
      </w:r>
      <w:r>
        <w:t>.</w:t>
      </w:r>
    </w:p>
    <w:p w14:paraId="6A7ABFDA" w14:textId="1BE6C824" w:rsidR="009C7C84" w:rsidRDefault="008309C2">
      <w:pPr>
        <w:pStyle w:val="RedaliaTitre2"/>
      </w:pPr>
      <w:bookmarkStart w:id="26" w:name="_Toc483841855"/>
      <w:bookmarkStart w:id="27" w:name="_Toc193359288"/>
      <w:bookmarkStart w:id="28" w:name="_Toc208587605"/>
      <w:r>
        <w:t>Délai</w:t>
      </w:r>
      <w:bookmarkEnd w:id="26"/>
      <w:r>
        <w:t xml:space="preserve"> d’exécution des bons de commande</w:t>
      </w:r>
      <w:bookmarkEnd w:id="27"/>
      <w:r w:rsidR="00B370D6">
        <w:t xml:space="preserve"> pour les prestations annexes</w:t>
      </w:r>
      <w:bookmarkEnd w:id="28"/>
      <w:r w:rsidR="00B370D6">
        <w:t xml:space="preserve"> </w:t>
      </w:r>
    </w:p>
    <w:p w14:paraId="021F0C74" w14:textId="6B14284E" w:rsidR="009C7C84" w:rsidRDefault="00B370D6">
      <w:pPr>
        <w:pStyle w:val="RedaliaNormal"/>
      </w:pPr>
      <w:r>
        <w:t>Pour les prestations annexes, l</w:t>
      </w:r>
      <w:r w:rsidR="008309C2">
        <w:t>e délai d’exécution des prestations sera fixé par chaque bon de commande. Le pouvoir adjudicateur pourra émettre des bons de commande pendant toute la durée de l'accord-cadre fixée ci-dessus.</w:t>
      </w:r>
    </w:p>
    <w:p w14:paraId="7C2D7416" w14:textId="77777777" w:rsidR="009C7C84" w:rsidRDefault="008309C2">
      <w:pPr>
        <w:pStyle w:val="RedaliaTitre2"/>
      </w:pPr>
      <w:bookmarkStart w:id="29" w:name="_Toc208587606"/>
      <w:r>
        <w:t>Reconduction</w:t>
      </w:r>
      <w:bookmarkEnd w:id="29"/>
    </w:p>
    <w:p w14:paraId="76CB67CD" w14:textId="3224D1D3" w:rsidR="009C7C84" w:rsidRDefault="008309C2">
      <w:pPr>
        <w:pStyle w:val="RedaliaNormal"/>
      </w:pPr>
      <w:r>
        <w:t xml:space="preserve">L'accord-cadre pourra être reconduit </w:t>
      </w:r>
      <w:r w:rsidRPr="003E6571">
        <w:rPr>
          <w:u w:val="single"/>
        </w:rPr>
        <w:t>1 fois</w:t>
      </w:r>
      <w:r w:rsidR="007E000D">
        <w:rPr>
          <w:u w:val="single"/>
        </w:rPr>
        <w:t xml:space="preserve"> pour une période de 24 mois</w:t>
      </w:r>
      <w:r>
        <w:t>.</w:t>
      </w:r>
    </w:p>
    <w:p w14:paraId="745A2552" w14:textId="77777777" w:rsidR="009C7C84" w:rsidRDefault="009C7C84">
      <w:pPr>
        <w:pStyle w:val="RedaliaNormal"/>
      </w:pPr>
    </w:p>
    <w:p w14:paraId="4156B2C0" w14:textId="77777777" w:rsidR="009C7C84" w:rsidRDefault="008309C2">
      <w:pPr>
        <w:pStyle w:val="RedaliaNormal"/>
      </w:pPr>
      <w:r>
        <w:t>La reconduction est tacite.</w:t>
      </w:r>
    </w:p>
    <w:p w14:paraId="3614423F" w14:textId="292155F7" w:rsidR="009C7C84" w:rsidRDefault="008309C2">
      <w:pPr>
        <w:pStyle w:val="RedaliaNormal"/>
      </w:pPr>
      <w:r>
        <w:t xml:space="preserve">Si le pouvoir adjudicateur ne souhaite pas reconduire l'accord-cadre, il prendra une décision expresse de non-reconduction qui sera notifiée au titulaire au plus tard dans </w:t>
      </w:r>
      <w:proofErr w:type="gramStart"/>
      <w:r w:rsidR="003E6571">
        <w:t>un délai de 60 jours calendaires</w:t>
      </w:r>
      <w:proofErr w:type="gramEnd"/>
      <w:r>
        <w:t xml:space="preserve"> avant la date d'échéance de l'accord-cadre.</w:t>
      </w:r>
    </w:p>
    <w:p w14:paraId="423E4434" w14:textId="77777777" w:rsidR="009C7C84" w:rsidRDefault="008309C2">
      <w:pPr>
        <w:pStyle w:val="RedaliaNormal"/>
      </w:pPr>
      <w:r>
        <w:t>Le titulaire ne dispose pas de la faculté de refuser la reconduction de l'accord-cadre.</w:t>
      </w:r>
    </w:p>
    <w:p w14:paraId="69CB4625" w14:textId="77777777" w:rsidR="009C7C84" w:rsidRDefault="008309C2">
      <w:pPr>
        <w:pStyle w:val="RedaliaTitre1"/>
      </w:pPr>
      <w:bookmarkStart w:id="30" w:name="_Toc193359290"/>
      <w:bookmarkStart w:id="31" w:name="_Toc483841856"/>
      <w:bookmarkStart w:id="32" w:name="_Toc208587607"/>
      <w:r>
        <w:t>Prix</w:t>
      </w:r>
      <w:bookmarkEnd w:id="30"/>
      <w:bookmarkEnd w:id="31"/>
      <w:bookmarkEnd w:id="32"/>
    </w:p>
    <w:p w14:paraId="364EEFAE" w14:textId="77777777" w:rsidR="009C7C84" w:rsidRDefault="008309C2">
      <w:pPr>
        <w:pStyle w:val="RedaliaNormal"/>
      </w:pPr>
      <w:r>
        <w:t xml:space="preserve">L'offre est établie sur la base des conditions économiques prévues à l’article </w:t>
      </w:r>
      <w:r>
        <w:rPr>
          <w:i/>
        </w:rPr>
        <w:t>Prix</w:t>
      </w:r>
      <w:r>
        <w:t xml:space="preserve"> du CCAP.</w:t>
      </w:r>
    </w:p>
    <w:p w14:paraId="0D4DB1D1" w14:textId="77777777" w:rsidR="009C7C84" w:rsidRDefault="009C7C84">
      <w:pPr>
        <w:pStyle w:val="RedaliaNormal"/>
      </w:pPr>
    </w:p>
    <w:p w14:paraId="78AB5CF7" w14:textId="77777777" w:rsidR="009C7C84" w:rsidRDefault="008309C2">
      <w:pPr>
        <w:pStyle w:val="RedaliaNormal"/>
      </w:pPr>
      <w:r>
        <w:t>L'accord-cadre est un accord-cadre à bons de commande avec un maximum fixé en valeur.</w:t>
      </w:r>
    </w:p>
    <w:p w14:paraId="143FEBD0" w14:textId="77777777" w:rsidR="004329C1" w:rsidRDefault="004329C1">
      <w:pPr>
        <w:pStyle w:val="RedaliaNormal"/>
      </w:pPr>
    </w:p>
    <w:p w14:paraId="611A58DA" w14:textId="0D51C003" w:rsidR="009C7C84" w:rsidRDefault="008309C2">
      <w:pPr>
        <w:pStyle w:val="RedaliaNormal"/>
      </w:pPr>
      <w:r>
        <w:t>Le prestataire est rémunéré par le pouvoir adjudicateur sur les bases suivantes : Application des prix unitaires tels que fixés dans le bordereau de prix ci-annexé aux quantités de prestations commandées par le pouvoir adjudicateur.</w:t>
      </w:r>
    </w:p>
    <w:p w14:paraId="4ACF9D67" w14:textId="77777777" w:rsidR="009C7C84" w:rsidRDefault="009C7C84">
      <w:pPr>
        <w:pStyle w:val="RedaliaNormal"/>
      </w:pPr>
    </w:p>
    <w:p w14:paraId="19D65C13" w14:textId="2453A102" w:rsidR="009C7C84" w:rsidRDefault="008309C2">
      <w:pPr>
        <w:pStyle w:val="RedaliaNormal"/>
        <w:rPr>
          <w:i/>
          <w:iCs/>
        </w:rPr>
      </w:pPr>
      <w:r>
        <w:rPr>
          <w:i/>
          <w:iCs/>
        </w:rPr>
        <w:t xml:space="preserve">Le </w:t>
      </w:r>
      <w:r w:rsidRPr="007E000D">
        <w:rPr>
          <w:i/>
          <w:iCs/>
          <w:u w:val="single"/>
        </w:rPr>
        <w:t>montant maximum</w:t>
      </w:r>
      <w:r>
        <w:rPr>
          <w:i/>
          <w:iCs/>
        </w:rPr>
        <w:t xml:space="preserve"> de l'accord-cadre</w:t>
      </w:r>
      <w:r w:rsidR="007E000D">
        <w:rPr>
          <w:i/>
          <w:iCs/>
        </w:rPr>
        <w:t>,</w:t>
      </w:r>
      <w:r>
        <w:rPr>
          <w:i/>
          <w:iCs/>
        </w:rPr>
        <w:t xml:space="preserve"> </w:t>
      </w:r>
      <w:r w:rsidR="007E000D">
        <w:rPr>
          <w:i/>
          <w:iCs/>
        </w:rPr>
        <w:t xml:space="preserve">sur sa durée totale, </w:t>
      </w:r>
      <w:r>
        <w:rPr>
          <w:i/>
          <w:iCs/>
        </w:rPr>
        <w:t>en valeur est de :</w:t>
      </w:r>
    </w:p>
    <w:p w14:paraId="4F970EB5" w14:textId="77777777" w:rsidR="009C7C84" w:rsidRDefault="008309C2">
      <w:pPr>
        <w:pStyle w:val="RedaliaNormal"/>
      </w:pPr>
      <w:r>
        <w:t>Montant HT : 800 000,00 €</w:t>
      </w:r>
    </w:p>
    <w:p w14:paraId="711C0C5E" w14:textId="2C4A62D8" w:rsidR="009C7C84" w:rsidRDefault="008309C2">
      <w:pPr>
        <w:pStyle w:val="RedaliaNormal"/>
      </w:pPr>
      <w:r>
        <w:t xml:space="preserve">Montant </w:t>
      </w:r>
      <w:proofErr w:type="gramStart"/>
      <w:r>
        <w:t>TVA:</w:t>
      </w:r>
      <w:proofErr w:type="gramEnd"/>
      <w:r w:rsidR="004329C1">
        <w:t xml:space="preserve"> 20%</w:t>
      </w:r>
      <w:r>
        <w:tab/>
      </w:r>
    </w:p>
    <w:p w14:paraId="5C137173" w14:textId="77777777" w:rsidR="009C7C84" w:rsidRDefault="008309C2">
      <w:pPr>
        <w:pStyle w:val="RedaliaNormal"/>
      </w:pPr>
      <w:r>
        <w:t>Montant TTC : 960 000,00 €</w:t>
      </w:r>
    </w:p>
    <w:p w14:paraId="70F439FE" w14:textId="77777777" w:rsidR="009C7C84" w:rsidRDefault="008309C2">
      <w:pPr>
        <w:pStyle w:val="RedaliaNormal"/>
      </w:pPr>
      <w:r>
        <w:lastRenderedPageBreak/>
        <w:t>Montant TTC (en lettres) :  neuf cent soixante mille euros</w:t>
      </w:r>
    </w:p>
    <w:p w14:paraId="6461B0B8" w14:textId="77777777" w:rsidR="009C7C84" w:rsidRDefault="009C7C84">
      <w:pPr>
        <w:pStyle w:val="RedaliaNormal"/>
      </w:pPr>
    </w:p>
    <w:p w14:paraId="12C56EF8" w14:textId="77777777" w:rsidR="009C7C84" w:rsidRDefault="008309C2">
      <w:pPr>
        <w:pStyle w:val="RedaliaNormal"/>
      </w:pPr>
      <w:r>
        <w:t xml:space="preserve">En cas de groupement, la répartition détaillée des prestations à exécuter par chacun des membres du groupement et le montant de l'accord-cadre revenant à chacun </w:t>
      </w:r>
      <w:proofErr w:type="spellStart"/>
      <w:r>
        <w:t>sont</w:t>
      </w:r>
      <w:proofErr w:type="spellEnd"/>
      <w:r>
        <w:t xml:space="preserve"> décomposés dans l'annexe ci-jointe.</w:t>
      </w:r>
    </w:p>
    <w:p w14:paraId="3B3ED7B1" w14:textId="77777777" w:rsidR="009C7C84" w:rsidRDefault="008309C2">
      <w:pPr>
        <w:pStyle w:val="RedaliaTitre1"/>
      </w:pPr>
      <w:bookmarkStart w:id="33" w:name="_Toc208587608"/>
      <w:r>
        <w:t>Avance</w:t>
      </w:r>
      <w:bookmarkEnd w:id="33"/>
    </w:p>
    <w:p w14:paraId="74E57298" w14:textId="77777777" w:rsidR="009C7C84" w:rsidRDefault="008309C2">
      <w:pPr>
        <w:pStyle w:val="RedaliaNormal"/>
      </w:pPr>
      <w:r>
        <w:t>L'accord-cadre ne fait pas l’objet d’une avance.</w:t>
      </w:r>
    </w:p>
    <w:p w14:paraId="216A347F" w14:textId="77777777" w:rsidR="009C7C84" w:rsidRDefault="008309C2">
      <w:pPr>
        <w:pStyle w:val="RedaliaTitre1"/>
      </w:pPr>
      <w:bookmarkStart w:id="34" w:name="_Toc208587609"/>
      <w:r>
        <w:t>Signature du candidat</w:t>
      </w:r>
      <w:bookmarkEnd w:id="34"/>
    </w:p>
    <w:p w14:paraId="026CA89C" w14:textId="77777777" w:rsidR="009C7C84" w:rsidRDefault="008309C2">
      <w:pPr>
        <w:pStyle w:val="RedaliaNormal"/>
      </w:pPr>
      <w:r>
        <w:t>Il est rappelé au candidat que la signature de l’acte d’engagement vaut acceptation de toutes les pièces contractuelles.</w:t>
      </w:r>
    </w:p>
    <w:p w14:paraId="58765E37" w14:textId="77777777" w:rsidR="000B55CC" w:rsidRPr="005C3CE7" w:rsidRDefault="000B55CC">
      <w:pPr>
        <w:pStyle w:val="RedaliaNormal"/>
      </w:pPr>
    </w:p>
    <w:p w14:paraId="743B2476" w14:textId="77777777" w:rsidR="000B55CC" w:rsidRPr="005C3CE7" w:rsidRDefault="000B55CC" w:rsidP="000B55CC">
      <w:pPr>
        <w:autoSpaceDE w:val="0"/>
        <w:spacing w:line="276" w:lineRule="auto"/>
        <w:jc w:val="both"/>
        <w:rPr>
          <w:rFonts w:eastAsia="OfficinaSans-Bold"/>
          <w:bCs/>
          <w:szCs w:val="22"/>
        </w:rPr>
      </w:pPr>
      <w:r w:rsidRPr="005C3CE7">
        <w:rPr>
          <w:rFonts w:eastAsia="OfficinaSans-Bold"/>
          <w:bCs/>
          <w:szCs w:val="22"/>
        </w:rPr>
        <w:t>Dans le cadre de la réalisation de la clause sociale, JE M’ENGAGE ou NOUS NOUS ENGAGONS (rayer la mention inutile) à :</w:t>
      </w:r>
    </w:p>
    <w:p w14:paraId="1BF2AF84" w14:textId="205C8CE7" w:rsidR="000B55CC" w:rsidRPr="005C3CE7" w:rsidRDefault="000B55CC" w:rsidP="000B55CC">
      <w:pPr>
        <w:pStyle w:val="Paragraphedeliste"/>
        <w:widowControl/>
        <w:numPr>
          <w:ilvl w:val="0"/>
          <w:numId w:val="20"/>
        </w:numPr>
        <w:suppressAutoHyphens w:val="0"/>
        <w:autoSpaceDE w:val="0"/>
        <w:spacing w:line="276" w:lineRule="auto"/>
        <w:ind w:left="284" w:hanging="142"/>
        <w:contextualSpacing/>
        <w:jc w:val="both"/>
        <w:textAlignment w:val="auto"/>
        <w:rPr>
          <w:szCs w:val="22"/>
        </w:rPr>
      </w:pPr>
      <w:r w:rsidRPr="005C3CE7">
        <w:rPr>
          <w:rFonts w:eastAsia="OfficinaSans-Bold"/>
          <w:iCs/>
          <w:color w:val="000000"/>
          <w:szCs w:val="22"/>
        </w:rPr>
        <w:t>Respecter</w:t>
      </w:r>
      <w:r w:rsidRPr="005C3CE7">
        <w:rPr>
          <w:rFonts w:eastAsia="OfficinaSans-Bold"/>
          <w:iCs/>
          <w:color w:val="FF0000"/>
          <w:szCs w:val="22"/>
        </w:rPr>
        <w:t xml:space="preserve"> </w:t>
      </w:r>
      <w:r w:rsidRPr="005C3CE7">
        <w:rPr>
          <w:rFonts w:eastAsia="OfficinaSans-Bold"/>
          <w:iCs/>
          <w:color w:val="000000"/>
          <w:szCs w:val="22"/>
        </w:rPr>
        <w:t xml:space="preserve">le </w:t>
      </w:r>
      <w:r w:rsidRPr="005C3CE7">
        <w:rPr>
          <w:rFonts w:eastAsia="OfficinaSans-Bold"/>
          <w:b/>
          <w:iCs/>
          <w:color w:val="000000"/>
          <w:szCs w:val="22"/>
        </w:rPr>
        <w:t>Cahier des Clauses Administratives Particulières</w:t>
      </w:r>
      <w:r w:rsidRPr="005C3CE7">
        <w:rPr>
          <w:rFonts w:eastAsia="OfficinaSans-Bold"/>
          <w:iCs/>
          <w:color w:val="000000"/>
          <w:szCs w:val="22"/>
        </w:rPr>
        <w:t xml:space="preserve"> et notamment l’article </w:t>
      </w:r>
      <w:r w:rsidRPr="005C3CE7">
        <w:rPr>
          <w:rFonts w:eastAsia="OfficinaSans-Bold"/>
          <w:b/>
          <w:bCs/>
          <w:iCs/>
          <w:color w:val="000000"/>
          <w:szCs w:val="22"/>
        </w:rPr>
        <w:t>10</w:t>
      </w:r>
      <w:r w:rsidRPr="005C3CE7">
        <w:rPr>
          <w:rFonts w:eastAsia="OfficinaSans-Bold"/>
          <w:iCs/>
          <w:color w:val="000000"/>
          <w:szCs w:val="22"/>
        </w:rPr>
        <w:t>,</w:t>
      </w:r>
      <w:r w:rsidRPr="005C3CE7">
        <w:rPr>
          <w:rFonts w:eastAsia="OfficinaSans-Bold"/>
          <w:iCs/>
          <w:color w:val="0000CC"/>
          <w:szCs w:val="22"/>
        </w:rPr>
        <w:t xml:space="preserve"> </w:t>
      </w:r>
      <w:r w:rsidRPr="005C3CE7">
        <w:rPr>
          <w:rFonts w:eastAsia="OfficinaSans-Bold"/>
          <w:iCs/>
          <w:szCs w:val="22"/>
        </w:rPr>
        <w:t>relatif à la promotion de</w:t>
      </w:r>
      <w:r w:rsidRPr="005C3CE7">
        <w:rPr>
          <w:szCs w:val="22"/>
        </w:rPr>
        <w:t xml:space="preserve"> l’emploi des publics qui en sont éloignés,</w:t>
      </w:r>
    </w:p>
    <w:p w14:paraId="48441D1D" w14:textId="77777777" w:rsidR="000B55CC" w:rsidRPr="005C3CE7" w:rsidRDefault="000B55CC" w:rsidP="000B55CC">
      <w:pPr>
        <w:pStyle w:val="Paragraphedeliste"/>
        <w:autoSpaceDE w:val="0"/>
        <w:spacing w:line="276" w:lineRule="auto"/>
        <w:ind w:left="284"/>
        <w:jc w:val="both"/>
        <w:rPr>
          <w:rFonts w:eastAsia="OfficinaSans-Bold"/>
          <w:iCs/>
          <w:szCs w:val="22"/>
        </w:rPr>
      </w:pPr>
      <w:r w:rsidRPr="005C3CE7">
        <w:rPr>
          <w:rFonts w:eastAsia="OfficinaSans-Bold"/>
          <w:iCs/>
          <w:szCs w:val="22"/>
        </w:rPr>
        <w:t xml:space="preserve"> </w:t>
      </w:r>
    </w:p>
    <w:p w14:paraId="781DCA48" w14:textId="705D3EDC" w:rsidR="000B55CC" w:rsidRPr="005C3CE7" w:rsidRDefault="000B55CC" w:rsidP="000B55CC">
      <w:pPr>
        <w:pStyle w:val="Paragraphedeliste"/>
        <w:widowControl/>
        <w:numPr>
          <w:ilvl w:val="0"/>
          <w:numId w:val="20"/>
        </w:numPr>
        <w:suppressAutoHyphens w:val="0"/>
        <w:autoSpaceDE w:val="0"/>
        <w:spacing w:line="276" w:lineRule="auto"/>
        <w:ind w:left="284" w:hanging="142"/>
        <w:contextualSpacing/>
        <w:jc w:val="both"/>
        <w:textAlignment w:val="auto"/>
        <w:rPr>
          <w:szCs w:val="22"/>
        </w:rPr>
      </w:pPr>
      <w:r w:rsidRPr="005C3CE7">
        <w:rPr>
          <w:rFonts w:eastAsia="OfficinaSans-Bold"/>
          <w:iCs/>
          <w:color w:val="000000"/>
          <w:szCs w:val="22"/>
        </w:rPr>
        <w:t>Réserver,</w:t>
      </w:r>
      <w:r w:rsidRPr="005C3CE7">
        <w:rPr>
          <w:rFonts w:eastAsia="OfficinaSans-Bold"/>
          <w:iCs/>
          <w:szCs w:val="22"/>
        </w:rPr>
        <w:t xml:space="preserve"> dans l’exécution du marché, </w:t>
      </w:r>
      <w:r w:rsidRPr="005C3CE7">
        <w:rPr>
          <w:szCs w:val="22"/>
        </w:rPr>
        <w:t xml:space="preserve">une durée minimum de travail </w:t>
      </w:r>
      <w:r w:rsidRPr="005C3CE7">
        <w:rPr>
          <w:b/>
          <w:szCs w:val="22"/>
        </w:rPr>
        <w:t xml:space="preserve">au bénéfice des personnes en difficultés d’accès à l’emploi, </w:t>
      </w:r>
      <w:r w:rsidRPr="005C3CE7">
        <w:rPr>
          <w:szCs w:val="22"/>
        </w:rPr>
        <w:t xml:space="preserve">nécessaire </w:t>
      </w:r>
      <w:r w:rsidRPr="005C3CE7">
        <w:rPr>
          <w:rFonts w:eastAsia="OfficinaSans-Bold"/>
          <w:iCs/>
          <w:szCs w:val="22"/>
        </w:rPr>
        <w:t xml:space="preserve">à la mise en œuvre de l’action d’insertion selon l’article </w:t>
      </w:r>
      <w:r w:rsidRPr="005C3CE7">
        <w:rPr>
          <w:rFonts w:eastAsia="OfficinaSans-Bold"/>
          <w:b/>
          <w:iCs/>
          <w:szCs w:val="22"/>
        </w:rPr>
        <w:t>10</w:t>
      </w:r>
      <w:r w:rsidRPr="005C3CE7">
        <w:rPr>
          <w:rFonts w:eastAsia="OfficinaSans-Bold"/>
          <w:iCs/>
          <w:szCs w:val="22"/>
        </w:rPr>
        <w:t xml:space="preserve"> du CCAP, </w:t>
      </w:r>
    </w:p>
    <w:p w14:paraId="29E629D0" w14:textId="77777777" w:rsidR="000B55CC" w:rsidRPr="005C3CE7" w:rsidRDefault="000B55CC" w:rsidP="000B55CC">
      <w:pPr>
        <w:pStyle w:val="Paragraphedeliste"/>
        <w:spacing w:line="276" w:lineRule="auto"/>
        <w:jc w:val="both"/>
        <w:rPr>
          <w:rFonts w:eastAsia="OfficinaSans-Bold"/>
          <w:iCs/>
          <w:szCs w:val="22"/>
        </w:rPr>
      </w:pPr>
    </w:p>
    <w:p w14:paraId="7DDEDB90" w14:textId="77777777" w:rsidR="000B55CC" w:rsidRPr="005C3CE7" w:rsidRDefault="000B55CC" w:rsidP="000B55CC">
      <w:pPr>
        <w:pStyle w:val="Paragraphedeliste"/>
        <w:widowControl/>
        <w:numPr>
          <w:ilvl w:val="0"/>
          <w:numId w:val="20"/>
        </w:numPr>
        <w:suppressAutoHyphens w:val="0"/>
        <w:autoSpaceDE w:val="0"/>
        <w:spacing w:line="276" w:lineRule="auto"/>
        <w:ind w:left="284" w:hanging="142"/>
        <w:contextualSpacing/>
        <w:jc w:val="both"/>
        <w:textAlignment w:val="auto"/>
        <w:rPr>
          <w:rFonts w:eastAsia="OfficinaSans-Bold"/>
          <w:iCs/>
          <w:szCs w:val="22"/>
        </w:rPr>
      </w:pPr>
      <w:r w:rsidRPr="005C3CE7">
        <w:rPr>
          <w:rFonts w:eastAsia="OfficinaSans-Bold"/>
          <w:iCs/>
          <w:szCs w:val="22"/>
        </w:rPr>
        <w:t>Transmettre dans les délais impartis tous les renseignements relatifs à la mise en œuvre de l’action d’insertion.</w:t>
      </w:r>
    </w:p>
    <w:p w14:paraId="699A1CB2" w14:textId="77777777" w:rsidR="000B55CC" w:rsidRPr="005C3CE7" w:rsidRDefault="000B55CC" w:rsidP="000B55CC">
      <w:pPr>
        <w:pStyle w:val="Paragraphedeliste"/>
        <w:spacing w:line="276" w:lineRule="auto"/>
        <w:jc w:val="both"/>
        <w:rPr>
          <w:rFonts w:eastAsia="OfficinaSans-Bold"/>
          <w:iCs/>
          <w:szCs w:val="22"/>
        </w:rPr>
      </w:pPr>
    </w:p>
    <w:p w14:paraId="584BBC64" w14:textId="20E677F6" w:rsidR="000B55CC" w:rsidRPr="005C3CE7" w:rsidRDefault="000B55CC" w:rsidP="000B55CC">
      <w:pPr>
        <w:pStyle w:val="Paragraphedeliste"/>
        <w:autoSpaceDE w:val="0"/>
        <w:spacing w:line="276" w:lineRule="auto"/>
        <w:ind w:left="0"/>
        <w:jc w:val="both"/>
        <w:rPr>
          <w:szCs w:val="22"/>
        </w:rPr>
      </w:pPr>
      <w:r w:rsidRPr="005C3CE7">
        <w:rPr>
          <w:rFonts w:eastAsia="OfficinaSans-Bold"/>
          <w:iCs/>
          <w:color w:val="000000"/>
          <w:szCs w:val="22"/>
        </w:rPr>
        <w:t xml:space="preserve">Je déclare avoir pris connaissance des pénalités relatives au non-respect de l’obligation de réalisation de l’action d’insertion conformément à l’article </w:t>
      </w:r>
      <w:r w:rsidRPr="005C3CE7">
        <w:rPr>
          <w:rFonts w:eastAsia="OfficinaSans-Bold"/>
          <w:b/>
          <w:iCs/>
          <w:szCs w:val="22"/>
        </w:rPr>
        <w:t>10</w:t>
      </w:r>
      <w:r w:rsidRPr="005C3CE7">
        <w:rPr>
          <w:rFonts w:eastAsia="OfficinaSans-Bold"/>
          <w:b/>
          <w:iCs/>
          <w:color w:val="0000FF"/>
          <w:szCs w:val="22"/>
        </w:rPr>
        <w:t xml:space="preserve"> </w:t>
      </w:r>
      <w:r w:rsidRPr="005C3CE7">
        <w:rPr>
          <w:rFonts w:eastAsia="OfficinaSans-Bold"/>
          <w:iCs/>
          <w:color w:val="000000"/>
          <w:szCs w:val="22"/>
        </w:rPr>
        <w:t>du Cahier des Clauses Administratives Particulières.</w:t>
      </w:r>
    </w:p>
    <w:p w14:paraId="12247E75" w14:textId="77777777" w:rsidR="000B55CC" w:rsidRPr="005C3CE7" w:rsidRDefault="000B55CC">
      <w:pPr>
        <w:pStyle w:val="RedaliaNormal"/>
        <w:rPr>
          <w:sz w:val="24"/>
          <w:szCs w:val="22"/>
        </w:rPr>
      </w:pPr>
    </w:p>
    <w:p w14:paraId="47196B06" w14:textId="77777777" w:rsidR="009C7C84" w:rsidRDefault="008309C2">
      <w:pPr>
        <w:pStyle w:val="RedaliaNormal"/>
      </w:pPr>
      <w:r>
        <w:t>Fait en un seul original</w:t>
      </w:r>
    </w:p>
    <w:p w14:paraId="352BB101" w14:textId="77777777" w:rsidR="009C7C84" w:rsidRDefault="008309C2">
      <w:pPr>
        <w:pStyle w:val="RedaliaNormal"/>
        <w:tabs>
          <w:tab w:val="clear" w:pos="8505"/>
          <w:tab w:val="left" w:leader="dot" w:pos="9026"/>
        </w:tabs>
      </w:pPr>
      <w:r>
        <w:t xml:space="preserve">A : </w:t>
      </w:r>
      <w:r>
        <w:tab/>
      </w:r>
    </w:p>
    <w:p w14:paraId="68323573" w14:textId="77777777" w:rsidR="009C7C84" w:rsidRDefault="008309C2">
      <w:pPr>
        <w:pStyle w:val="RedaliaNormal"/>
        <w:tabs>
          <w:tab w:val="clear" w:pos="8505"/>
          <w:tab w:val="left" w:leader="dot" w:pos="9026"/>
        </w:tabs>
      </w:pPr>
      <w:r>
        <w:tab/>
      </w:r>
    </w:p>
    <w:p w14:paraId="69395E8E" w14:textId="77777777" w:rsidR="009C7C84" w:rsidRDefault="009C7C84">
      <w:pPr>
        <w:pStyle w:val="RedaliaNormal"/>
      </w:pPr>
    </w:p>
    <w:p w14:paraId="58ED6F5C" w14:textId="77777777" w:rsidR="009C7C84" w:rsidRDefault="008309C2">
      <w:pPr>
        <w:pStyle w:val="RedaliaNormal"/>
        <w:tabs>
          <w:tab w:val="clear" w:pos="8505"/>
          <w:tab w:val="left" w:leader="dot" w:pos="9026"/>
        </w:tabs>
      </w:pPr>
      <w:r>
        <w:t xml:space="preserve">Le : </w:t>
      </w:r>
      <w:r>
        <w:tab/>
      </w:r>
    </w:p>
    <w:p w14:paraId="27D60D57" w14:textId="77777777" w:rsidR="009C7C84" w:rsidRDefault="008309C2">
      <w:pPr>
        <w:pStyle w:val="RedaliaNormal"/>
        <w:tabs>
          <w:tab w:val="clear" w:pos="8505"/>
          <w:tab w:val="left" w:leader="dot" w:pos="9026"/>
        </w:tabs>
      </w:pPr>
      <w:r>
        <w:tab/>
      </w:r>
    </w:p>
    <w:p w14:paraId="59CA922E" w14:textId="77777777" w:rsidR="009C7C84" w:rsidRDefault="009C7C84">
      <w:pPr>
        <w:pStyle w:val="RedaliaNormal"/>
      </w:pPr>
    </w:p>
    <w:p w14:paraId="4B56C4CE" w14:textId="77777777" w:rsidR="009C7C84" w:rsidRDefault="008309C2">
      <w:pPr>
        <w:pStyle w:val="RedaliaNormal"/>
      </w:pPr>
      <w:r>
        <w:t>Mention(s) manuscrite(s)</w:t>
      </w:r>
    </w:p>
    <w:p w14:paraId="5AC8E15C" w14:textId="77777777" w:rsidR="009C7C84" w:rsidRDefault="008309C2">
      <w:pPr>
        <w:pStyle w:val="RedaliaNormal"/>
        <w:rPr>
          <w:i/>
          <w:iCs/>
        </w:rPr>
      </w:pPr>
      <w:r>
        <w:rPr>
          <w:i/>
          <w:iCs/>
        </w:rPr>
        <w:t>« Lu et approuvé »</w:t>
      </w:r>
    </w:p>
    <w:p w14:paraId="677A6E0C" w14:textId="77777777" w:rsidR="009C7C84" w:rsidRDefault="009C7C84">
      <w:pPr>
        <w:pStyle w:val="RedaliaNormal"/>
      </w:pPr>
    </w:p>
    <w:p w14:paraId="5EDCA437" w14:textId="77777777" w:rsidR="009C7C84" w:rsidRDefault="008309C2">
      <w:pPr>
        <w:pStyle w:val="RedaliaNormal"/>
      </w:pPr>
      <w:r>
        <w:t>Signature(s) du titulaire, ou, en cas de groupement d’entreprises, du mandataire habilité ou de chaque membre du groupement :</w:t>
      </w:r>
    </w:p>
    <w:p w14:paraId="5194B45C" w14:textId="77777777" w:rsidR="009C7C84" w:rsidRDefault="009C7C84">
      <w:pPr>
        <w:pStyle w:val="RedaliaNormal"/>
      </w:pPr>
    </w:p>
    <w:p w14:paraId="50D81A38" w14:textId="77777777" w:rsidR="009C7C84" w:rsidRDefault="008309C2">
      <w:pPr>
        <w:pStyle w:val="RedaliaNormal"/>
        <w:tabs>
          <w:tab w:val="clear" w:pos="8505"/>
          <w:tab w:val="left" w:leader="dot" w:pos="9026"/>
        </w:tabs>
      </w:pPr>
      <w:r>
        <w:tab/>
      </w:r>
    </w:p>
    <w:p w14:paraId="0D72A64C" w14:textId="77777777" w:rsidR="009C7C84" w:rsidRDefault="008309C2">
      <w:pPr>
        <w:pStyle w:val="RedaliaNormal"/>
        <w:tabs>
          <w:tab w:val="clear" w:pos="8505"/>
          <w:tab w:val="left" w:leader="dot" w:pos="9026"/>
        </w:tabs>
      </w:pPr>
      <w:r>
        <w:tab/>
      </w:r>
    </w:p>
    <w:p w14:paraId="02625DD2" w14:textId="77777777" w:rsidR="009C7C84" w:rsidRDefault="008309C2">
      <w:pPr>
        <w:pStyle w:val="RedaliaNormal"/>
        <w:tabs>
          <w:tab w:val="clear" w:pos="8505"/>
          <w:tab w:val="left" w:leader="dot" w:pos="9026"/>
        </w:tabs>
      </w:pPr>
      <w:r>
        <w:tab/>
      </w:r>
    </w:p>
    <w:p w14:paraId="12B5FB36" w14:textId="77777777" w:rsidR="009C7C84" w:rsidRDefault="009C7C84">
      <w:pPr>
        <w:pStyle w:val="RedaliaNormal"/>
      </w:pPr>
    </w:p>
    <w:p w14:paraId="205935B9" w14:textId="77777777" w:rsidR="000B55CC" w:rsidRDefault="000B55CC">
      <w:pPr>
        <w:pStyle w:val="RedaliaNormal"/>
      </w:pPr>
    </w:p>
    <w:p w14:paraId="6A7309C1" w14:textId="77777777" w:rsidR="009C7C84" w:rsidRDefault="008309C2">
      <w:pPr>
        <w:pStyle w:val="RedaliaTitre1"/>
      </w:pPr>
      <w:bookmarkStart w:id="35" w:name="_Toc208587610"/>
      <w:r>
        <w:lastRenderedPageBreak/>
        <w:t>Acceptation de l’offre</w:t>
      </w:r>
      <w:bookmarkEnd w:id="35"/>
    </w:p>
    <w:p w14:paraId="5A4A185D" w14:textId="77777777" w:rsidR="009C7C84" w:rsidRDefault="009C7C84">
      <w:pPr>
        <w:pStyle w:val="RedaliaNormal"/>
      </w:pPr>
    </w:p>
    <w:p w14:paraId="67958D29" w14:textId="77777777" w:rsidR="009C7C84" w:rsidRDefault="008309C2">
      <w:pPr>
        <w:pStyle w:val="RedaliaNormal"/>
      </w:pPr>
      <w:r>
        <w:t>Le présent accord-cadre se trouve ainsi conclu aux conditions ci-avant.</w:t>
      </w:r>
    </w:p>
    <w:p w14:paraId="6F5554E1" w14:textId="77777777" w:rsidR="009C7C84" w:rsidRDefault="009C7C84">
      <w:pPr>
        <w:pStyle w:val="RedaliaNormal"/>
      </w:pPr>
    </w:p>
    <w:p w14:paraId="37A626A9" w14:textId="77777777" w:rsidR="009C7C84" w:rsidRDefault="008309C2">
      <w:pPr>
        <w:pStyle w:val="RedaliaNormal"/>
      </w:pPr>
      <w:r>
        <w:t>Les sous-traitants proposés dans les actes de sous-traitance annexés au présent acte d’engagement sont acceptés comme ayant droit au paiement direct et les conditions de paiement indiquées sont agréées.</w:t>
      </w:r>
    </w:p>
    <w:p w14:paraId="7C260306" w14:textId="77777777" w:rsidR="009C7C84" w:rsidRDefault="009C7C84">
      <w:pPr>
        <w:pStyle w:val="RedaliaNormal"/>
      </w:pPr>
    </w:p>
    <w:p w14:paraId="594EF105" w14:textId="77777777" w:rsidR="009C7C84" w:rsidRDefault="008309C2">
      <w:pPr>
        <w:pStyle w:val="RedaliaNormal"/>
      </w:pPr>
      <w:r>
        <w:t>Est acceptée la présente offre pour valoir acte d’engagement.</w:t>
      </w:r>
    </w:p>
    <w:p w14:paraId="44811FC3" w14:textId="77777777" w:rsidR="009C7C84" w:rsidRDefault="009C7C84">
      <w:pPr>
        <w:pStyle w:val="RedaliaNormal"/>
      </w:pPr>
    </w:p>
    <w:p w14:paraId="28AC589A" w14:textId="77777777" w:rsidR="009C7C84" w:rsidRDefault="008309C2">
      <w:pPr>
        <w:pStyle w:val="RedaliaNormal"/>
        <w:tabs>
          <w:tab w:val="clear" w:pos="8505"/>
          <w:tab w:val="left" w:leader="dot" w:pos="4140"/>
          <w:tab w:val="left" w:pos="8640"/>
        </w:tabs>
      </w:pPr>
      <w:r>
        <w:t>A :</w:t>
      </w:r>
      <w:r>
        <w:tab/>
      </w:r>
    </w:p>
    <w:p w14:paraId="76CFE0D6" w14:textId="77777777" w:rsidR="009C7C84" w:rsidRDefault="008309C2">
      <w:pPr>
        <w:pStyle w:val="RedaliaNormal"/>
        <w:tabs>
          <w:tab w:val="clear" w:pos="8505"/>
          <w:tab w:val="left" w:leader="dot" w:pos="4140"/>
          <w:tab w:val="left" w:pos="8640"/>
        </w:tabs>
      </w:pPr>
      <w:r>
        <w:t>Le :</w:t>
      </w:r>
      <w:r>
        <w:tab/>
      </w:r>
    </w:p>
    <w:p w14:paraId="1FF16A3B" w14:textId="77777777" w:rsidR="009C7C84" w:rsidRDefault="009C7C84">
      <w:pPr>
        <w:pStyle w:val="RedaliaNormal"/>
        <w:tabs>
          <w:tab w:val="clear" w:pos="8505"/>
          <w:tab w:val="left" w:leader="dot" w:pos="4140"/>
          <w:tab w:val="left" w:pos="8640"/>
        </w:tabs>
      </w:pPr>
    </w:p>
    <w:p w14:paraId="0B850FE9" w14:textId="77777777" w:rsidR="009C7C84" w:rsidRDefault="008309C2">
      <w:pPr>
        <w:pStyle w:val="RedaliaNormal"/>
        <w:tabs>
          <w:tab w:val="clear" w:pos="8505"/>
          <w:tab w:val="left" w:leader="dot" w:pos="4140"/>
          <w:tab w:val="left" w:pos="8640"/>
        </w:tabs>
      </w:pPr>
      <w:r>
        <w:t>Le pouvoir adjudicateur,</w:t>
      </w:r>
    </w:p>
    <w:p w14:paraId="0AC01326" w14:textId="77777777" w:rsidR="009C7C84" w:rsidRDefault="008309C2">
      <w:pPr>
        <w:pStyle w:val="RedaliaNormal"/>
        <w:tabs>
          <w:tab w:val="clear" w:pos="8505"/>
          <w:tab w:val="left" w:leader="dot" w:pos="4140"/>
          <w:tab w:val="left" w:pos="8640"/>
        </w:tabs>
        <w:rPr>
          <w:color w:val="FFFFFF"/>
        </w:rPr>
      </w:pPr>
      <w:r>
        <w:rPr>
          <w:color w:val="FFFFFF"/>
        </w:rPr>
        <w:t>#signature#</w:t>
      </w:r>
    </w:p>
    <w:p w14:paraId="05AB4072" w14:textId="77777777" w:rsidR="009C7C84" w:rsidRDefault="009C7C84">
      <w:pPr>
        <w:pStyle w:val="RedaliaNormal"/>
        <w:tabs>
          <w:tab w:val="clear" w:pos="8505"/>
          <w:tab w:val="left" w:leader="dot" w:pos="4140"/>
          <w:tab w:val="left" w:pos="8640"/>
        </w:tabs>
        <w:rPr>
          <w:sz w:val="14"/>
          <w:szCs w:val="12"/>
        </w:rPr>
      </w:pPr>
    </w:p>
    <w:p w14:paraId="15D40C44" w14:textId="77777777" w:rsidR="009C7C84" w:rsidRDefault="008309C2">
      <w:pPr>
        <w:pStyle w:val="RdaliaTitreparagraphe"/>
      </w:pPr>
      <w:r>
        <w:t>Date d'effet de l'accord-cadre</w:t>
      </w:r>
    </w:p>
    <w:p w14:paraId="02E73EAF" w14:textId="77777777" w:rsidR="009C7C84" w:rsidRDefault="008309C2">
      <w:pPr>
        <w:pStyle w:val="RedaliaNormal"/>
      </w:pPr>
      <w:r>
        <w:t>Reçu notification de l'accord-cadre le :</w:t>
      </w:r>
      <w:r>
        <w:tab/>
      </w:r>
    </w:p>
    <w:p w14:paraId="7C5C78F7" w14:textId="77777777" w:rsidR="009C7C84" w:rsidRDefault="008309C2">
      <w:pPr>
        <w:pStyle w:val="RedaliaNormal"/>
        <w:ind w:left="1134"/>
      </w:pPr>
      <w:r>
        <w:rPr>
          <w:rFonts w:ascii="Wingdings" w:eastAsia="Wingdings" w:hAnsi="Wingdings" w:cs="Wingdings"/>
          <w:szCs w:val="22"/>
        </w:rPr>
        <w:t></w:t>
      </w:r>
      <w:r>
        <w:t xml:space="preserve"> Le prestataire</w:t>
      </w:r>
    </w:p>
    <w:p w14:paraId="0299A12F" w14:textId="77777777" w:rsidR="009C7C84" w:rsidRDefault="008309C2">
      <w:pPr>
        <w:pStyle w:val="RedaliaNormal"/>
        <w:ind w:left="1134"/>
      </w:pPr>
      <w:r>
        <w:rPr>
          <w:rFonts w:ascii="Wingdings" w:eastAsia="Wingdings" w:hAnsi="Wingdings" w:cs="Wingdings"/>
          <w:szCs w:val="22"/>
        </w:rPr>
        <w:t></w:t>
      </w:r>
      <w:r>
        <w:t xml:space="preserve"> Le mandataire du groupement</w:t>
      </w:r>
    </w:p>
    <w:p w14:paraId="5AC93F72" w14:textId="77777777" w:rsidR="009C7C84" w:rsidRDefault="009C7C84">
      <w:pPr>
        <w:pStyle w:val="RedaliaNormal"/>
      </w:pPr>
    </w:p>
    <w:p w14:paraId="7593DB2B" w14:textId="77777777" w:rsidR="009C7C84" w:rsidRDefault="008309C2">
      <w:pPr>
        <w:pStyle w:val="RedaliaNormal"/>
      </w:pPr>
      <w:r>
        <w:t>Reçu l'avis de réception postal de la notification de l'accord-cadre signé le :</w:t>
      </w:r>
      <w:r>
        <w:tab/>
      </w:r>
    </w:p>
    <w:p w14:paraId="444C00E6" w14:textId="77777777" w:rsidR="009C7C84" w:rsidRDefault="008309C2">
      <w:pPr>
        <w:pStyle w:val="RedaliaNormal"/>
        <w:ind w:left="1134"/>
      </w:pPr>
      <w:r>
        <w:rPr>
          <w:rFonts w:ascii="Wingdings" w:eastAsia="Wingdings" w:hAnsi="Wingdings" w:cs="Wingdings"/>
          <w:szCs w:val="22"/>
        </w:rPr>
        <w:t></w:t>
      </w:r>
      <w:r>
        <w:t xml:space="preserve"> Par le prestataire</w:t>
      </w:r>
    </w:p>
    <w:p w14:paraId="32CB5032" w14:textId="77777777" w:rsidR="009C7C84" w:rsidRDefault="008309C2">
      <w:pPr>
        <w:pStyle w:val="RedaliaNormal"/>
        <w:ind w:left="1134"/>
      </w:pPr>
      <w:r>
        <w:rPr>
          <w:rFonts w:ascii="Wingdings" w:eastAsia="Wingdings" w:hAnsi="Wingdings" w:cs="Wingdings"/>
          <w:szCs w:val="22"/>
        </w:rPr>
        <w:t></w:t>
      </w:r>
      <w:r>
        <w:t xml:space="preserve"> Par le mandataire du groupement destinataire</w:t>
      </w:r>
    </w:p>
    <w:p w14:paraId="3CD0636F" w14:textId="77777777" w:rsidR="009C7C84" w:rsidRDefault="009C7C84">
      <w:pPr>
        <w:pStyle w:val="RedaliaNormal"/>
      </w:pPr>
    </w:p>
    <w:p w14:paraId="218367ED" w14:textId="77777777" w:rsidR="009C7C84" w:rsidRDefault="008309C2">
      <w:pPr>
        <w:pStyle w:val="RedaliaNormal"/>
      </w:pPr>
      <w:r>
        <w:t>Pour le représentant du pouvoir adjudicateur,</w:t>
      </w:r>
    </w:p>
    <w:p w14:paraId="4936B754" w14:textId="77777777" w:rsidR="009C7C84" w:rsidRDefault="009C7C84">
      <w:pPr>
        <w:pStyle w:val="RedaliaNormal"/>
      </w:pPr>
    </w:p>
    <w:p w14:paraId="5323EF40" w14:textId="77777777" w:rsidR="009C7C84" w:rsidRDefault="008309C2">
      <w:pPr>
        <w:pStyle w:val="RedaliaNormal"/>
      </w:pPr>
      <w:r>
        <w:t xml:space="preserve">A : ………………………, Le : ……………………… </w:t>
      </w:r>
      <w:r>
        <w:rPr>
          <w:i/>
          <w:iCs/>
          <w:sz w:val="20"/>
          <w:szCs w:val="18"/>
        </w:rPr>
        <w:t>(Date d'apposition de la signature ci-après)</w:t>
      </w:r>
    </w:p>
    <w:p w14:paraId="249E4D02" w14:textId="77777777" w:rsidR="009C7C84" w:rsidRDefault="008309C2">
      <w:pPr>
        <w:pStyle w:val="RedaliaNormal"/>
        <w:ind w:left="4678"/>
        <w:rPr>
          <w:color w:val="FFFFFF"/>
        </w:rPr>
      </w:pPr>
      <w:r>
        <w:rPr>
          <w:color w:val="FFFFFF"/>
        </w:rPr>
        <w:t>#signature#</w:t>
      </w:r>
    </w:p>
    <w:p w14:paraId="67FD08A3" w14:textId="77777777" w:rsidR="009C7C84" w:rsidRDefault="008309C2">
      <w:pPr>
        <w:pStyle w:val="RedaliaNormal"/>
        <w:ind w:left="4962"/>
      </w:pPr>
      <w:r>
        <w:tab/>
      </w:r>
    </w:p>
    <w:p w14:paraId="714136EB" w14:textId="77777777" w:rsidR="009C7C84" w:rsidRDefault="009C7C84">
      <w:pPr>
        <w:pStyle w:val="RedaliaNormal"/>
      </w:pPr>
    </w:p>
    <w:p w14:paraId="6DE4D02D" w14:textId="77777777" w:rsidR="009C7C84" w:rsidRDefault="009C7C84">
      <w:pPr>
        <w:pStyle w:val="RedaliaNormal"/>
        <w:pageBreakBefore/>
      </w:pPr>
    </w:p>
    <w:p w14:paraId="7E134375" w14:textId="77777777" w:rsidR="009C7C84" w:rsidRDefault="008309C2">
      <w:pPr>
        <w:pStyle w:val="RdaliaTitredossier"/>
      </w:pPr>
      <w:r>
        <w:t>Annexe à l’acte d’engagement</w:t>
      </w:r>
    </w:p>
    <w:p w14:paraId="440FDC1C" w14:textId="77777777" w:rsidR="009C7C84" w:rsidRDefault="009C7C84">
      <w:pPr>
        <w:pStyle w:val="RdaliaTitredossier"/>
      </w:pPr>
    </w:p>
    <w:p w14:paraId="2F7BFAB6" w14:textId="77777777" w:rsidR="009C7C84" w:rsidRDefault="008309C2">
      <w:pPr>
        <w:pStyle w:val="RdaliaTitredossier"/>
      </w:pPr>
      <w:r>
        <w:t>NANTISSEMENT OU CESSION DE CREANCES</w:t>
      </w:r>
    </w:p>
    <w:p w14:paraId="424DD81B" w14:textId="77777777" w:rsidR="009C7C84" w:rsidRDefault="009C7C84">
      <w:pPr>
        <w:pStyle w:val="RedaliaNormal"/>
      </w:pPr>
    </w:p>
    <w:p w14:paraId="3F68624B" w14:textId="77777777" w:rsidR="009C7C84" w:rsidRDefault="008309C2">
      <w:pPr>
        <w:pStyle w:val="RedaliaNormal"/>
      </w:pPr>
      <w:r>
        <w:rPr>
          <w:b/>
        </w:rPr>
        <w:t>● Identification de l’acheteur</w:t>
      </w:r>
    </w:p>
    <w:p w14:paraId="228FB2F6" w14:textId="77777777" w:rsidR="009C7C84" w:rsidRDefault="008309C2">
      <w:pPr>
        <w:pStyle w:val="RedaliaNormal"/>
      </w:pPr>
      <w:r>
        <w:t>Désignation de l’acheteur :</w:t>
      </w:r>
    </w:p>
    <w:p w14:paraId="7DD1476D" w14:textId="77777777" w:rsidR="009C7C84" w:rsidRDefault="008309C2">
      <w:pPr>
        <w:pStyle w:val="RedaliaNormal"/>
      </w:pPr>
      <w:r>
        <w:t>SIRET : 18690155900069</w:t>
      </w:r>
    </w:p>
    <w:p w14:paraId="60AE2C6A" w14:textId="77777777" w:rsidR="009C7C84" w:rsidRDefault="008309C2">
      <w:pPr>
        <w:pStyle w:val="RedaliaNormal"/>
      </w:pPr>
      <w:r>
        <w:t>Nom : Agence de l'Eau Rhône Méditerranée Corse</w:t>
      </w:r>
    </w:p>
    <w:p w14:paraId="14EAB640" w14:textId="0568EE0F" w:rsidR="009C7C84" w:rsidRDefault="008309C2">
      <w:pPr>
        <w:pStyle w:val="RedaliaNormal"/>
      </w:pPr>
      <w:r>
        <w:t>Adresse : 2-4 Allée de Lodz 69363 LYON Cedex 07</w:t>
      </w:r>
    </w:p>
    <w:p w14:paraId="0B5E83A1" w14:textId="77777777" w:rsidR="009C7C84" w:rsidRDefault="009C7C84">
      <w:pPr>
        <w:pStyle w:val="RedaliaNormal"/>
      </w:pPr>
    </w:p>
    <w:p w14:paraId="43EC6AD0" w14:textId="77777777" w:rsidR="009C7C84" w:rsidRDefault="008309C2">
      <w:pPr>
        <w:pStyle w:val="RedaliaNormal"/>
      </w:pPr>
      <w:r>
        <w:t>Désignation de la personne habilitée à donner les renseignements prévus aux articles R. 2191-60 et R. 2391-28 du Code de la commande publique : M. Nicolas MOURLON Directeur Général de l’Agence de l’eau Rhône Méditerranée Corse, Personne Représentant l'acheteur.</w:t>
      </w:r>
    </w:p>
    <w:p w14:paraId="5FCA97A9" w14:textId="77777777" w:rsidR="009C7C84" w:rsidRDefault="009C7C84">
      <w:pPr>
        <w:pStyle w:val="RedaliaNormal"/>
      </w:pPr>
    </w:p>
    <w:p w14:paraId="7A291006" w14:textId="77777777" w:rsidR="009C7C84" w:rsidRDefault="008309C2">
      <w:pPr>
        <w:pStyle w:val="RedaliaNormal"/>
      </w:pPr>
      <w:r>
        <w:t>Désignation du comptable public assignataire : Madame l'Agent Comptable 2-4 Allée de Lodz 69363 Lyon Cedex 07</w:t>
      </w:r>
    </w:p>
    <w:p w14:paraId="1458AA06" w14:textId="77777777" w:rsidR="009C7C84" w:rsidRDefault="009C7C84">
      <w:pPr>
        <w:pStyle w:val="RedaliaNormal"/>
      </w:pPr>
    </w:p>
    <w:p w14:paraId="287F54C4" w14:textId="77777777" w:rsidR="009C7C84" w:rsidRDefault="008309C2">
      <w:pPr>
        <w:pStyle w:val="RedaliaNormal"/>
      </w:pPr>
      <w:r>
        <w:rPr>
          <w:b/>
        </w:rPr>
        <w:t>● Identification du créancier au titre du marché public</w:t>
      </w:r>
    </w:p>
    <w:p w14:paraId="37E3999A" w14:textId="77777777" w:rsidR="009C7C84" w:rsidRDefault="008309C2">
      <w:pPr>
        <w:pStyle w:val="RedaliaNormal"/>
      </w:pPr>
      <w:r>
        <w:t>Désignation du créancier : ............................</w:t>
      </w:r>
    </w:p>
    <w:p w14:paraId="31887DD7" w14:textId="77777777" w:rsidR="009C7C84" w:rsidRDefault="008309C2">
      <w:pPr>
        <w:pStyle w:val="RedaliaNormal"/>
      </w:pPr>
      <w:r>
        <w:t>SIRET : ............................</w:t>
      </w:r>
    </w:p>
    <w:p w14:paraId="5C50733A" w14:textId="77777777" w:rsidR="009C7C84" w:rsidRDefault="008309C2">
      <w:pPr>
        <w:pStyle w:val="RedaliaNormal"/>
      </w:pPr>
      <w:r>
        <w:t>Raison sociale : ............................</w:t>
      </w:r>
    </w:p>
    <w:p w14:paraId="156154E9" w14:textId="77777777" w:rsidR="009C7C84" w:rsidRDefault="008309C2">
      <w:pPr>
        <w:pStyle w:val="RedaliaNormal"/>
      </w:pPr>
      <w:r>
        <w:t>Adresse : ............................</w:t>
      </w:r>
    </w:p>
    <w:p w14:paraId="52032424" w14:textId="77777777" w:rsidR="009C7C84" w:rsidRDefault="009C7C84">
      <w:pPr>
        <w:pStyle w:val="RedaliaNormal"/>
      </w:pPr>
    </w:p>
    <w:p w14:paraId="5D8E6D71" w14:textId="77777777" w:rsidR="009C7C84" w:rsidRDefault="008309C2">
      <w:pPr>
        <w:pStyle w:val="RedaliaNormal"/>
      </w:pPr>
      <w:r>
        <w:t>Coordonnées bancaires du créancier :</w:t>
      </w:r>
    </w:p>
    <w:p w14:paraId="3C096543" w14:textId="77777777" w:rsidR="009C7C84" w:rsidRDefault="008309C2">
      <w:pPr>
        <w:pStyle w:val="RedaliaNormal"/>
      </w:pPr>
      <w:r>
        <w:t>IBAN : ............................</w:t>
      </w:r>
    </w:p>
    <w:p w14:paraId="4F7E93AE" w14:textId="77777777" w:rsidR="009C7C84" w:rsidRDefault="009C7C84">
      <w:pPr>
        <w:pStyle w:val="RedaliaNormal"/>
      </w:pPr>
    </w:p>
    <w:p w14:paraId="45F459F8" w14:textId="77777777" w:rsidR="009C7C84" w:rsidRDefault="008309C2">
      <w:pPr>
        <w:pStyle w:val="RedaliaNormal"/>
      </w:pPr>
      <w:r>
        <w:t>Renseignements complémentaires sur le créancier :</w:t>
      </w:r>
    </w:p>
    <w:tbl>
      <w:tblPr>
        <w:tblW w:w="9778" w:type="dxa"/>
        <w:tblLayout w:type="fixed"/>
        <w:tblCellMar>
          <w:left w:w="10" w:type="dxa"/>
          <w:right w:w="10" w:type="dxa"/>
        </w:tblCellMar>
        <w:tblLook w:val="0000" w:firstRow="0" w:lastRow="0" w:firstColumn="0" w:lastColumn="0" w:noHBand="0" w:noVBand="0"/>
      </w:tblPr>
      <w:tblGrid>
        <w:gridCol w:w="3085"/>
        <w:gridCol w:w="4394"/>
        <w:gridCol w:w="2299"/>
      </w:tblGrid>
      <w:tr w:rsidR="009C7C84" w14:paraId="7CE0C7DF"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2C5E2D" w14:textId="77777777" w:rsidR="009C7C84" w:rsidRDefault="008309C2">
            <w:pPr>
              <w:pStyle w:val="RedaliaNormal"/>
              <w:rPr>
                <w:rFonts w:cs="Calibri"/>
              </w:rPr>
            </w:pPr>
            <w:r>
              <w:rPr>
                <w:rFonts w:cs="Calibri"/>
              </w:rPr>
              <w:t>Titulaire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25D172" w14:textId="77777777" w:rsidR="009C7C84" w:rsidRDefault="008309C2">
            <w:pPr>
              <w:pStyle w:val="RedaliaNormal"/>
            </w:pPr>
            <w:r>
              <w:rPr>
                <w:rFonts w:cs="Calibri"/>
              </w:rPr>
              <w:t xml:space="preserve"> </w:t>
            </w:r>
          </w:p>
        </w:tc>
      </w:tr>
      <w:tr w:rsidR="009C7C84" w14:paraId="0727D976"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609E76" w14:textId="77777777" w:rsidR="009C7C84" w:rsidRDefault="008309C2">
            <w:pPr>
              <w:pStyle w:val="RedaliaNormal"/>
              <w:rPr>
                <w:rFonts w:cs="Calibri"/>
              </w:rPr>
            </w:pPr>
            <w:r>
              <w:rPr>
                <w:rFonts w:cs="Calibri"/>
              </w:rPr>
              <w:t>Sous-traitant de premier rang</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ABF6CC" w14:textId="77777777" w:rsidR="009C7C84" w:rsidRDefault="008309C2">
            <w:pPr>
              <w:pStyle w:val="RedaliaNormal"/>
            </w:pPr>
            <w:r>
              <w:rPr>
                <w:rFonts w:cs="Calibri"/>
              </w:rPr>
              <w:t xml:space="preserve"> </w:t>
            </w:r>
          </w:p>
        </w:tc>
      </w:tr>
      <w:tr w:rsidR="009C7C84" w14:paraId="11B7DF52"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CE462E" w14:textId="77777777" w:rsidR="009C7C84" w:rsidRDefault="008309C2">
            <w:pPr>
              <w:pStyle w:val="RedaliaNormal"/>
              <w:rPr>
                <w:rFonts w:cs="Calibri"/>
              </w:rPr>
            </w:pPr>
            <w:r>
              <w:rPr>
                <w:rFonts w:cs="Calibri"/>
              </w:rPr>
              <w:t>Membre d’un groupement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672308" w14:textId="77777777" w:rsidR="009C7C84" w:rsidRDefault="008309C2">
            <w:pPr>
              <w:pStyle w:val="RedaliaNormal"/>
            </w:pPr>
            <w:r>
              <w:rPr>
                <w:rFonts w:cs="Calibri"/>
              </w:rPr>
              <w:t xml:space="preserve"> </w:t>
            </w:r>
          </w:p>
        </w:tc>
      </w:tr>
      <w:tr w:rsidR="009C7C84" w14:paraId="47D190F3"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FF1877" w14:textId="77777777" w:rsidR="009C7C84" w:rsidRDefault="008309C2">
            <w:pPr>
              <w:pStyle w:val="RedaliaNormal"/>
              <w:rPr>
                <w:rFonts w:cs="Calibri"/>
              </w:rPr>
            </w:pPr>
            <w:r>
              <w:rPr>
                <w:rFonts w:cs="Calibri"/>
              </w:rPr>
              <w:t>Membre d’un groupement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5A789B" w14:textId="77777777" w:rsidR="009C7C84" w:rsidRDefault="008309C2">
            <w:pPr>
              <w:pStyle w:val="RedaliaNormal"/>
            </w:pPr>
            <w:r>
              <w:rPr>
                <w:rFonts w:cs="Calibri"/>
              </w:rPr>
              <w:t xml:space="preserve"> </w:t>
            </w:r>
          </w:p>
        </w:tc>
      </w:tr>
      <w:tr w:rsidR="009C7C84" w14:paraId="09DF8EBE"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DB28E6C" w14:textId="77777777" w:rsidR="009C7C84" w:rsidRDefault="008309C2">
            <w:pPr>
              <w:pStyle w:val="RedaliaNormal"/>
              <w:rPr>
                <w:rFonts w:cs="Calibri"/>
              </w:rPr>
            </w:pPr>
            <w:r>
              <w:rPr>
                <w:rFonts w:cs="Calibri"/>
              </w:rPr>
              <w:t>Mandataire solidaire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0E9E66" w14:textId="77777777" w:rsidR="009C7C84" w:rsidRDefault="008309C2">
            <w:pPr>
              <w:pStyle w:val="RedaliaNormal"/>
            </w:pPr>
            <w:r>
              <w:rPr>
                <w:rFonts w:cs="Calibri"/>
              </w:rPr>
              <w:t xml:space="preserve"> </w:t>
            </w:r>
          </w:p>
        </w:tc>
      </w:tr>
      <w:tr w:rsidR="009C7C84" w14:paraId="3C7D3FE4"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73C0C6" w14:textId="77777777" w:rsidR="009C7C84" w:rsidRDefault="008309C2">
            <w:pPr>
              <w:pStyle w:val="RedaliaNormal"/>
              <w:rPr>
                <w:rFonts w:cs="Calibri"/>
              </w:rPr>
            </w:pPr>
            <w:r>
              <w:rPr>
                <w:rFonts w:cs="Calibri"/>
              </w:rPr>
              <w:t>Mandataire conjoint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B75D25" w14:textId="77777777" w:rsidR="009C7C84" w:rsidRDefault="008309C2">
            <w:pPr>
              <w:pStyle w:val="RedaliaNormal"/>
            </w:pPr>
            <w:r>
              <w:rPr>
                <w:rFonts w:cs="Calibri"/>
              </w:rPr>
              <w:t xml:space="preserve"> </w:t>
            </w:r>
          </w:p>
        </w:tc>
      </w:tr>
      <w:tr w:rsidR="009C7C84" w14:paraId="5D2D02A8"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08D370" w14:textId="77777777" w:rsidR="009C7C84" w:rsidRDefault="008309C2">
            <w:pPr>
              <w:pStyle w:val="RedaliaNormal"/>
              <w:rPr>
                <w:rFonts w:cs="Calibri"/>
              </w:rPr>
            </w:pPr>
            <w:r>
              <w:rPr>
                <w:rFonts w:cs="Calibri"/>
              </w:rPr>
              <w:t>Agissant pour son propre compte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A43FB5" w14:textId="77777777" w:rsidR="009C7C84" w:rsidRDefault="008309C2">
            <w:pPr>
              <w:pStyle w:val="RedaliaNormal"/>
            </w:pPr>
            <w:r>
              <w:rPr>
                <w:rFonts w:cs="Calibri"/>
              </w:rPr>
              <w:t xml:space="preserve"> </w:t>
            </w:r>
          </w:p>
        </w:tc>
      </w:tr>
      <w:tr w:rsidR="009C7C84" w14:paraId="311B7193" w14:textId="77777777">
        <w:tc>
          <w:tcPr>
            <w:tcW w:w="7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CBC332" w14:textId="77777777" w:rsidR="009C7C84" w:rsidRDefault="008309C2">
            <w:pPr>
              <w:pStyle w:val="RedaliaNormal"/>
              <w:rPr>
                <w:rFonts w:cs="Calibri"/>
              </w:rPr>
            </w:pPr>
            <w:r>
              <w:rPr>
                <w:rFonts w:cs="Calibri"/>
              </w:rPr>
              <w:t>Habilité à céder ou nantir la créance du groupement</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0C18AC" w14:textId="77777777" w:rsidR="009C7C84" w:rsidRDefault="008309C2">
            <w:pPr>
              <w:pStyle w:val="RedaliaNormal"/>
            </w:pPr>
            <w:r>
              <w:rPr>
                <w:rFonts w:cs="Calibri"/>
              </w:rPr>
              <w:t xml:space="preserve"> </w:t>
            </w:r>
          </w:p>
        </w:tc>
      </w:tr>
      <w:tr w:rsidR="009C7C84" w14:paraId="3095618E" w14:textId="77777777">
        <w:tc>
          <w:tcPr>
            <w:tcW w:w="30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E0EE3F" w14:textId="77777777" w:rsidR="009C7C84" w:rsidRDefault="008309C2">
            <w:pPr>
              <w:pStyle w:val="RedaliaNormal"/>
              <w:rPr>
                <w:rFonts w:cs="Calibri"/>
              </w:rPr>
            </w:pPr>
            <w:r>
              <w:rPr>
                <w:rFonts w:cs="Calibri"/>
              </w:rPr>
              <w:t>Dans ce dernier cas, indiquer la référence de l’habilitation :</w:t>
            </w:r>
          </w:p>
        </w:tc>
        <w:tc>
          <w:tcPr>
            <w:tcW w:w="669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4209232" w14:textId="77777777" w:rsidR="009C7C84" w:rsidRDefault="008309C2">
            <w:pPr>
              <w:pStyle w:val="RedaliaNormal"/>
              <w:rPr>
                <w:rFonts w:cs="Calibri"/>
              </w:rPr>
            </w:pPr>
            <w:r>
              <w:rPr>
                <w:rFonts w:cs="Calibri"/>
              </w:rPr>
              <w:t>............................</w:t>
            </w:r>
          </w:p>
        </w:tc>
      </w:tr>
    </w:tbl>
    <w:p w14:paraId="6DCC52CF" w14:textId="77777777" w:rsidR="009C7C84" w:rsidRDefault="009C7C84">
      <w:pPr>
        <w:pStyle w:val="RedaliaNormal"/>
      </w:pPr>
    </w:p>
    <w:p w14:paraId="5291C150" w14:textId="77777777" w:rsidR="009C7C84" w:rsidRDefault="008309C2">
      <w:pPr>
        <w:pStyle w:val="RedaliaNormal"/>
      </w:pPr>
      <w:r>
        <w:rPr>
          <w:b/>
        </w:rPr>
        <w:t>● Identification de la créance cessible</w:t>
      </w:r>
    </w:p>
    <w:p w14:paraId="3CB20C7B" w14:textId="77777777" w:rsidR="009C7C84" w:rsidRDefault="008309C2">
      <w:pPr>
        <w:pStyle w:val="RedaliaNormal"/>
      </w:pPr>
      <w:r>
        <w:t>Désignation du marché et de son montant :</w:t>
      </w:r>
    </w:p>
    <w:p w14:paraId="15958C2D" w14:textId="77777777" w:rsidR="009C7C84" w:rsidRDefault="008309C2">
      <w:pPr>
        <w:pStyle w:val="RedaliaNormal"/>
      </w:pPr>
      <w:r>
        <w:t>Référence du marché obtenue au plus tard lors de la notification : ............................</w:t>
      </w:r>
    </w:p>
    <w:p w14:paraId="252F4462" w14:textId="77777777" w:rsidR="009C7C84" w:rsidRDefault="008309C2">
      <w:pPr>
        <w:pStyle w:val="RedaliaNormal"/>
      </w:pPr>
      <w:r>
        <w:t>Date : ............................</w:t>
      </w:r>
    </w:p>
    <w:p w14:paraId="215F399F" w14:textId="77777777" w:rsidR="009C7C84" w:rsidRDefault="008309C2">
      <w:pPr>
        <w:pStyle w:val="RedaliaNormal"/>
      </w:pPr>
      <w:r>
        <w:lastRenderedPageBreak/>
        <w:t>Montant (HT, montant TVA et TTC) : ............................</w:t>
      </w:r>
    </w:p>
    <w:p w14:paraId="5D325051" w14:textId="77777777" w:rsidR="009C7C84" w:rsidRDefault="009C7C84">
      <w:pPr>
        <w:pStyle w:val="RedaliaNormal"/>
      </w:pPr>
    </w:p>
    <w:p w14:paraId="6E401F2C" w14:textId="77777777" w:rsidR="009C7C84" w:rsidRDefault="008309C2">
      <w:pPr>
        <w:pStyle w:val="RedaliaNormal"/>
      </w:pPr>
      <w:r>
        <w:t>Le cas échéant :</w:t>
      </w:r>
    </w:p>
    <w:p w14:paraId="2CF8BC78" w14:textId="77777777" w:rsidR="009C7C84" w:rsidRDefault="008309C2">
      <w:pPr>
        <w:pStyle w:val="RedaliaNormal"/>
      </w:pPr>
      <w:r>
        <w:t>Désignation de la tranche : ............................</w:t>
      </w:r>
    </w:p>
    <w:p w14:paraId="5D630735" w14:textId="77777777" w:rsidR="009C7C84" w:rsidRDefault="008309C2">
      <w:pPr>
        <w:pStyle w:val="RedaliaNormal"/>
      </w:pPr>
      <w:r>
        <w:t>Montant de la tranche (HT, montant TVA et TTC) : ............................</w:t>
      </w:r>
    </w:p>
    <w:p w14:paraId="3B185E43" w14:textId="77777777" w:rsidR="009C7C84" w:rsidRDefault="009C7C84">
      <w:pPr>
        <w:pStyle w:val="RedaliaNormal"/>
      </w:pPr>
    </w:p>
    <w:p w14:paraId="30E4FA4C" w14:textId="77777777" w:rsidR="009C7C84" w:rsidRDefault="008309C2">
      <w:pPr>
        <w:pStyle w:val="RedaliaNormal"/>
      </w:pPr>
      <w:r>
        <w:t>Le cas échéant :</w:t>
      </w:r>
    </w:p>
    <w:p w14:paraId="5B62F3CC" w14:textId="77777777" w:rsidR="009C7C84" w:rsidRDefault="008309C2">
      <w:pPr>
        <w:pStyle w:val="RedaliaNormal"/>
      </w:pPr>
      <w:r>
        <w:t>Désignation du lot : ............................</w:t>
      </w:r>
    </w:p>
    <w:p w14:paraId="7E2FD02B" w14:textId="77777777" w:rsidR="009C7C84" w:rsidRDefault="008309C2">
      <w:pPr>
        <w:pStyle w:val="RedaliaNormal"/>
      </w:pPr>
      <w:r>
        <w:t>Montant du lot (HT, montant TVA et TTC) : ............................</w:t>
      </w:r>
    </w:p>
    <w:p w14:paraId="0B51F384" w14:textId="77777777" w:rsidR="009C7C84" w:rsidRDefault="009C7C84">
      <w:pPr>
        <w:pStyle w:val="RedaliaNormal"/>
      </w:pPr>
    </w:p>
    <w:p w14:paraId="61F7C606" w14:textId="77777777" w:rsidR="009C7C84" w:rsidRDefault="008309C2">
      <w:pPr>
        <w:pStyle w:val="RedaliaNormal"/>
      </w:pPr>
      <w:r>
        <w:t>Le cas échéant :</w:t>
      </w:r>
    </w:p>
    <w:p w14:paraId="7974C16C" w14:textId="77777777" w:rsidR="009C7C84" w:rsidRDefault="008309C2">
      <w:pPr>
        <w:pStyle w:val="RedaliaNormal"/>
      </w:pPr>
      <w:r>
        <w:t>Désignation du bon de commande : ............................</w:t>
      </w:r>
    </w:p>
    <w:p w14:paraId="0F2D45FF" w14:textId="77777777" w:rsidR="009C7C84" w:rsidRDefault="008309C2">
      <w:pPr>
        <w:pStyle w:val="RedaliaNormal"/>
      </w:pPr>
      <w:r>
        <w:t>Montant du bon de commande (HT, montant TVA et TTC) : ............................</w:t>
      </w:r>
    </w:p>
    <w:p w14:paraId="56E3018E" w14:textId="77777777" w:rsidR="009C7C84" w:rsidRDefault="009C7C84">
      <w:pPr>
        <w:pStyle w:val="RedaliaNormal"/>
      </w:pPr>
    </w:p>
    <w:p w14:paraId="5DBF8E15" w14:textId="77777777" w:rsidR="009C7C84" w:rsidRDefault="008309C2">
      <w:pPr>
        <w:pStyle w:val="RedaliaNormal"/>
      </w:pPr>
      <w:r>
        <w:t>Le cas échéant, éléments relatifs aux clauses de variation de prix applicables à la créance :</w:t>
      </w:r>
    </w:p>
    <w:p w14:paraId="18BAB23E" w14:textId="77777777" w:rsidR="009C7C84" w:rsidRDefault="008309C2">
      <w:pPr>
        <w:pStyle w:val="RedaliaNormal"/>
      </w:pPr>
      <w:r>
        <w:t>............................</w:t>
      </w:r>
    </w:p>
    <w:p w14:paraId="4D54BC9B" w14:textId="77777777" w:rsidR="009C7C84" w:rsidRDefault="009C7C84">
      <w:pPr>
        <w:pStyle w:val="RedaliaNormal"/>
      </w:pPr>
    </w:p>
    <w:p w14:paraId="46D4561B" w14:textId="77777777" w:rsidR="009C7C84" w:rsidRDefault="008309C2">
      <w:pPr>
        <w:pStyle w:val="RedaliaNormal"/>
      </w:pPr>
      <w:r>
        <w:t>Le cas échéant, éléments relatifs aux clauses de pénalités susceptibles d’être appliquées à la créance :</w:t>
      </w:r>
    </w:p>
    <w:p w14:paraId="5AF834CE" w14:textId="77777777" w:rsidR="009C7C84" w:rsidRDefault="008309C2">
      <w:pPr>
        <w:pStyle w:val="RedaliaNormal"/>
      </w:pPr>
      <w:r>
        <w:t>............................</w:t>
      </w:r>
    </w:p>
    <w:p w14:paraId="7F0EAB5B" w14:textId="77777777" w:rsidR="009C7C84" w:rsidRDefault="009C7C84">
      <w:pPr>
        <w:pStyle w:val="RedaliaNormal"/>
      </w:pPr>
    </w:p>
    <w:p w14:paraId="70D0D12B" w14:textId="77777777" w:rsidR="009C7C84" w:rsidRDefault="008309C2">
      <w:pPr>
        <w:pStyle w:val="RedaliaNormal"/>
      </w:pPr>
      <w:r>
        <w:t>Le cas échéant, autres renseignements : ............................</w:t>
      </w:r>
    </w:p>
    <w:p w14:paraId="15F55C6E" w14:textId="77777777" w:rsidR="009C7C84" w:rsidRDefault="009C7C84">
      <w:pPr>
        <w:pStyle w:val="RedaliaNormal"/>
      </w:pPr>
    </w:p>
    <w:p w14:paraId="00E79A8B" w14:textId="77777777" w:rsidR="009C7C84" w:rsidRDefault="008309C2">
      <w:pPr>
        <w:pStyle w:val="RedaliaNormal"/>
      </w:pPr>
      <w:r>
        <w:rPr>
          <w:b/>
        </w:rPr>
        <w:t>● Renseignements complémentaires affectant le marché et/ou la créance</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9C7C84" w14:paraId="01DF0DD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206AE9" w14:textId="77777777" w:rsidR="009C7C84" w:rsidRDefault="008309C2">
            <w:pPr>
              <w:pStyle w:val="RedaliaNormal"/>
              <w:rPr>
                <w:rFonts w:cs="Calibri"/>
              </w:rPr>
            </w:pPr>
            <w:r>
              <w:rPr>
                <w:rFonts w:cs="Calibri"/>
              </w:rPr>
              <w:t>L’acheteur renvoie les parties aux documents du marché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B25121" w14:textId="77777777" w:rsidR="009C7C84" w:rsidRDefault="008309C2">
            <w:pPr>
              <w:pStyle w:val="RedaliaNormal"/>
            </w:pPr>
            <w:r>
              <w:rPr>
                <w:rFonts w:cs="Calibri"/>
              </w:rPr>
              <w:t xml:space="preserve"> </w:t>
            </w:r>
          </w:p>
        </w:tc>
      </w:tr>
    </w:tbl>
    <w:p w14:paraId="6521F8EB" w14:textId="77777777" w:rsidR="009C7C84" w:rsidRDefault="009C7C84"/>
    <w:p w14:paraId="63574216" w14:textId="77777777" w:rsidR="009C7C84" w:rsidRDefault="008309C2">
      <w:r>
        <w:t>Si la case précédente n’a pas été cochée, remplir les champs suivants :</w:t>
      </w:r>
    </w:p>
    <w:tbl>
      <w:tblPr>
        <w:tblW w:w="9778" w:type="dxa"/>
        <w:tblLayout w:type="fixed"/>
        <w:tblCellMar>
          <w:left w:w="10" w:type="dxa"/>
          <w:right w:w="10" w:type="dxa"/>
        </w:tblCellMar>
        <w:tblLook w:val="0000" w:firstRow="0" w:lastRow="0" w:firstColumn="0" w:lastColumn="0" w:noHBand="0" w:noVBand="0"/>
      </w:tblPr>
      <w:tblGrid>
        <w:gridCol w:w="7479"/>
        <w:gridCol w:w="2299"/>
      </w:tblGrid>
      <w:tr w:rsidR="009C7C84" w14:paraId="63FE396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8F3A5C" w14:textId="77777777" w:rsidR="009C7C84" w:rsidRDefault="008309C2">
            <w:pPr>
              <w:pStyle w:val="RedaliaNormal"/>
              <w:rPr>
                <w:rFonts w:cs="Calibri"/>
              </w:rPr>
            </w:pPr>
            <w:r>
              <w:rPr>
                <w:rFonts w:cs="Calibri"/>
              </w:rPr>
              <w:t>Le cas échéant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E9246" w14:textId="77777777" w:rsidR="009C7C84" w:rsidRDefault="009C7C84">
            <w:pPr>
              <w:pStyle w:val="RedaliaNormal"/>
              <w:rPr>
                <w:rFonts w:cs="Calibri"/>
              </w:rPr>
            </w:pPr>
          </w:p>
        </w:tc>
      </w:tr>
      <w:tr w:rsidR="009C7C84" w14:paraId="16DDD660"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ED2A8B" w14:textId="77777777" w:rsidR="009C7C84" w:rsidRDefault="008309C2">
            <w:pPr>
              <w:pStyle w:val="RedaliaNormal"/>
              <w:rPr>
                <w:rFonts w:cs="Calibri"/>
              </w:rPr>
            </w:pPr>
            <w:r>
              <w:rPr>
                <w:rFonts w:cs="Calibri"/>
              </w:rPr>
              <w:t>Le marché prévoit le versement d’une avance au créancier au titre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85E638" w14:textId="77777777" w:rsidR="009C7C84" w:rsidRDefault="008309C2">
            <w:pPr>
              <w:pStyle w:val="RedaliaNormal"/>
            </w:pPr>
            <w:r>
              <w:rPr>
                <w:rFonts w:cs="Calibri"/>
              </w:rPr>
              <w:t xml:space="preserve"> </w:t>
            </w:r>
          </w:p>
        </w:tc>
      </w:tr>
      <w:tr w:rsidR="009C7C84" w14:paraId="4F4E8C1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5E728" w14:textId="77777777" w:rsidR="009C7C84" w:rsidRDefault="008309C2">
            <w:pPr>
              <w:pStyle w:val="RedaliaNormal"/>
              <w:rPr>
                <w:rFonts w:cs="Calibri"/>
              </w:rPr>
            </w:pPr>
            <w:r>
              <w:rPr>
                <w:rFonts w:cs="Calibri"/>
              </w:rPr>
              <w:t xml:space="preserve">      En cas d’avance,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31D1E8" w14:textId="77777777" w:rsidR="009C7C84" w:rsidRDefault="008309C2">
            <w:pPr>
              <w:pStyle w:val="RedaliaNormal"/>
              <w:rPr>
                <w:rFonts w:cs="Calibri"/>
              </w:rPr>
            </w:pPr>
            <w:r>
              <w:rPr>
                <w:rFonts w:cs="Calibri"/>
              </w:rPr>
              <w:t>............................ %</w:t>
            </w:r>
          </w:p>
        </w:tc>
      </w:tr>
      <w:tr w:rsidR="009C7C84" w14:paraId="08D33DD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615441" w14:textId="77777777" w:rsidR="009C7C84" w:rsidRDefault="008309C2">
            <w:pPr>
              <w:pStyle w:val="RedaliaNormal"/>
              <w:rPr>
                <w:rFonts w:cs="Calibri"/>
              </w:rPr>
            </w:pPr>
            <w:r>
              <w:rPr>
                <w:rFonts w:cs="Calibri"/>
              </w:rPr>
              <w:t>Le marché prévoit une retenue de garantie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A0BCC" w14:textId="77777777" w:rsidR="009C7C84" w:rsidRDefault="008309C2">
            <w:pPr>
              <w:pStyle w:val="RedaliaNormal"/>
            </w:pPr>
            <w:r>
              <w:rPr>
                <w:rFonts w:cs="Calibri"/>
              </w:rPr>
              <w:t xml:space="preserve"> </w:t>
            </w:r>
          </w:p>
        </w:tc>
      </w:tr>
      <w:tr w:rsidR="009C7C84" w14:paraId="76B09047"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F84BCE" w14:textId="77777777" w:rsidR="009C7C84" w:rsidRDefault="008309C2">
            <w:pPr>
              <w:pStyle w:val="RedaliaNormal"/>
              <w:rPr>
                <w:rFonts w:cs="Calibri"/>
              </w:rPr>
            </w:pPr>
            <w:r>
              <w:rPr>
                <w:rFonts w:cs="Calibri"/>
              </w:rPr>
              <w:t xml:space="preserve">      En cas de retenue de garantie, son pourcentage</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280EA7E" w14:textId="77777777" w:rsidR="009C7C84" w:rsidRDefault="008309C2">
            <w:pPr>
              <w:pStyle w:val="RedaliaNormal"/>
              <w:rPr>
                <w:rFonts w:cs="Calibri"/>
              </w:rPr>
            </w:pPr>
            <w:r>
              <w:rPr>
                <w:rFonts w:cs="Calibri"/>
              </w:rPr>
              <w:t>............................ %</w:t>
            </w:r>
          </w:p>
        </w:tc>
      </w:tr>
      <w:tr w:rsidR="009C7C84" w14:paraId="14D3ECF1"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9BEFF2" w14:textId="77777777" w:rsidR="009C7C84" w:rsidRDefault="008309C2">
            <w:pPr>
              <w:pStyle w:val="RedaliaNormal"/>
              <w:rPr>
                <w:rFonts w:cs="Calibri"/>
              </w:rPr>
            </w:pPr>
            <w:r>
              <w:rPr>
                <w:rFonts w:cs="Calibri"/>
              </w:rPr>
              <w:t>Le marché prévoit un délai d’exécution des prestations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51165D" w14:textId="77777777" w:rsidR="009C7C84" w:rsidRDefault="008309C2">
            <w:pPr>
              <w:pStyle w:val="RedaliaNormal"/>
            </w:pPr>
            <w:r>
              <w:rPr>
                <w:rFonts w:cs="Calibri"/>
              </w:rPr>
              <w:t xml:space="preserve"> </w:t>
            </w:r>
          </w:p>
        </w:tc>
      </w:tr>
      <w:tr w:rsidR="009C7C84" w14:paraId="13DF909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359678" w14:textId="77777777" w:rsidR="009C7C84" w:rsidRDefault="008309C2">
            <w:pPr>
              <w:pStyle w:val="RedaliaNormal"/>
              <w:rPr>
                <w:rFonts w:cs="Calibri"/>
              </w:rPr>
            </w:pPr>
            <w:r>
              <w:rPr>
                <w:rFonts w:cs="Calibri"/>
              </w:rPr>
              <w:t xml:space="preserve">      Si un délai d’exécution est prévu, le délai mentionné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DA46EC" w14:textId="77777777" w:rsidR="009C7C84" w:rsidRDefault="008309C2">
            <w:pPr>
              <w:pStyle w:val="RedaliaNormal"/>
              <w:rPr>
                <w:rFonts w:cs="Calibri"/>
              </w:rPr>
            </w:pPr>
            <w:r>
              <w:rPr>
                <w:rFonts w:cs="Calibri"/>
              </w:rPr>
              <w:t>............................</w:t>
            </w:r>
          </w:p>
        </w:tc>
      </w:tr>
      <w:tr w:rsidR="009C7C84" w14:paraId="339796B3"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2BAEE4A" w14:textId="77777777" w:rsidR="009C7C84" w:rsidRDefault="008309C2">
            <w:pPr>
              <w:pStyle w:val="RedaliaNormal"/>
              <w:rPr>
                <w:rFonts w:cs="Calibri"/>
              </w:rPr>
            </w:pPr>
            <w:r>
              <w:rPr>
                <w:rFonts w:cs="Calibri"/>
              </w:rPr>
              <w:t>Le marché prévoit des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5442E8" w14:textId="77777777" w:rsidR="009C7C84" w:rsidRDefault="008309C2">
            <w:pPr>
              <w:pStyle w:val="RedaliaNormal"/>
            </w:pPr>
            <w:r>
              <w:rPr>
                <w:rFonts w:cs="Calibri"/>
              </w:rPr>
              <w:t xml:space="preserve"> </w:t>
            </w:r>
          </w:p>
        </w:tc>
      </w:tr>
      <w:tr w:rsidR="009C7C84" w14:paraId="1C4F74C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97D2864" w14:textId="77777777" w:rsidR="009C7C84" w:rsidRDefault="008309C2">
            <w:pPr>
              <w:pStyle w:val="RedaliaNormal"/>
              <w:rPr>
                <w:rFonts w:cs="Calibri"/>
              </w:rPr>
            </w:pPr>
            <w:r>
              <w:rPr>
                <w:rFonts w:cs="Calibri"/>
              </w:rPr>
              <w:t xml:space="preserve">      Si elles sont prévues, les dates prévisionnelles de début d’exécution et d’achèvement sont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837C97" w14:textId="77777777" w:rsidR="009C7C84" w:rsidRDefault="008309C2">
            <w:pPr>
              <w:pStyle w:val="RedaliaNormal"/>
              <w:rPr>
                <w:rFonts w:cs="Calibri"/>
              </w:rPr>
            </w:pPr>
            <w:r>
              <w:rPr>
                <w:rFonts w:cs="Calibri"/>
              </w:rPr>
              <w:t>............................</w:t>
            </w:r>
          </w:p>
        </w:tc>
      </w:tr>
      <w:tr w:rsidR="009C7C84" w14:paraId="4D6D0C9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402B3F" w14:textId="77777777" w:rsidR="009C7C84" w:rsidRDefault="008309C2">
            <w:pPr>
              <w:pStyle w:val="RedaliaNormal"/>
              <w:rPr>
                <w:rFonts w:cs="Calibri"/>
              </w:rPr>
            </w:pPr>
            <w:r>
              <w:rPr>
                <w:rFonts w:cs="Calibri"/>
              </w:rPr>
              <w:t>Le marché prévoit un délai maximum de paiement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C7DCC3" w14:textId="77777777" w:rsidR="009C7C84" w:rsidRDefault="008309C2">
            <w:pPr>
              <w:pStyle w:val="RedaliaNormal"/>
            </w:pPr>
            <w:r>
              <w:rPr>
                <w:rFonts w:cs="Calibri"/>
              </w:rPr>
              <w:t xml:space="preserve"> </w:t>
            </w:r>
          </w:p>
        </w:tc>
      </w:tr>
      <w:tr w:rsidR="009C7C84" w14:paraId="77226AC9"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89D2D3" w14:textId="77777777" w:rsidR="009C7C84" w:rsidRDefault="008309C2">
            <w:pPr>
              <w:pStyle w:val="RedaliaNormal"/>
              <w:rPr>
                <w:rFonts w:cs="Calibri"/>
              </w:rPr>
            </w:pPr>
            <w:r>
              <w:rPr>
                <w:rFonts w:cs="Calibri"/>
              </w:rPr>
              <w:t xml:space="preserve">      Si un délai maximum de paiement est prévu, il est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69E928" w14:textId="77777777" w:rsidR="009C7C84" w:rsidRDefault="008309C2">
            <w:pPr>
              <w:pStyle w:val="RedaliaNormal"/>
              <w:rPr>
                <w:rFonts w:cs="Calibri"/>
              </w:rPr>
            </w:pPr>
            <w:r>
              <w:rPr>
                <w:rFonts w:cs="Calibri"/>
              </w:rPr>
              <w:t>............................</w:t>
            </w:r>
          </w:p>
        </w:tc>
      </w:tr>
      <w:tr w:rsidR="009C7C84" w14:paraId="3330F3F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679741" w14:textId="77777777" w:rsidR="009C7C84" w:rsidRDefault="008309C2">
            <w:pPr>
              <w:pStyle w:val="RedaliaNormal"/>
              <w:rPr>
                <w:rFonts w:cs="Calibri"/>
              </w:rPr>
            </w:pPr>
            <w:r>
              <w:rPr>
                <w:rFonts w:cs="Calibri"/>
              </w:rPr>
              <w:t xml:space="preserve">      S’il est prévu, référence du taux des intérêts moratoires mentionné</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228ABA" w14:textId="77777777" w:rsidR="009C7C84" w:rsidRDefault="008309C2">
            <w:pPr>
              <w:pStyle w:val="RedaliaNormal"/>
              <w:rPr>
                <w:rFonts w:cs="Calibri"/>
              </w:rPr>
            </w:pPr>
            <w:r>
              <w:rPr>
                <w:rFonts w:cs="Calibri"/>
              </w:rPr>
              <w:t>............................</w:t>
            </w:r>
          </w:p>
        </w:tc>
      </w:tr>
      <w:tr w:rsidR="009C7C84" w14:paraId="7EDD4F3B"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0CF265" w14:textId="77777777" w:rsidR="009C7C84" w:rsidRDefault="008309C2">
            <w:pPr>
              <w:pStyle w:val="RedaliaNormal"/>
              <w:rPr>
                <w:rFonts w:cs="Calibri"/>
              </w:rPr>
            </w:pPr>
            <w:r>
              <w:rPr>
                <w:rFonts w:cs="Calibri"/>
              </w:rPr>
              <w:t>Le marché prévoit un montant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BC0374" w14:textId="77777777" w:rsidR="009C7C84" w:rsidRDefault="008309C2">
            <w:pPr>
              <w:pStyle w:val="RedaliaNormal"/>
            </w:pPr>
            <w:r>
              <w:rPr>
                <w:rFonts w:cs="Calibri"/>
              </w:rPr>
              <w:t xml:space="preserve"> </w:t>
            </w:r>
          </w:p>
        </w:tc>
      </w:tr>
      <w:tr w:rsidR="009C7C84" w14:paraId="3D4D485D"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357F53" w14:textId="77777777" w:rsidR="009C7C84" w:rsidRDefault="008309C2">
            <w:pPr>
              <w:pStyle w:val="RedaliaNormal"/>
              <w:rPr>
                <w:rFonts w:cs="Calibri"/>
              </w:rPr>
            </w:pPr>
            <w:r>
              <w:rPr>
                <w:rFonts w:cs="Calibri"/>
              </w:rPr>
              <w:t xml:space="preserve">      Montant prévu pour l’ensemble du marché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62546B" w14:textId="77777777" w:rsidR="009C7C84" w:rsidRDefault="008309C2">
            <w:pPr>
              <w:pStyle w:val="RedaliaNormal"/>
              <w:rPr>
                <w:rFonts w:cs="Calibri"/>
              </w:rPr>
            </w:pPr>
            <w:r>
              <w:rPr>
                <w:rFonts w:cs="Calibri"/>
              </w:rPr>
              <w:t>...................... € TTC</w:t>
            </w:r>
          </w:p>
        </w:tc>
      </w:tr>
      <w:tr w:rsidR="009C7C84" w14:paraId="79358B0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DDFA2A" w14:textId="77777777" w:rsidR="009C7C84" w:rsidRDefault="008309C2">
            <w:pPr>
              <w:pStyle w:val="RedaliaNormal"/>
              <w:rPr>
                <w:rFonts w:cs="Calibri"/>
              </w:rPr>
            </w:pPr>
            <w:r>
              <w:rPr>
                <w:rFonts w:cs="Calibri"/>
              </w:rPr>
              <w:t xml:space="preserve">      Montant prévu pour la tranche concernée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D30A0D" w14:textId="77777777" w:rsidR="009C7C84" w:rsidRDefault="008309C2">
            <w:pPr>
              <w:pStyle w:val="RedaliaNormal"/>
              <w:rPr>
                <w:rFonts w:cs="Calibri"/>
              </w:rPr>
            </w:pPr>
            <w:r>
              <w:rPr>
                <w:rFonts w:cs="Calibri"/>
              </w:rPr>
              <w:t>...................... € TTC</w:t>
            </w:r>
          </w:p>
        </w:tc>
      </w:tr>
      <w:tr w:rsidR="009C7C84" w14:paraId="3895B135"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23AAD8" w14:textId="77777777" w:rsidR="009C7C84" w:rsidRDefault="008309C2">
            <w:pPr>
              <w:pStyle w:val="RedaliaNormal"/>
              <w:rPr>
                <w:rFonts w:cs="Calibri"/>
              </w:rPr>
            </w:pPr>
            <w:r>
              <w:rPr>
                <w:rFonts w:cs="Calibri"/>
              </w:rPr>
              <w:t xml:space="preserve">      Montant prévu pour le lot concerné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5DDA89" w14:textId="77777777" w:rsidR="009C7C84" w:rsidRDefault="008309C2">
            <w:pPr>
              <w:pStyle w:val="RedaliaNormal"/>
              <w:rPr>
                <w:rFonts w:cs="Calibri"/>
              </w:rPr>
            </w:pPr>
            <w:r>
              <w:rPr>
                <w:rFonts w:cs="Calibri"/>
              </w:rPr>
              <w:t>...................... € TTC</w:t>
            </w:r>
          </w:p>
        </w:tc>
      </w:tr>
      <w:tr w:rsidR="009C7C84" w14:paraId="394B9186"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1BC0668" w14:textId="77777777" w:rsidR="009C7C84" w:rsidRDefault="008309C2">
            <w:pPr>
              <w:pStyle w:val="RedaliaNormal"/>
              <w:rPr>
                <w:rFonts w:cs="Calibri"/>
              </w:rPr>
            </w:pPr>
            <w:r>
              <w:rPr>
                <w:rFonts w:cs="Calibri"/>
              </w:rPr>
              <w:t>Pour les accords-cadres à bons de commande, indiquer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4EC0EA" w14:textId="77777777" w:rsidR="009C7C84" w:rsidRDefault="009C7C84">
            <w:pPr>
              <w:pStyle w:val="RedaliaNormal"/>
              <w:rPr>
                <w:rFonts w:cs="Calibri"/>
              </w:rPr>
            </w:pPr>
          </w:p>
        </w:tc>
      </w:tr>
      <w:tr w:rsidR="009C7C84" w14:paraId="343A354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1A8438" w14:textId="77777777" w:rsidR="009C7C84" w:rsidRDefault="008309C2">
            <w:pPr>
              <w:pStyle w:val="RedaliaNormal"/>
              <w:rPr>
                <w:rFonts w:cs="Calibri"/>
              </w:rPr>
            </w:pPr>
            <w:r>
              <w:rPr>
                <w:rFonts w:cs="Calibri"/>
              </w:rPr>
              <w:t xml:space="preserve">      Montant minimum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B4F1735" w14:textId="77777777" w:rsidR="009C7C84" w:rsidRDefault="008309C2">
            <w:pPr>
              <w:pStyle w:val="RedaliaNormal"/>
              <w:rPr>
                <w:rFonts w:cs="Calibri"/>
              </w:rPr>
            </w:pPr>
            <w:r>
              <w:rPr>
                <w:rFonts w:cs="Calibri"/>
              </w:rPr>
              <w:t>...................... € TTC</w:t>
            </w:r>
          </w:p>
        </w:tc>
      </w:tr>
      <w:tr w:rsidR="009C7C84" w14:paraId="6C5E533A"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81BBE23" w14:textId="77777777" w:rsidR="009C7C84" w:rsidRDefault="008309C2">
            <w:pPr>
              <w:pStyle w:val="RedaliaNormal"/>
              <w:rPr>
                <w:rFonts w:cs="Calibri"/>
              </w:rPr>
            </w:pPr>
            <w:r>
              <w:rPr>
                <w:rFonts w:cs="Calibri"/>
              </w:rPr>
              <w:lastRenderedPageBreak/>
              <w:t xml:space="preserve">      Montant maximum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5A2586" w14:textId="77777777" w:rsidR="009C7C84" w:rsidRDefault="008309C2">
            <w:pPr>
              <w:pStyle w:val="RedaliaNormal"/>
              <w:rPr>
                <w:rFonts w:cs="Calibri"/>
              </w:rPr>
            </w:pPr>
            <w:r>
              <w:rPr>
                <w:rFonts w:cs="Calibri"/>
              </w:rPr>
              <w:t>...................... € TTC</w:t>
            </w:r>
          </w:p>
        </w:tc>
      </w:tr>
      <w:tr w:rsidR="009C7C84" w14:paraId="08665FC4"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ABD832" w14:textId="77777777" w:rsidR="009C7C84" w:rsidRDefault="008309C2">
            <w:pPr>
              <w:pStyle w:val="RedaliaNormal"/>
              <w:rPr>
                <w:rFonts w:cs="Calibri"/>
              </w:rPr>
            </w:pPr>
            <w:r>
              <w:rPr>
                <w:rFonts w:cs="Calibri"/>
              </w:rPr>
              <w:t xml:space="preserve">      Montant estimé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91E761" w14:textId="77777777" w:rsidR="009C7C84" w:rsidRDefault="008309C2">
            <w:pPr>
              <w:pStyle w:val="RedaliaNormal"/>
              <w:rPr>
                <w:rFonts w:cs="Calibri"/>
              </w:rPr>
            </w:pPr>
            <w:r>
              <w:rPr>
                <w:rFonts w:cs="Calibri"/>
              </w:rPr>
              <w:t>...................... € TTC</w:t>
            </w:r>
          </w:p>
        </w:tc>
      </w:tr>
      <w:tr w:rsidR="009C7C84" w14:paraId="420251D8"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74886A" w14:textId="77777777" w:rsidR="009C7C84" w:rsidRDefault="008309C2">
            <w:pPr>
              <w:pStyle w:val="RedaliaNormal"/>
              <w:rPr>
                <w:rFonts w:cs="Calibri"/>
              </w:rPr>
            </w:pPr>
            <w:r>
              <w:rPr>
                <w:rFonts w:cs="Calibri"/>
              </w:rPr>
              <w:t>Le titulaire souhaite ne pas confier l’exécution d’une partie des prestations à des sous-traitants ayant droit au paiement direct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A23CC6" w14:textId="77777777" w:rsidR="009C7C84" w:rsidRDefault="009C7C84">
            <w:pPr>
              <w:pStyle w:val="RedaliaNormal"/>
            </w:pPr>
          </w:p>
        </w:tc>
      </w:tr>
      <w:tr w:rsidR="009C7C84" w14:paraId="14C60CCE" w14:textId="77777777">
        <w:tc>
          <w:tcPr>
            <w:tcW w:w="74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AA41B" w14:textId="77777777" w:rsidR="009C7C84" w:rsidRDefault="008309C2">
            <w:pPr>
              <w:pStyle w:val="RedaliaNormal"/>
              <w:rPr>
                <w:rFonts w:cs="Calibri"/>
              </w:rPr>
            </w:pPr>
            <w:r>
              <w:rPr>
                <w:rFonts w:cs="Calibri"/>
              </w:rPr>
              <w:t xml:space="preserve">      Cette partie non sous-traitée est au maximum de :</w:t>
            </w:r>
          </w:p>
        </w:tc>
        <w:tc>
          <w:tcPr>
            <w:tcW w:w="22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469B71" w14:textId="77777777" w:rsidR="009C7C84" w:rsidRDefault="008309C2">
            <w:pPr>
              <w:pStyle w:val="RedaliaNormal"/>
              <w:rPr>
                <w:rFonts w:cs="Calibri"/>
              </w:rPr>
            </w:pPr>
            <w:r>
              <w:rPr>
                <w:rFonts w:cs="Calibri"/>
              </w:rPr>
              <w:t>...................... € TTC</w:t>
            </w:r>
          </w:p>
        </w:tc>
      </w:tr>
    </w:tbl>
    <w:p w14:paraId="0CE5EAA5" w14:textId="77777777" w:rsidR="009C7C84" w:rsidRDefault="009C7C84">
      <w:pPr>
        <w:pStyle w:val="RedaliaNormal"/>
      </w:pPr>
    </w:p>
    <w:p w14:paraId="6B676B12" w14:textId="77777777" w:rsidR="009C7C84" w:rsidRDefault="008309C2">
      <w:pPr>
        <w:pStyle w:val="RedaliaNormal"/>
      </w:pPr>
      <w:r>
        <w:rPr>
          <w:b/>
        </w:rPr>
        <w:t>● Informations supplémentaires en cas de groupement</w:t>
      </w:r>
    </w:p>
    <w:p w14:paraId="7983750A" w14:textId="77777777" w:rsidR="009C7C84" w:rsidRDefault="008309C2">
      <w:pPr>
        <w:pStyle w:val="RedaliaNormal"/>
      </w:pPr>
      <w:r>
        <w:t>Désignation des membres du groupement :</w:t>
      </w:r>
    </w:p>
    <w:p w14:paraId="432E093A" w14:textId="77777777" w:rsidR="009C7C84" w:rsidRDefault="008309C2">
      <w:pPr>
        <w:pStyle w:val="RedaliaNormal"/>
      </w:pPr>
      <w:r>
        <w:t>SIRET pour chaque membre du groupement : ............................</w:t>
      </w:r>
    </w:p>
    <w:p w14:paraId="5824D501" w14:textId="77777777" w:rsidR="009C7C84" w:rsidRDefault="009C7C84">
      <w:pPr>
        <w:pStyle w:val="RedaliaNormal"/>
      </w:pPr>
    </w:p>
    <w:p w14:paraId="180C6686" w14:textId="77777777" w:rsidR="009C7C84" w:rsidRDefault="008309C2">
      <w:pPr>
        <w:pStyle w:val="RedaliaNormal"/>
      </w:pPr>
      <w:r>
        <w:t>Désignation du mandataire : ............................</w:t>
      </w:r>
    </w:p>
    <w:p w14:paraId="2EC5F062" w14:textId="77777777" w:rsidR="009C7C84" w:rsidRDefault="009C7C84">
      <w:pPr>
        <w:pStyle w:val="RedaliaNormal"/>
      </w:pPr>
    </w:p>
    <w:p w14:paraId="7AA3A0F0" w14:textId="77777777" w:rsidR="009C7C84" w:rsidRDefault="008309C2">
      <w:pPr>
        <w:pStyle w:val="RedaliaNormal"/>
      </w:pPr>
      <w:r>
        <w:rPr>
          <w:b/>
        </w:rPr>
        <w:t>● Modification(s) ultérieure(s) de la créance</w:t>
      </w:r>
    </w:p>
    <w:p w14:paraId="72620002" w14:textId="77777777" w:rsidR="009C7C84" w:rsidRDefault="008309C2">
      <w:pPr>
        <w:pStyle w:val="RedaliaNormal"/>
      </w:pPr>
      <w:r>
        <w:t>(À renseigner autant de fois que nécessaire)</w:t>
      </w:r>
    </w:p>
    <w:tbl>
      <w:tblPr>
        <w:tblW w:w="9778" w:type="dxa"/>
        <w:tblLayout w:type="fixed"/>
        <w:tblCellMar>
          <w:left w:w="10" w:type="dxa"/>
          <w:right w:w="10" w:type="dxa"/>
        </w:tblCellMar>
        <w:tblLook w:val="0000" w:firstRow="0" w:lastRow="0" w:firstColumn="0" w:lastColumn="0" w:noHBand="0" w:noVBand="0"/>
      </w:tblPr>
      <w:tblGrid>
        <w:gridCol w:w="2235"/>
        <w:gridCol w:w="4283"/>
        <w:gridCol w:w="3260"/>
      </w:tblGrid>
      <w:tr w:rsidR="009C7C84" w14:paraId="2F197B19"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A7516D" w14:textId="77777777" w:rsidR="009C7C84" w:rsidRDefault="008309C2">
            <w:pPr>
              <w:pStyle w:val="RedaliaNormal"/>
              <w:rPr>
                <w:rFonts w:cs="Calibri"/>
              </w:rPr>
            </w:pPr>
            <w:r>
              <w:rPr>
                <w:rFonts w:cs="Calibri"/>
              </w:rPr>
              <w:t>1ère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EB9074" w14:textId="77777777" w:rsidR="009C7C84" w:rsidRDefault="008309C2">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5115B0E" w14:textId="77777777" w:rsidR="009C7C84" w:rsidRDefault="008309C2">
            <w:pPr>
              <w:pStyle w:val="RedaliaNormal"/>
              <w:rPr>
                <w:rFonts w:cs="Calibri"/>
              </w:rPr>
            </w:pPr>
            <w:r>
              <w:rPr>
                <w:rFonts w:cs="Calibri"/>
              </w:rPr>
              <w:t>Date/Signature</w:t>
            </w:r>
          </w:p>
          <w:p w14:paraId="55DEE24E" w14:textId="77777777" w:rsidR="009C7C84" w:rsidRDefault="009C7C84">
            <w:pPr>
              <w:pStyle w:val="RedaliaNormal"/>
              <w:rPr>
                <w:rFonts w:cs="Calibri"/>
              </w:rPr>
            </w:pPr>
          </w:p>
          <w:p w14:paraId="629CA958" w14:textId="77777777" w:rsidR="009C7C84" w:rsidRDefault="009C7C84">
            <w:pPr>
              <w:pStyle w:val="RedaliaNormal"/>
              <w:rPr>
                <w:rFonts w:cs="Calibri"/>
              </w:rPr>
            </w:pPr>
          </w:p>
        </w:tc>
      </w:tr>
      <w:tr w:rsidR="009C7C84" w14:paraId="3FBFDDE3"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9437A8" w14:textId="77777777" w:rsidR="009C7C84" w:rsidRDefault="008309C2">
            <w:pPr>
              <w:pStyle w:val="RedaliaNormal"/>
              <w:rPr>
                <w:rFonts w:cs="Calibri"/>
              </w:rPr>
            </w:pPr>
            <w:r>
              <w:rPr>
                <w:rFonts w:cs="Calibri"/>
              </w:rPr>
              <w:t>2ème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283678" w14:textId="77777777" w:rsidR="009C7C84" w:rsidRDefault="008309C2">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BE7EF9" w14:textId="77777777" w:rsidR="009C7C84" w:rsidRDefault="008309C2">
            <w:pPr>
              <w:pStyle w:val="RedaliaNormal"/>
              <w:rPr>
                <w:rFonts w:cs="Calibri"/>
              </w:rPr>
            </w:pPr>
            <w:r>
              <w:rPr>
                <w:rFonts w:cs="Calibri"/>
              </w:rPr>
              <w:t>Date/Signature</w:t>
            </w:r>
          </w:p>
          <w:p w14:paraId="3819E728" w14:textId="77777777" w:rsidR="009C7C84" w:rsidRDefault="009C7C84">
            <w:pPr>
              <w:pStyle w:val="RedaliaNormal"/>
              <w:rPr>
                <w:rFonts w:cs="Calibri"/>
              </w:rPr>
            </w:pPr>
          </w:p>
          <w:p w14:paraId="54C5B50F" w14:textId="77777777" w:rsidR="009C7C84" w:rsidRDefault="009C7C84">
            <w:pPr>
              <w:pStyle w:val="RedaliaNormal"/>
              <w:rPr>
                <w:rFonts w:cs="Calibri"/>
              </w:rPr>
            </w:pPr>
          </w:p>
        </w:tc>
      </w:tr>
      <w:tr w:rsidR="009C7C84" w14:paraId="3B4460D5"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B01459" w14:textId="77777777" w:rsidR="009C7C84" w:rsidRDefault="008309C2">
            <w:pPr>
              <w:pStyle w:val="RedaliaNormal"/>
              <w:rPr>
                <w:rFonts w:cs="Calibri"/>
              </w:rPr>
            </w:pPr>
            <w:r>
              <w:rPr>
                <w:rFonts w:cs="Calibri"/>
              </w:rPr>
              <w:t>3ème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096DBB" w14:textId="77777777" w:rsidR="009C7C84" w:rsidRDefault="008309C2">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C358C6" w14:textId="77777777" w:rsidR="009C7C84" w:rsidRDefault="008309C2">
            <w:pPr>
              <w:pStyle w:val="RedaliaNormal"/>
              <w:rPr>
                <w:rFonts w:cs="Calibri"/>
              </w:rPr>
            </w:pPr>
            <w:r>
              <w:rPr>
                <w:rFonts w:cs="Calibri"/>
              </w:rPr>
              <w:t>Date/Signature</w:t>
            </w:r>
          </w:p>
          <w:p w14:paraId="7931ACD2" w14:textId="77777777" w:rsidR="009C7C84" w:rsidRDefault="009C7C84">
            <w:pPr>
              <w:pStyle w:val="RedaliaNormal"/>
              <w:rPr>
                <w:rFonts w:cs="Calibri"/>
              </w:rPr>
            </w:pPr>
          </w:p>
          <w:p w14:paraId="01BFEF1A" w14:textId="77777777" w:rsidR="009C7C84" w:rsidRDefault="009C7C84">
            <w:pPr>
              <w:pStyle w:val="RedaliaNormal"/>
              <w:rPr>
                <w:rFonts w:cs="Calibri"/>
              </w:rPr>
            </w:pPr>
          </w:p>
        </w:tc>
      </w:tr>
      <w:tr w:rsidR="009C7C84" w14:paraId="79B081B6"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943A18C" w14:textId="77777777" w:rsidR="009C7C84" w:rsidRDefault="008309C2">
            <w:pPr>
              <w:pStyle w:val="RedaliaNormal"/>
              <w:rPr>
                <w:rFonts w:cs="Calibri"/>
              </w:rPr>
            </w:pPr>
            <w:r>
              <w:rPr>
                <w:rFonts w:cs="Calibri"/>
              </w:rPr>
              <w:t>4ème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299645B" w14:textId="77777777" w:rsidR="009C7C84" w:rsidRDefault="008309C2">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1ABD180" w14:textId="77777777" w:rsidR="009C7C84" w:rsidRDefault="008309C2">
            <w:pPr>
              <w:pStyle w:val="RedaliaNormal"/>
              <w:rPr>
                <w:rFonts w:cs="Calibri"/>
              </w:rPr>
            </w:pPr>
            <w:r>
              <w:rPr>
                <w:rFonts w:cs="Calibri"/>
              </w:rPr>
              <w:t>Date/Signature</w:t>
            </w:r>
          </w:p>
          <w:p w14:paraId="0790D832" w14:textId="77777777" w:rsidR="009C7C84" w:rsidRDefault="009C7C84">
            <w:pPr>
              <w:pStyle w:val="RedaliaNormal"/>
              <w:rPr>
                <w:rFonts w:cs="Calibri"/>
              </w:rPr>
            </w:pPr>
          </w:p>
          <w:p w14:paraId="5AC2AE95" w14:textId="77777777" w:rsidR="009C7C84" w:rsidRDefault="009C7C84">
            <w:pPr>
              <w:pStyle w:val="RedaliaNormal"/>
              <w:rPr>
                <w:rFonts w:cs="Calibri"/>
              </w:rPr>
            </w:pPr>
          </w:p>
        </w:tc>
      </w:tr>
      <w:tr w:rsidR="009C7C84" w14:paraId="54ED2027" w14:textId="77777777">
        <w:tc>
          <w:tcPr>
            <w:tcW w:w="22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6D1F6D" w14:textId="77777777" w:rsidR="009C7C84" w:rsidRDefault="008309C2">
            <w:pPr>
              <w:pStyle w:val="RedaliaNormal"/>
              <w:rPr>
                <w:rFonts w:cs="Calibri"/>
              </w:rPr>
            </w:pPr>
            <w:r>
              <w:rPr>
                <w:rFonts w:cs="Calibri"/>
              </w:rPr>
              <w:t>Nième modification</w:t>
            </w:r>
          </w:p>
        </w:tc>
        <w:tc>
          <w:tcPr>
            <w:tcW w:w="428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5B5944" w14:textId="77777777" w:rsidR="009C7C84" w:rsidRDefault="008309C2">
            <w:pPr>
              <w:pStyle w:val="RedaliaNormal"/>
              <w:rPr>
                <w:rFonts w:cs="Calibri"/>
              </w:rPr>
            </w:pPr>
            <w:r>
              <w:rPr>
                <w:rFonts w:cs="Calibri"/>
              </w:rPr>
              <w:t>La créance cessible est ramenée/portée à : ...................... €</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7C2FD1" w14:textId="77777777" w:rsidR="009C7C84" w:rsidRDefault="008309C2">
            <w:pPr>
              <w:pStyle w:val="RedaliaNormal"/>
              <w:rPr>
                <w:rFonts w:cs="Calibri"/>
              </w:rPr>
            </w:pPr>
            <w:r>
              <w:rPr>
                <w:rFonts w:cs="Calibri"/>
              </w:rPr>
              <w:t>Date/Signature</w:t>
            </w:r>
          </w:p>
          <w:p w14:paraId="62431B8C" w14:textId="77777777" w:rsidR="009C7C84" w:rsidRDefault="009C7C84">
            <w:pPr>
              <w:pStyle w:val="RedaliaNormal"/>
              <w:rPr>
                <w:rFonts w:cs="Calibri"/>
              </w:rPr>
            </w:pPr>
          </w:p>
          <w:p w14:paraId="4384B3A9" w14:textId="77777777" w:rsidR="009C7C84" w:rsidRDefault="009C7C84">
            <w:pPr>
              <w:pStyle w:val="RedaliaNormal"/>
              <w:rPr>
                <w:rFonts w:cs="Calibri"/>
              </w:rPr>
            </w:pPr>
          </w:p>
        </w:tc>
      </w:tr>
    </w:tbl>
    <w:p w14:paraId="27F75621" w14:textId="77777777" w:rsidR="009C7C84" w:rsidRDefault="009C7C84">
      <w:pPr>
        <w:pStyle w:val="RedaliaNormal"/>
      </w:pPr>
    </w:p>
    <w:p w14:paraId="56B00149" w14:textId="77777777" w:rsidR="009C7C84" w:rsidRDefault="008309C2">
      <w:pPr>
        <w:pStyle w:val="RedaliaNormal"/>
      </w:pPr>
      <w:r>
        <w:t>En cas de cession ou de nantissement, le cessionnaire ou le titulaire du nantissement transmet l’original du présent certificat au comptable public assignataire, conformément aux articles R. 2191-54, R. 2191-55 et R. 2391-28 du Code de la commande publique.</w:t>
      </w:r>
    </w:p>
    <w:p w14:paraId="392E2A6E" w14:textId="77777777" w:rsidR="009C7C84" w:rsidRDefault="009C7C84">
      <w:pPr>
        <w:pStyle w:val="RedaliaNormal"/>
      </w:pPr>
    </w:p>
    <w:p w14:paraId="3B1EA0CB" w14:textId="77777777" w:rsidR="009C7C84" w:rsidRDefault="008309C2">
      <w:pPr>
        <w:pStyle w:val="RedaliaNormal"/>
      </w:pPr>
      <w:r>
        <w:rPr>
          <w:b/>
        </w:rPr>
        <w:t>● Signature de l’acheteur</w:t>
      </w:r>
    </w:p>
    <w:tbl>
      <w:tblPr>
        <w:tblW w:w="9778" w:type="dxa"/>
        <w:tblLayout w:type="fixed"/>
        <w:tblCellMar>
          <w:left w:w="10" w:type="dxa"/>
          <w:right w:w="10" w:type="dxa"/>
        </w:tblCellMar>
        <w:tblLook w:val="0000" w:firstRow="0" w:lastRow="0" w:firstColumn="0" w:lastColumn="0" w:noHBand="0" w:noVBand="0"/>
      </w:tblPr>
      <w:tblGrid>
        <w:gridCol w:w="4889"/>
        <w:gridCol w:w="4889"/>
      </w:tblGrid>
      <w:tr w:rsidR="009C7C84" w14:paraId="2A1AF2F0"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0B55A1" w14:textId="77777777" w:rsidR="009C7C84" w:rsidRDefault="008309C2">
            <w:pPr>
              <w:pStyle w:val="RedaliaNormal"/>
              <w:rPr>
                <w:rFonts w:cs="Calibri"/>
              </w:rPr>
            </w:pPr>
            <w:r>
              <w:rPr>
                <w:rFonts w:cs="Calibri"/>
              </w:rPr>
              <w:t xml:space="preserve">A  </w:t>
            </w: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E0B8B6" w14:textId="77777777" w:rsidR="009C7C84" w:rsidRDefault="008309C2">
            <w:pPr>
              <w:pStyle w:val="RedaliaNormal"/>
              <w:rPr>
                <w:rFonts w:cs="Calibri"/>
              </w:rPr>
            </w:pPr>
            <w:r>
              <w:rPr>
                <w:rFonts w:cs="Calibri"/>
              </w:rPr>
              <w:t>Le</w:t>
            </w:r>
          </w:p>
        </w:tc>
      </w:tr>
      <w:tr w:rsidR="009C7C84" w14:paraId="712DEC16" w14:textId="77777777">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E6AC57" w14:textId="77777777" w:rsidR="009C7C84" w:rsidRDefault="009C7C84">
            <w:pPr>
              <w:pStyle w:val="RedaliaNormal"/>
              <w:rPr>
                <w:rFonts w:cs="Calibri"/>
              </w:rPr>
            </w:pPr>
          </w:p>
        </w:tc>
        <w:tc>
          <w:tcPr>
            <w:tcW w:w="48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A6E6690" w14:textId="77777777" w:rsidR="009C7C84" w:rsidRDefault="008309C2">
            <w:pPr>
              <w:pStyle w:val="RedaliaNormal"/>
              <w:rPr>
                <w:rFonts w:cs="Calibri"/>
              </w:rPr>
            </w:pPr>
            <w:r>
              <w:rPr>
                <w:rFonts w:cs="Calibri"/>
              </w:rPr>
              <w:t>Signature de l’acheteur ou de son représentant</w:t>
            </w:r>
          </w:p>
          <w:p w14:paraId="38617DCD" w14:textId="77777777" w:rsidR="009C7C84" w:rsidRDefault="009C7C84">
            <w:pPr>
              <w:pStyle w:val="RedaliaNormal"/>
              <w:rPr>
                <w:rFonts w:cs="Calibri"/>
              </w:rPr>
            </w:pPr>
          </w:p>
          <w:p w14:paraId="0F23F2FF" w14:textId="77777777" w:rsidR="009C7C84" w:rsidRDefault="009C7C84">
            <w:pPr>
              <w:pStyle w:val="RedaliaNormal"/>
              <w:rPr>
                <w:rFonts w:cs="Calibri"/>
              </w:rPr>
            </w:pPr>
          </w:p>
        </w:tc>
      </w:tr>
    </w:tbl>
    <w:p w14:paraId="09C704D4" w14:textId="77777777" w:rsidR="009C7C84" w:rsidRDefault="009C7C84">
      <w:pPr>
        <w:pStyle w:val="RedaliaNormal"/>
      </w:pPr>
    </w:p>
    <w:p w14:paraId="3310DDCE" w14:textId="77777777" w:rsidR="009C7C84" w:rsidRDefault="009C7C84">
      <w:pPr>
        <w:pStyle w:val="RedaliaNormal"/>
      </w:pPr>
    </w:p>
    <w:p w14:paraId="291A08CB" w14:textId="77777777" w:rsidR="009C7C84" w:rsidRDefault="009C7C84">
      <w:pPr>
        <w:pStyle w:val="RedaliaNormal"/>
        <w:pageBreakBefore/>
      </w:pPr>
    </w:p>
    <w:p w14:paraId="66D02F3B" w14:textId="77777777" w:rsidR="009C7C84" w:rsidRDefault="008309C2">
      <w:pPr>
        <w:pStyle w:val="RdaliaTitredossier"/>
      </w:pPr>
      <w:r>
        <w:t>Annexe à l’acte d’engagement</w:t>
      </w:r>
    </w:p>
    <w:p w14:paraId="5BB0E251" w14:textId="77777777" w:rsidR="009C7C84" w:rsidRDefault="009C7C84">
      <w:pPr>
        <w:pStyle w:val="RdaliaTitredossier"/>
      </w:pPr>
    </w:p>
    <w:p w14:paraId="2BE72F3E" w14:textId="77777777" w:rsidR="009C7C84" w:rsidRDefault="008309C2">
      <w:pPr>
        <w:pStyle w:val="RdaliaTitredossier"/>
      </w:pPr>
      <w:r>
        <w:t>DECLARATION DE SOUS-TRAITANCE</w:t>
      </w:r>
    </w:p>
    <w:p w14:paraId="5F0C33FD" w14:textId="77777777" w:rsidR="009C7C84" w:rsidRDefault="008309C2">
      <w:pPr>
        <w:pStyle w:val="RdaliaTitreparagraphe"/>
      </w:pPr>
      <w:r>
        <w:t>Pouvoir adjudicateur : Agence de l'Eau Rhône Méditerranée Corse</w:t>
      </w:r>
    </w:p>
    <w:p w14:paraId="72336246" w14:textId="77777777" w:rsidR="009C7C84" w:rsidRDefault="008309C2">
      <w:pPr>
        <w:pStyle w:val="RedaliaRetraitavecpuce"/>
        <w:numPr>
          <w:ilvl w:val="0"/>
          <w:numId w:val="18"/>
        </w:numPr>
      </w:pPr>
      <w:r>
        <w:t>Désignation de l’acheteur :</w:t>
      </w:r>
    </w:p>
    <w:p w14:paraId="4B6E1105" w14:textId="77777777" w:rsidR="009C7C84" w:rsidRDefault="008309C2">
      <w:pPr>
        <w:pStyle w:val="RedaliaRetraitavecpuce"/>
        <w:numPr>
          <w:ilvl w:val="0"/>
          <w:numId w:val="0"/>
        </w:numPr>
        <w:ind w:left="360"/>
      </w:pPr>
      <w:r>
        <w:t>Agence de l'Eau Rhône Méditerranée Corse</w:t>
      </w:r>
    </w:p>
    <w:p w14:paraId="588FBF50" w14:textId="77777777" w:rsidR="009C7C84" w:rsidRDefault="008309C2">
      <w:pPr>
        <w:pStyle w:val="RedaliaRetraitavecpuce"/>
        <w:numPr>
          <w:ilvl w:val="0"/>
          <w:numId w:val="0"/>
        </w:numPr>
        <w:ind w:left="360"/>
      </w:pPr>
      <w:r>
        <w:t>2-4 Allée de Lodz 69363 LYON Cedex 07</w:t>
      </w:r>
    </w:p>
    <w:p w14:paraId="1DAB3961" w14:textId="77777777" w:rsidR="009C7C84" w:rsidRDefault="008309C2">
      <w:pPr>
        <w:pStyle w:val="RedaliaRetraitavecpuce"/>
      </w:pPr>
      <w:r>
        <w:t>Personne habilitée à donner les renseignements relatifs aux nantissements ou cessions de créances :</w:t>
      </w:r>
    </w:p>
    <w:p w14:paraId="4CC5057F" w14:textId="77777777" w:rsidR="009C7C84" w:rsidRDefault="008309C2" w:rsidP="00E21A00">
      <w:pPr>
        <w:pStyle w:val="RedaliaRetraitavecpuce"/>
        <w:numPr>
          <w:ilvl w:val="0"/>
          <w:numId w:val="0"/>
        </w:numPr>
        <w:ind w:left="360"/>
      </w:pPr>
      <w:r>
        <w:t>M. Nicolas MOURLON Directeur Général de l’Agence de l’eau Rhône Méditerranée Corse, Personne Représentant l'acheteur</w:t>
      </w:r>
    </w:p>
    <w:p w14:paraId="6764A1B4" w14:textId="77777777" w:rsidR="009C7C84" w:rsidRDefault="008309C2">
      <w:pPr>
        <w:pStyle w:val="RdaliaTitreparagraphe"/>
      </w:pPr>
      <w:r>
        <w:t>Objet de l'accord-cadre :</w:t>
      </w:r>
    </w:p>
    <w:p w14:paraId="1A9C5F85" w14:textId="77777777" w:rsidR="009C7C84" w:rsidRDefault="008309C2">
      <w:pPr>
        <w:pStyle w:val="RedaliaNormal"/>
        <w:rPr>
          <w:b/>
        </w:rPr>
      </w:pPr>
      <w:r>
        <w:rPr>
          <w:b/>
        </w:rPr>
        <w:t>Objet de la consultation : Prestations de service de restauration collective à l’Agence de l’eau Rhône Méditerranée Corse</w:t>
      </w:r>
    </w:p>
    <w:p w14:paraId="7C091EB8" w14:textId="77777777" w:rsidR="009C7C84" w:rsidRDefault="009C7C84">
      <w:pPr>
        <w:pStyle w:val="RedaliaNormal"/>
      </w:pPr>
    </w:p>
    <w:p w14:paraId="04EC7BE6" w14:textId="77777777" w:rsidR="009C7C84" w:rsidRDefault="008309C2">
      <w:pPr>
        <w:pStyle w:val="RedaliaNormal"/>
      </w:pPr>
      <w:r>
        <w:t>Objet de l'accord-cadre : Prestations de service de restauration collective au siège de l’Agence de l’eau Rhône Méditerranée Corse, comprenant la préparation sur place et la distribution des repas lors de la pause méridienne, ainsi que quelques prestations annexes (pauses café, etc.).</w:t>
      </w:r>
    </w:p>
    <w:p w14:paraId="7F59CE30" w14:textId="77777777" w:rsidR="009C7C84" w:rsidRDefault="008309C2">
      <w:pPr>
        <w:pStyle w:val="RdaliaTitreparagraphe"/>
      </w:pPr>
      <w:r>
        <w:t>Objet de la déclaration du sous-traitant</w:t>
      </w:r>
    </w:p>
    <w:p w14:paraId="33480B03" w14:textId="77777777" w:rsidR="009C7C84" w:rsidRDefault="008309C2">
      <w:pPr>
        <w:pStyle w:val="RedaliaNormal"/>
      </w:pPr>
      <w:r>
        <w:t>La présente déclaration de sous-traitance constitue :</w:t>
      </w:r>
    </w:p>
    <w:p w14:paraId="6DDB4A6E" w14:textId="77777777" w:rsidR="009C7C84" w:rsidRDefault="009C7C84">
      <w:pPr>
        <w:pStyle w:val="RedaliaNormal"/>
      </w:pPr>
    </w:p>
    <w:p w14:paraId="10C33DB9" w14:textId="77777777" w:rsidR="009C7C84" w:rsidRDefault="008309C2">
      <w:pPr>
        <w:pStyle w:val="RedaliaNormal"/>
      </w:pPr>
      <w:r>
        <w:rPr>
          <w:rFonts w:ascii="Wingdings" w:eastAsia="Wingdings" w:hAnsi="Wingdings" w:cs="Wingdings"/>
          <w:szCs w:val="22"/>
        </w:rPr>
        <w:t></w:t>
      </w:r>
      <w:r>
        <w:t xml:space="preserve"> Un document annexé à l’offre du soumissionnaire.</w:t>
      </w:r>
    </w:p>
    <w:p w14:paraId="2D239B14" w14:textId="77777777" w:rsidR="009C7C84" w:rsidRDefault="009C7C84">
      <w:pPr>
        <w:pStyle w:val="RedaliaNormal"/>
      </w:pPr>
    </w:p>
    <w:p w14:paraId="4A0122EF" w14:textId="77777777" w:rsidR="009C7C84" w:rsidRDefault="008309C2">
      <w:pPr>
        <w:pStyle w:val="RedaliaNormal"/>
      </w:pPr>
      <w:r>
        <w:rPr>
          <w:rFonts w:ascii="Wingdings" w:eastAsia="Wingdings" w:hAnsi="Wingdings" w:cs="Wingdings"/>
          <w:szCs w:val="22"/>
        </w:rPr>
        <w:t></w:t>
      </w:r>
      <w:r>
        <w:t xml:space="preserve"> Un acte spécial portant acceptation du sous-traitant et agrément de ses conditions de paiement (sous-traitant présenté après attribution de l'accord-cadre).</w:t>
      </w:r>
    </w:p>
    <w:p w14:paraId="28A60E68" w14:textId="77777777" w:rsidR="009C7C84" w:rsidRDefault="009C7C84">
      <w:pPr>
        <w:pStyle w:val="RedaliaNormal"/>
      </w:pPr>
    </w:p>
    <w:p w14:paraId="05836E9F" w14:textId="77777777" w:rsidR="009C7C84" w:rsidRDefault="008309C2">
      <w:pPr>
        <w:pStyle w:val="RedaliaNormal"/>
      </w:pPr>
      <w:r>
        <w:rPr>
          <w:rFonts w:ascii="Wingdings" w:eastAsia="Wingdings" w:hAnsi="Wingdings" w:cs="Wingdings"/>
          <w:szCs w:val="22"/>
        </w:rPr>
        <w:t></w:t>
      </w:r>
      <w:r>
        <w:rPr>
          <w:szCs w:val="22"/>
        </w:rPr>
        <w:t xml:space="preserve"> Un acte spécial modificatif : il annule et remplace la déclaration de sous-traitance du …</w:t>
      </w:r>
      <w:proofErr w:type="gramStart"/>
      <w:r>
        <w:rPr>
          <w:szCs w:val="22"/>
        </w:rPr>
        <w:t>…….</w:t>
      </w:r>
      <w:proofErr w:type="gramEnd"/>
      <w:r>
        <w:rPr>
          <w:szCs w:val="22"/>
        </w:rPr>
        <w:t>.</w:t>
      </w:r>
    </w:p>
    <w:p w14:paraId="1E377E24" w14:textId="77777777" w:rsidR="009C7C84" w:rsidRDefault="009C7C84">
      <w:pPr>
        <w:pStyle w:val="RedaliaNormal"/>
      </w:pPr>
    </w:p>
    <w:p w14:paraId="51EEDD48" w14:textId="77777777" w:rsidR="009C7C84" w:rsidRDefault="008309C2">
      <w:pPr>
        <w:pStyle w:val="RdaliaTitreparagraphe"/>
      </w:pPr>
      <w:r>
        <w:t>Identification du soumissionnaire ou du titulaire</w:t>
      </w:r>
    </w:p>
    <w:p w14:paraId="53ABE175" w14:textId="2C7E9DBA" w:rsidR="009C7C84" w:rsidRDefault="008309C2">
      <w:pPr>
        <w:pStyle w:val="RedaliaNormal"/>
      </w:pPr>
      <w:r>
        <w:t xml:space="preserve">Nom commercial et dénomination sociale de l’unité ou de l’établissement qui exécutera la prestation, </w:t>
      </w:r>
      <w:r w:rsidR="00E21A00">
        <w:t>adresse postale</w:t>
      </w:r>
      <w:r>
        <w:t xml:space="preserve"> et du siège social (si elle est différente de l’adresse postale), adresse électronique, numéros de téléphone et de télécopie, numéro SIRET :</w:t>
      </w:r>
    </w:p>
    <w:p w14:paraId="03F5183B" w14:textId="77777777" w:rsidR="009C7C84" w:rsidRDefault="008309C2">
      <w:pPr>
        <w:pStyle w:val="RedaliaNormal"/>
      </w:pPr>
      <w:r>
        <w:tab/>
      </w:r>
    </w:p>
    <w:p w14:paraId="6CAF30ED" w14:textId="77777777" w:rsidR="009C7C84" w:rsidRDefault="008309C2">
      <w:pPr>
        <w:pStyle w:val="RedaliaNormal"/>
      </w:pPr>
      <w:r>
        <w:tab/>
      </w:r>
    </w:p>
    <w:p w14:paraId="17F4D55B" w14:textId="77777777" w:rsidR="009C7C84" w:rsidRDefault="008309C2">
      <w:pPr>
        <w:pStyle w:val="RedaliaNormal"/>
      </w:pPr>
      <w:r>
        <w:lastRenderedPageBreak/>
        <w:tab/>
      </w:r>
    </w:p>
    <w:p w14:paraId="26A9D535" w14:textId="77777777" w:rsidR="009C7C84" w:rsidRDefault="009C7C84">
      <w:pPr>
        <w:pStyle w:val="RedaliaNormal"/>
      </w:pPr>
    </w:p>
    <w:p w14:paraId="5C65213A" w14:textId="77777777" w:rsidR="009C7C84" w:rsidRDefault="008309C2">
      <w:pPr>
        <w:pStyle w:val="RedaliaNormal"/>
      </w:pPr>
      <w:r>
        <w:t>Forme juridique du soumissionnaire individuel, du titulaire ou du membre du groupement (entreprise individuelle, SA, SARL, EURL, association, établissement public, etc.) :</w:t>
      </w:r>
    </w:p>
    <w:p w14:paraId="2EB89925" w14:textId="77777777" w:rsidR="009C7C84" w:rsidRDefault="008309C2">
      <w:pPr>
        <w:pStyle w:val="RedaliaNormal"/>
      </w:pPr>
      <w:r>
        <w:tab/>
      </w:r>
    </w:p>
    <w:p w14:paraId="7AD7E991" w14:textId="77777777" w:rsidR="009C7C84" w:rsidRDefault="008309C2">
      <w:pPr>
        <w:pStyle w:val="RedaliaNormal"/>
      </w:pPr>
      <w:r>
        <w:tab/>
      </w:r>
    </w:p>
    <w:p w14:paraId="48286AAB" w14:textId="77777777" w:rsidR="009C7C84" w:rsidRDefault="008309C2">
      <w:pPr>
        <w:pStyle w:val="RedaliaNormal"/>
      </w:pPr>
      <w:r>
        <w:tab/>
      </w:r>
    </w:p>
    <w:p w14:paraId="5190F9DD" w14:textId="77777777" w:rsidR="009C7C84" w:rsidRDefault="009C7C84">
      <w:pPr>
        <w:pStyle w:val="RedaliaNormal"/>
      </w:pPr>
    </w:p>
    <w:p w14:paraId="41CE61A9" w14:textId="77777777" w:rsidR="009C7C84" w:rsidRDefault="008309C2">
      <w:pPr>
        <w:pStyle w:val="RedaliaNormal"/>
      </w:pPr>
      <w:r>
        <w:t>En cas de groupement momentané d’entreprises, identification et coordonnées du mandataire du groupement :</w:t>
      </w:r>
    </w:p>
    <w:p w14:paraId="25856A16" w14:textId="77777777" w:rsidR="009C7C84" w:rsidRDefault="008309C2">
      <w:pPr>
        <w:pStyle w:val="RedaliaNormal"/>
      </w:pPr>
      <w:r>
        <w:tab/>
      </w:r>
    </w:p>
    <w:p w14:paraId="0A4391BB" w14:textId="77777777" w:rsidR="009C7C84" w:rsidRDefault="008309C2">
      <w:pPr>
        <w:pStyle w:val="RedaliaNormal"/>
      </w:pPr>
      <w:r>
        <w:tab/>
      </w:r>
    </w:p>
    <w:p w14:paraId="5D3A6E33" w14:textId="77777777" w:rsidR="009C7C84" w:rsidRDefault="008309C2">
      <w:pPr>
        <w:pStyle w:val="RedaliaNormal"/>
      </w:pPr>
      <w:r>
        <w:tab/>
      </w:r>
    </w:p>
    <w:p w14:paraId="25A28E5E" w14:textId="77777777" w:rsidR="009C7C84" w:rsidRDefault="008309C2">
      <w:pPr>
        <w:pStyle w:val="RdaliaTitreparagraphe"/>
      </w:pPr>
      <w:r>
        <w:t>Identification du sous-traitant :</w:t>
      </w:r>
    </w:p>
    <w:p w14:paraId="683C7EF1" w14:textId="04D01DDD" w:rsidR="009C7C84" w:rsidRDefault="008309C2">
      <w:pPr>
        <w:pStyle w:val="RedaliaNormal"/>
      </w:pPr>
      <w:r>
        <w:t>Nom commercial et dénomination sociale de l’unité ou de l’établissement qui exécutera la prestation, adresse postale et du siège social (si elle est différente de l’adresse postale), adresse électronique, numéros de téléphone et de télécopie, numéro SIRET :</w:t>
      </w:r>
    </w:p>
    <w:p w14:paraId="73DED8BC" w14:textId="77777777" w:rsidR="009C7C84" w:rsidRDefault="008309C2">
      <w:pPr>
        <w:pStyle w:val="RedaliaNormal"/>
      </w:pPr>
      <w:r>
        <w:tab/>
      </w:r>
    </w:p>
    <w:p w14:paraId="472DA7CC" w14:textId="77777777" w:rsidR="009C7C84" w:rsidRDefault="008309C2">
      <w:pPr>
        <w:pStyle w:val="RedaliaNormal"/>
      </w:pPr>
      <w:r>
        <w:tab/>
      </w:r>
    </w:p>
    <w:p w14:paraId="3D8B0E8F" w14:textId="77777777" w:rsidR="009C7C84" w:rsidRDefault="008309C2">
      <w:pPr>
        <w:pStyle w:val="RedaliaNormal"/>
      </w:pPr>
      <w:r>
        <w:tab/>
      </w:r>
    </w:p>
    <w:p w14:paraId="1ABA4870" w14:textId="77777777" w:rsidR="009C7C84" w:rsidRDefault="009C7C84">
      <w:pPr>
        <w:pStyle w:val="TitreN5"/>
        <w:widowControl/>
        <w:tabs>
          <w:tab w:val="right" w:leader="dot" w:pos="10417"/>
        </w:tabs>
        <w:spacing w:before="0" w:after="0"/>
        <w:outlineLvl w:val="9"/>
        <w:rPr>
          <w:b/>
          <w:i w:val="0"/>
          <w:color w:val="0000FF"/>
          <w:sz w:val="20"/>
          <w:szCs w:val="24"/>
        </w:rPr>
      </w:pPr>
    </w:p>
    <w:p w14:paraId="7779A4E9" w14:textId="77777777" w:rsidR="009C7C84" w:rsidRDefault="008309C2">
      <w:pPr>
        <w:pStyle w:val="RedaliaNormal"/>
      </w:pPr>
      <w:r>
        <w:t>Forme juridique du soumissionnaire individuel, du titulaire ou du membre du groupement (entreprise individuelle, SA, SARL, EURL, association, établissement public, etc.) :</w:t>
      </w:r>
    </w:p>
    <w:p w14:paraId="10B86FA4" w14:textId="77777777" w:rsidR="009C7C84" w:rsidRDefault="008309C2">
      <w:pPr>
        <w:pStyle w:val="RedaliaNormal"/>
      </w:pPr>
      <w:r>
        <w:tab/>
      </w:r>
    </w:p>
    <w:p w14:paraId="0E9F96C3" w14:textId="77777777" w:rsidR="009C7C84" w:rsidRDefault="008309C2">
      <w:pPr>
        <w:pStyle w:val="RedaliaNormal"/>
      </w:pPr>
      <w:r>
        <w:tab/>
      </w:r>
    </w:p>
    <w:p w14:paraId="1B676273" w14:textId="77777777" w:rsidR="009C7C84" w:rsidRDefault="008309C2">
      <w:pPr>
        <w:pStyle w:val="RedaliaNormal"/>
      </w:pPr>
      <w:r>
        <w:tab/>
      </w:r>
    </w:p>
    <w:p w14:paraId="6838A4AD" w14:textId="77777777" w:rsidR="009C7C84" w:rsidRDefault="009C7C84">
      <w:pPr>
        <w:pStyle w:val="RedaliaNormal"/>
      </w:pPr>
    </w:p>
    <w:p w14:paraId="601264F3" w14:textId="77777777" w:rsidR="009C7C84" w:rsidRDefault="008309C2">
      <w:pPr>
        <w:pStyle w:val="RedaliaNormal"/>
      </w:pPr>
      <w:r>
        <w:t xml:space="preserve">Personne(s) physique(s) ayant le pouvoir d’engager le sous-traitant : (Indiquer le nom, prénom et la qualité de chaque personne) :  </w:t>
      </w:r>
    </w:p>
    <w:p w14:paraId="3CB7B1E4" w14:textId="77777777" w:rsidR="009C7C84" w:rsidRDefault="008309C2">
      <w:pPr>
        <w:pStyle w:val="RedaliaNormal"/>
      </w:pPr>
      <w:r>
        <w:tab/>
      </w:r>
    </w:p>
    <w:p w14:paraId="6E305C14" w14:textId="77777777" w:rsidR="009C7C84" w:rsidRDefault="008309C2">
      <w:pPr>
        <w:pStyle w:val="RedaliaNormal"/>
      </w:pPr>
      <w:r>
        <w:tab/>
      </w:r>
    </w:p>
    <w:p w14:paraId="50496CD1" w14:textId="77777777" w:rsidR="009C7C84" w:rsidRDefault="008309C2">
      <w:pPr>
        <w:pStyle w:val="RedaliaNormal"/>
      </w:pPr>
      <w:r>
        <w:tab/>
      </w:r>
    </w:p>
    <w:p w14:paraId="2BE06A04" w14:textId="77777777" w:rsidR="009C7C84" w:rsidRDefault="009C7C84">
      <w:pPr>
        <w:pStyle w:val="RedaliaNormal"/>
      </w:pPr>
    </w:p>
    <w:p w14:paraId="5B4FD7FE" w14:textId="79E7BF52" w:rsidR="009C7C84" w:rsidRDefault="008309C2">
      <w:pPr>
        <w:pStyle w:val="RedaliaNormal"/>
      </w:pPr>
      <w:r>
        <w:t xml:space="preserve">Le sous-traitant est-il une micro, une petite ou une moyenne entreprise au sens de la recommandation de la Commission du 6 mai 2003 concernant la définition </w:t>
      </w:r>
      <w:proofErr w:type="gramStart"/>
      <w:r>
        <w:t>des micro</w:t>
      </w:r>
      <w:proofErr w:type="gramEnd"/>
      <w:r>
        <w:t>, petites et moyennes entreprises ou un artisan au sens au sens de l'article 19 de la loi du 5 juillet 1996 n° 96-603 modifiée relative au développement et à la promotion du commerce et de l’artisanat (Art. R. 2151-13 et R. 2351-12 du Code de la commande publique)</w:t>
      </w:r>
      <w:r w:rsidR="00173E2E">
        <w:t xml:space="preserve"> </w:t>
      </w:r>
      <w:r>
        <w:t>?</w:t>
      </w:r>
    </w:p>
    <w:p w14:paraId="51B041B9" w14:textId="77777777" w:rsidR="00173E2E" w:rsidRDefault="00173E2E">
      <w:pPr>
        <w:pStyle w:val="RedaliaNormal"/>
      </w:pPr>
    </w:p>
    <w:p w14:paraId="211E227D" w14:textId="77777777" w:rsidR="009C7C84" w:rsidRDefault="008309C2">
      <w:pPr>
        <w:pStyle w:val="RedaliaRetraitavecpuce"/>
        <w:numPr>
          <w:ilvl w:val="0"/>
          <w:numId w:val="0"/>
        </w:numPr>
        <w:ind w:left="720"/>
      </w:pP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1C1DC884" w14:textId="48725D75" w:rsidR="009C7C84" w:rsidRDefault="008309C2">
      <w:pPr>
        <w:pStyle w:val="RdaliaTitreparagraphe"/>
      </w:pPr>
      <w:r>
        <w:t>Nature des prestations sous-traitées :</w:t>
      </w:r>
    </w:p>
    <w:p w14:paraId="3DA21EC9" w14:textId="77777777" w:rsidR="009C7C84" w:rsidRDefault="008309C2">
      <w:pPr>
        <w:pStyle w:val="RedaliaNormal"/>
      </w:pPr>
      <w:r>
        <w:rPr>
          <w:b/>
        </w:rPr>
        <w:t>Nature des prestations sous-traitées</w:t>
      </w:r>
      <w:r>
        <w:t> :</w:t>
      </w:r>
      <w:r>
        <w:tab/>
      </w:r>
    </w:p>
    <w:p w14:paraId="0F83CCA7" w14:textId="77777777" w:rsidR="009C7C84" w:rsidRDefault="008309C2">
      <w:pPr>
        <w:pStyle w:val="RedaliaNormal"/>
      </w:pPr>
      <w:r>
        <w:tab/>
      </w:r>
    </w:p>
    <w:p w14:paraId="4E4EEF05" w14:textId="77777777" w:rsidR="009C7C84" w:rsidRDefault="009C7C84">
      <w:pPr>
        <w:pStyle w:val="RedaliaNormal"/>
      </w:pPr>
    </w:p>
    <w:p w14:paraId="1C8EEA83" w14:textId="77777777" w:rsidR="00E21A00" w:rsidRDefault="00E21A00">
      <w:pPr>
        <w:pStyle w:val="RedaliaNormal"/>
        <w:rPr>
          <w:b/>
        </w:rPr>
      </w:pPr>
    </w:p>
    <w:p w14:paraId="4534702D" w14:textId="00E2EC46" w:rsidR="009C7C84" w:rsidRDefault="008309C2">
      <w:pPr>
        <w:pStyle w:val="RedaliaNormal"/>
      </w:pPr>
      <w:r>
        <w:rPr>
          <w:b/>
        </w:rPr>
        <w:lastRenderedPageBreak/>
        <w:t xml:space="preserve">Sous-traitance de traitement de données à caractère personnel (à compléter le cas échéant) : </w:t>
      </w:r>
      <w:r>
        <w:tab/>
      </w:r>
    </w:p>
    <w:p w14:paraId="07C054A1" w14:textId="77777777" w:rsidR="009C7C84" w:rsidRDefault="008309C2">
      <w:pPr>
        <w:pStyle w:val="RedaliaNormal"/>
      </w:pPr>
      <w:r>
        <w:tab/>
      </w:r>
    </w:p>
    <w:p w14:paraId="787B55A3" w14:textId="77777777" w:rsidR="009C7C84" w:rsidRDefault="009C7C84">
      <w:pPr>
        <w:pStyle w:val="RedaliaNormal"/>
      </w:pPr>
    </w:p>
    <w:p w14:paraId="2E91546A" w14:textId="77777777" w:rsidR="009C7C84" w:rsidRDefault="008309C2">
      <w:pPr>
        <w:pStyle w:val="RedaliaNormal"/>
      </w:pPr>
      <w:r>
        <w:t>Le sous-traitant est autorisé à traiter les données à caractère personnel nécessaires pour fournir le ou les service(s) suivant(s) : ……………</w:t>
      </w:r>
    </w:p>
    <w:p w14:paraId="18602646" w14:textId="77777777" w:rsidR="009C7C84" w:rsidRDefault="009C7C84">
      <w:pPr>
        <w:pStyle w:val="RedaliaNormal"/>
      </w:pPr>
    </w:p>
    <w:p w14:paraId="3BA91503" w14:textId="77777777" w:rsidR="009C7C84" w:rsidRDefault="008309C2">
      <w:pPr>
        <w:pStyle w:val="RedaliaNormal"/>
      </w:pPr>
      <w:r>
        <w:t>La durée du traitement est : ………</w:t>
      </w:r>
      <w:proofErr w:type="gramStart"/>
      <w:r>
        <w:t>…….</w:t>
      </w:r>
      <w:proofErr w:type="gramEnd"/>
      <w:r>
        <w:t>.</w:t>
      </w:r>
    </w:p>
    <w:p w14:paraId="6097D5CD" w14:textId="77777777" w:rsidR="009C7C84" w:rsidRDefault="009C7C84">
      <w:pPr>
        <w:pStyle w:val="RedaliaNormal"/>
      </w:pPr>
    </w:p>
    <w:p w14:paraId="3BF1FEC7" w14:textId="77777777" w:rsidR="009C7C84" w:rsidRDefault="008309C2">
      <w:pPr>
        <w:pStyle w:val="RedaliaNormal"/>
      </w:pPr>
      <w:r>
        <w:t>La nature des opérations réalisées sur les données est : ………………….</w:t>
      </w:r>
    </w:p>
    <w:p w14:paraId="4DC7E1F2" w14:textId="77777777" w:rsidR="009C7C84" w:rsidRDefault="009C7C84">
      <w:pPr>
        <w:pStyle w:val="RedaliaNormal"/>
      </w:pPr>
    </w:p>
    <w:p w14:paraId="0833EFF6" w14:textId="77777777" w:rsidR="009C7C84" w:rsidRDefault="008309C2">
      <w:pPr>
        <w:pStyle w:val="RedaliaNormal"/>
      </w:pPr>
      <w:r>
        <w:t>La ou les finalité(s) du traitement sont : ……………</w:t>
      </w:r>
    </w:p>
    <w:p w14:paraId="4B896B2F" w14:textId="77777777" w:rsidR="009C7C84" w:rsidRDefault="009C7C84">
      <w:pPr>
        <w:pStyle w:val="RedaliaNormal"/>
      </w:pPr>
    </w:p>
    <w:p w14:paraId="71E1DA77" w14:textId="77777777" w:rsidR="009C7C84" w:rsidRDefault="008309C2">
      <w:pPr>
        <w:pStyle w:val="RedaliaNormal"/>
      </w:pPr>
      <w:r>
        <w:t>Les données à caractère personnel traitées sont : ………………</w:t>
      </w:r>
    </w:p>
    <w:p w14:paraId="0086F2C2" w14:textId="77777777" w:rsidR="009C7C84" w:rsidRDefault="009C7C84">
      <w:pPr>
        <w:pStyle w:val="RedaliaNormal"/>
      </w:pPr>
    </w:p>
    <w:p w14:paraId="541BA2C4" w14:textId="77777777" w:rsidR="009C7C84" w:rsidRDefault="008309C2">
      <w:pPr>
        <w:pStyle w:val="RedaliaNormal"/>
      </w:pPr>
      <w:r>
        <w:t>Les catégories de personnes concernées sont : ………………….</w:t>
      </w:r>
    </w:p>
    <w:p w14:paraId="43400C13" w14:textId="77777777" w:rsidR="009C7C84" w:rsidRDefault="009C7C84">
      <w:pPr>
        <w:pStyle w:val="RedaliaNormal"/>
      </w:pPr>
    </w:p>
    <w:p w14:paraId="0B1C162A" w14:textId="77777777" w:rsidR="009C7C84" w:rsidRDefault="008309C2">
      <w:pPr>
        <w:pStyle w:val="RedaliaNormal"/>
      </w:pPr>
      <w:r>
        <w:t>Le soumissionnaire/titulaire déclare que :</w:t>
      </w:r>
    </w:p>
    <w:p w14:paraId="4F8AF3E4" w14:textId="77777777" w:rsidR="009C7C84" w:rsidRDefault="008309C2">
      <w:pPr>
        <w:pStyle w:val="RedaliaNormal"/>
      </w:pPr>
      <w:r>
        <w:rPr>
          <w:rFonts w:ascii="Wingdings" w:eastAsia="Wingdings" w:hAnsi="Wingdings" w:cs="Wingdings"/>
          <w:szCs w:val="22"/>
        </w:rPr>
        <w:t></w:t>
      </w:r>
      <w:r>
        <w:rPr>
          <w:szCs w:val="22"/>
        </w:rPr>
        <w:t xml:space="preserve"> </w:t>
      </w:r>
      <w:r>
        <w:t>Le sous-traitant présente des garanties suffisantes pour la mise en œuvre de mesures techniques et organisationnelles propres à assurer la protection des données personnelles ;</w:t>
      </w:r>
    </w:p>
    <w:p w14:paraId="20BB593B" w14:textId="77777777" w:rsidR="009C7C84" w:rsidRDefault="008309C2">
      <w:pPr>
        <w:pStyle w:val="RedaliaNormal"/>
      </w:pPr>
      <w:r>
        <w:rPr>
          <w:rFonts w:ascii="Wingdings" w:eastAsia="Wingdings" w:hAnsi="Wingdings" w:cs="Wingdings"/>
          <w:szCs w:val="22"/>
        </w:rPr>
        <w:t></w:t>
      </w:r>
      <w:r>
        <w:rPr>
          <w:szCs w:val="22"/>
        </w:rPr>
        <w:t xml:space="preserve"> </w:t>
      </w:r>
      <w: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E5AF962" w14:textId="77777777" w:rsidR="009C7C84" w:rsidRDefault="009C7C84">
      <w:pPr>
        <w:pStyle w:val="RedaliaNormal"/>
      </w:pPr>
    </w:p>
    <w:p w14:paraId="131E1359" w14:textId="77777777" w:rsidR="009C7C84" w:rsidRDefault="008309C2">
      <w:pPr>
        <w:pStyle w:val="RdaliaTitreparagraphe"/>
      </w:pPr>
      <w:r>
        <w:t>Prix et durée des prestations sous-traitées :</w:t>
      </w:r>
    </w:p>
    <w:p w14:paraId="03D902A5" w14:textId="77777777" w:rsidR="009C7C84" w:rsidRDefault="008309C2">
      <w:pPr>
        <w:pStyle w:val="RedaliaNormal"/>
      </w:pPr>
      <w:r>
        <w:rPr>
          <w:b/>
        </w:rPr>
        <w:t>Montant des prestations sous-traitées</w:t>
      </w:r>
      <w:r>
        <w:t xml:space="preserve"> :</w:t>
      </w:r>
    </w:p>
    <w:p w14:paraId="37472818" w14:textId="77777777" w:rsidR="009C7C84" w:rsidRDefault="009C7C84">
      <w:pPr>
        <w:pStyle w:val="RedaliaNormal"/>
      </w:pPr>
    </w:p>
    <w:p w14:paraId="3FD9E461" w14:textId="77777777" w:rsidR="009C7C84" w:rsidRDefault="008309C2">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51B37E7" w14:textId="77777777" w:rsidR="009C7C84" w:rsidRDefault="009C7C84">
      <w:pPr>
        <w:pStyle w:val="RedaliaNormal"/>
      </w:pPr>
    </w:p>
    <w:p w14:paraId="203C6A84" w14:textId="77777777" w:rsidR="009C7C84" w:rsidRDefault="008309C2">
      <w:pPr>
        <w:pStyle w:val="RedaliaNormal"/>
      </w:pPr>
      <w:r>
        <w:rPr>
          <w:b/>
        </w:rPr>
        <w:t>a)</w:t>
      </w:r>
      <w:r>
        <w:t xml:space="preserve"> Montant du contrat de sous-traitance dans le cas de prestations ne relevant pas du b) ci-dessous :</w:t>
      </w:r>
    </w:p>
    <w:p w14:paraId="48CF1C60" w14:textId="77777777" w:rsidR="009C7C84" w:rsidRDefault="008309C2">
      <w:pPr>
        <w:pStyle w:val="RedaliaNormal"/>
      </w:pPr>
      <w:r>
        <w:t>- Taux de la TVA : ……………………………</w:t>
      </w:r>
      <w:proofErr w:type="gramStart"/>
      <w:r>
        <w:t>…….</w:t>
      </w:r>
      <w:proofErr w:type="gramEnd"/>
      <w:r>
        <w:t>.</w:t>
      </w:r>
    </w:p>
    <w:p w14:paraId="4C806139" w14:textId="77777777" w:rsidR="009C7C84" w:rsidRDefault="008309C2">
      <w:pPr>
        <w:pStyle w:val="RedaliaNormal"/>
      </w:pPr>
      <w:r>
        <w:t>- Montant HT (€) : ……………………</w:t>
      </w:r>
      <w:proofErr w:type="gramStart"/>
      <w:r>
        <w:t>…….</w:t>
      </w:r>
      <w:proofErr w:type="gramEnd"/>
      <w:r>
        <w:t>.</w:t>
      </w:r>
    </w:p>
    <w:p w14:paraId="741E9315" w14:textId="77777777" w:rsidR="009C7C84" w:rsidRDefault="008309C2">
      <w:pPr>
        <w:pStyle w:val="RedaliaNormal"/>
      </w:pPr>
      <w:r>
        <w:t>- Montant TTC (€) : …………………………</w:t>
      </w:r>
    </w:p>
    <w:p w14:paraId="53FD827D" w14:textId="77777777" w:rsidR="009C7C84" w:rsidRDefault="009C7C84">
      <w:pPr>
        <w:pStyle w:val="RedaliaNormal"/>
      </w:pPr>
    </w:p>
    <w:p w14:paraId="3F83EAF9" w14:textId="77777777" w:rsidR="009C7C84" w:rsidRDefault="008309C2">
      <w:pPr>
        <w:pStyle w:val="RedaliaNormal"/>
      </w:pPr>
      <w:r>
        <w:rPr>
          <w:b/>
        </w:rPr>
        <w:t>b)</w:t>
      </w:r>
      <w:r>
        <w:t xml:space="preserve"> Montant du contrat de sous-traitance dans le cas de travaux sous-traités relevant de l’article 283-2 nonies du Code général des impôts :</w:t>
      </w:r>
    </w:p>
    <w:p w14:paraId="42DA2C12" w14:textId="77777777" w:rsidR="009C7C84" w:rsidRDefault="008309C2">
      <w:pPr>
        <w:pStyle w:val="RedaliaNormal"/>
      </w:pPr>
      <w:r>
        <w:t xml:space="preserve">- Taux de la TVA : </w:t>
      </w:r>
      <w:proofErr w:type="spellStart"/>
      <w:r>
        <w:t>auto-liquidation</w:t>
      </w:r>
      <w:proofErr w:type="spellEnd"/>
      <w:r>
        <w:t xml:space="preserve"> (la TVA est due par le titulaire)</w:t>
      </w:r>
    </w:p>
    <w:p w14:paraId="46D991AB" w14:textId="77777777" w:rsidR="009C7C84" w:rsidRDefault="008309C2">
      <w:pPr>
        <w:pStyle w:val="RedaliaNormal"/>
      </w:pPr>
      <w:r>
        <w:t>- Montant hors TVA (€) : ……………………</w:t>
      </w:r>
      <w:proofErr w:type="gramStart"/>
      <w:r>
        <w:t>…….</w:t>
      </w:r>
      <w:proofErr w:type="gramEnd"/>
      <w:r>
        <w:t>.</w:t>
      </w:r>
    </w:p>
    <w:p w14:paraId="23B632E0" w14:textId="77777777" w:rsidR="009C7C84" w:rsidRDefault="008309C2">
      <w:pPr>
        <w:pStyle w:val="RedaliaNormal"/>
      </w:pPr>
      <w:r>
        <w:t> </w:t>
      </w:r>
    </w:p>
    <w:p w14:paraId="1FCA887A" w14:textId="77777777" w:rsidR="009C7C84" w:rsidRDefault="008309C2">
      <w:pPr>
        <w:pStyle w:val="RedaliaNormal"/>
      </w:pPr>
      <w:r>
        <w:t>Modalités de variation des prix : </w:t>
      </w:r>
    </w:p>
    <w:p w14:paraId="37E286A3" w14:textId="77777777" w:rsidR="009C7C84" w:rsidRDefault="008309C2">
      <w:pPr>
        <w:pStyle w:val="RedaliaNormal"/>
      </w:pPr>
      <w:r>
        <w:t>Voir CCAP</w:t>
      </w:r>
    </w:p>
    <w:p w14:paraId="0853FEA6" w14:textId="77777777" w:rsidR="009C7C84" w:rsidRDefault="009C7C84">
      <w:pPr>
        <w:pStyle w:val="RedaliaNormal"/>
      </w:pPr>
    </w:p>
    <w:p w14:paraId="195CDB35" w14:textId="77777777" w:rsidR="009C7C84" w:rsidRDefault="008309C2">
      <w:pPr>
        <w:pStyle w:val="RedaliaNormal"/>
        <w:rPr>
          <w:b/>
        </w:rPr>
      </w:pPr>
      <w:r>
        <w:rPr>
          <w:b/>
        </w:rPr>
        <w:lastRenderedPageBreak/>
        <w:t>Durée du contrat de sous-traitance en nombre de mois : </w:t>
      </w:r>
    </w:p>
    <w:p w14:paraId="1A523CE0" w14:textId="77777777" w:rsidR="009C7C84" w:rsidRDefault="008309C2">
      <w:pPr>
        <w:pStyle w:val="RedaliaNormal"/>
      </w:pPr>
      <w:r>
        <w:t>(</w:t>
      </w:r>
      <w:r>
        <w:rPr>
          <w:i/>
        </w:rPr>
        <w:t>Nota : Si la durée indiquée dans le contrat de sous-traitance ne correspond pas à un nombre entier, arrondir au nombre entier supérieur. Ex : 20 jours = 1 mois, 1 mois et 2 semaines = 2 mois, etc.</w:t>
      </w:r>
      <w:r>
        <w:t>)</w:t>
      </w:r>
    </w:p>
    <w:p w14:paraId="5FF60ED3" w14:textId="77777777" w:rsidR="009C7C84" w:rsidRDefault="008309C2">
      <w:pPr>
        <w:pStyle w:val="RedaliaNormal"/>
      </w:pPr>
      <w:r>
        <w:t>La durée du contrat de sous-traitance en nombre de mois est de :</w:t>
      </w:r>
    </w:p>
    <w:p w14:paraId="7DA3B05B" w14:textId="77777777" w:rsidR="009C7C84" w:rsidRDefault="009C7C84">
      <w:pPr>
        <w:pStyle w:val="RedaliaNormal"/>
      </w:pPr>
    </w:p>
    <w:p w14:paraId="0BB18EFE" w14:textId="77777777" w:rsidR="009C7C84" w:rsidRDefault="008309C2">
      <w:pPr>
        <w:pStyle w:val="RedaliaNormal"/>
        <w:rPr>
          <w:b/>
        </w:rPr>
      </w:pPr>
      <w:r>
        <w:rPr>
          <w:b/>
        </w:rPr>
        <w:t>Durée des prestations sous-traitées pour les marchés reconductibles : </w:t>
      </w:r>
    </w:p>
    <w:p w14:paraId="35C76A89" w14:textId="77777777" w:rsidR="009C7C84" w:rsidRDefault="008309C2">
      <w:pPr>
        <w:pStyle w:val="RedaliaNormal"/>
      </w:pPr>
      <w:r>
        <w:t>En cas de reconduction du marché, et sauf déclaration contraire du titulaire du marché qui devra faire l’objet d’un acte spécial modificatif, la présente déclaration de sous-traitance est réputée reconduite dans les mêmes conditions.</w:t>
      </w:r>
    </w:p>
    <w:p w14:paraId="3E4ECF74" w14:textId="77777777" w:rsidR="009C7C84" w:rsidRDefault="008309C2">
      <w:pPr>
        <w:pStyle w:val="RedaliaNormal"/>
      </w:pPr>
      <w:r>
        <w:t> </w:t>
      </w:r>
    </w:p>
    <w:p w14:paraId="7D3629C4" w14:textId="77777777" w:rsidR="009C7C84" w:rsidRDefault="008309C2">
      <w:pPr>
        <w:pStyle w:val="RdaliaTitreparagraphe"/>
      </w:pPr>
      <w:r>
        <w:t>Condition de paiement :</w:t>
      </w:r>
    </w:p>
    <w:p w14:paraId="21ED471B" w14:textId="77777777" w:rsidR="009C7C84" w:rsidRDefault="008309C2">
      <w:pPr>
        <w:pStyle w:val="RedaliaNormal"/>
      </w:pPr>
      <w:r>
        <w:t>Références bancaires :</w:t>
      </w:r>
    </w:p>
    <w:p w14:paraId="26CD96E0" w14:textId="77777777" w:rsidR="009C7C84" w:rsidRDefault="008309C2">
      <w:pPr>
        <w:pStyle w:val="RdaliaLgende"/>
      </w:pPr>
      <w:r>
        <w:t>(Joindre un IBAN.)</w:t>
      </w:r>
    </w:p>
    <w:p w14:paraId="3821CE77" w14:textId="77777777" w:rsidR="009C7C84" w:rsidRDefault="009C7C84">
      <w:pPr>
        <w:pStyle w:val="RedaliaNormal"/>
      </w:pPr>
    </w:p>
    <w:p w14:paraId="03FA82D3" w14:textId="77777777" w:rsidR="009C7C84" w:rsidRDefault="008309C2">
      <w:pPr>
        <w:pStyle w:val="RedaliaNormal"/>
      </w:pPr>
      <w:r>
        <w:t xml:space="preserve">IBAN : </w:t>
      </w:r>
      <w:r>
        <w:tab/>
      </w:r>
    </w:p>
    <w:p w14:paraId="3C799917" w14:textId="77777777" w:rsidR="009C7C84" w:rsidRDefault="008309C2">
      <w:pPr>
        <w:pStyle w:val="RedaliaNormal"/>
      </w:pPr>
      <w:r>
        <w:t xml:space="preserve">BIC : </w:t>
      </w:r>
      <w:r>
        <w:tab/>
      </w:r>
    </w:p>
    <w:p w14:paraId="1FF2E94A" w14:textId="77777777" w:rsidR="009C7C84" w:rsidRDefault="009C7C84">
      <w:pPr>
        <w:pStyle w:val="RedaliaNormal"/>
      </w:pPr>
    </w:p>
    <w:p w14:paraId="44EC7EDE" w14:textId="77777777" w:rsidR="009C7C84" w:rsidRDefault="008309C2">
      <w:pPr>
        <w:pStyle w:val="RedaliaNormal"/>
      </w:pPr>
      <w:r>
        <w:t xml:space="preserve">Le sous-traitant demande à bénéficier d’une avance : </w:t>
      </w:r>
      <w:r>
        <w:rPr>
          <w:rFonts w:ascii="Wingdings" w:eastAsia="Wingdings" w:hAnsi="Wingdings" w:cs="Wingdings"/>
          <w:szCs w:val="22"/>
        </w:rPr>
        <w:t></w:t>
      </w:r>
      <w:r>
        <w:rPr>
          <w:szCs w:val="22"/>
        </w:rPr>
        <w:t xml:space="preserve"> OUI         </w:t>
      </w:r>
      <w:r>
        <w:rPr>
          <w:rFonts w:ascii="Wingdings" w:eastAsia="Wingdings" w:hAnsi="Wingdings" w:cs="Wingdings"/>
          <w:szCs w:val="22"/>
        </w:rPr>
        <w:t></w:t>
      </w:r>
      <w:r>
        <w:rPr>
          <w:szCs w:val="22"/>
        </w:rPr>
        <w:t xml:space="preserve"> NON</w:t>
      </w:r>
    </w:p>
    <w:p w14:paraId="3FCBF353" w14:textId="77777777" w:rsidR="009C7C84" w:rsidRDefault="008309C2">
      <w:pPr>
        <w:pStyle w:val="RdaliaTitreparagraphe"/>
        <w:jc w:val="both"/>
      </w:pPr>
      <w:r>
        <w:t>Capacités du sous-traitant :</w:t>
      </w:r>
    </w:p>
    <w:p w14:paraId="0E42877B" w14:textId="77777777" w:rsidR="009C7C84" w:rsidRDefault="008309C2">
      <w:pPr>
        <w:pStyle w:val="RdaliaLgende"/>
        <w:ind w:left="0" w:firstLine="0"/>
      </w:pPr>
      <w:r>
        <w:t>Nota : ces renseignements ne sont nécessaires que lorsque l’acheteur les exige et qu’ils n’ont pas été déjà transmis dans le cadre du DC2 -voir rubrique H du DC2.)</w:t>
      </w:r>
    </w:p>
    <w:p w14:paraId="2954225F" w14:textId="77777777" w:rsidR="009C7C84" w:rsidRDefault="009C7C84">
      <w:pPr>
        <w:pStyle w:val="RedaliaNormal"/>
      </w:pPr>
    </w:p>
    <w:p w14:paraId="1BB76231" w14:textId="602C1AC9" w:rsidR="009C7C84" w:rsidRDefault="008309C2">
      <w:pPr>
        <w:pStyle w:val="RedaliaNormal"/>
      </w:pPr>
      <w:r>
        <w:t xml:space="preserve">Récapitulatif des informations et renseignements ou </w:t>
      </w:r>
      <w:r w:rsidR="00E21A00">
        <w:t>des pièces demandées</w:t>
      </w:r>
      <w:r>
        <w:t xml:space="preserve">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53EB6CF" w14:textId="77777777" w:rsidR="009C7C84" w:rsidRDefault="009C7C84">
      <w:pPr>
        <w:pStyle w:val="RedaliaNormal"/>
      </w:pPr>
    </w:p>
    <w:p w14:paraId="31F80834" w14:textId="77777777" w:rsidR="009C7C84" w:rsidRDefault="008309C2">
      <w:pPr>
        <w:pStyle w:val="RedaliaNormal"/>
      </w:pPr>
      <w:r>
        <w:t>- Déclaration de chiffre d'affaires : Déclaration concernant le chiffre d'affaires global du candidat et le chiffre d'affaires du domaine d'activité faisant l'objet du marché public, portant au maximum sur les trois derniers exercices disponibles en fonction de la date de création de l'entreprise ou du début d'activité de l'opérateur économique.</w:t>
      </w:r>
    </w:p>
    <w:p w14:paraId="135F870A" w14:textId="77777777" w:rsidR="009C7C84" w:rsidRDefault="009C7C84">
      <w:pPr>
        <w:pStyle w:val="RedaliaNormal"/>
      </w:pPr>
    </w:p>
    <w:p w14:paraId="52CC3D6F" w14:textId="77777777" w:rsidR="009C7C84" w:rsidRDefault="008309C2">
      <w:pPr>
        <w:pStyle w:val="RedaliaNormal"/>
      </w:pPr>
      <w:r>
        <w:t>- Références de prestations similaires : Présentation d'une liste des principaux services effectués au cours des trois dernières années, indiquant le montant, la date et le destinataire public ou privé. Les livraisons et les prestations de services sont prouvées par des attestations du destinataire ou, à défaut, par une déclaration de l'opérateur économique.</w:t>
      </w:r>
    </w:p>
    <w:p w14:paraId="005DAB03" w14:textId="77777777" w:rsidR="009C7C84" w:rsidRDefault="009C7C84">
      <w:pPr>
        <w:pStyle w:val="RedaliaNormal"/>
      </w:pPr>
    </w:p>
    <w:p w14:paraId="247643D8" w14:textId="77777777" w:rsidR="009C7C84" w:rsidRDefault="008309C2">
      <w:pPr>
        <w:pStyle w:val="RedaliaNormal"/>
      </w:pPr>
      <w:r>
        <w:t>- Déclaration d'effectifs : Déclaration indiquant les effectifs moyens annuels du candidat et l'importance du personnel d'encadrement pour chacune des trois dernières années ;</w:t>
      </w:r>
    </w:p>
    <w:p w14:paraId="68158052" w14:textId="77777777" w:rsidR="009C7C84" w:rsidRDefault="009C7C84">
      <w:pPr>
        <w:pStyle w:val="RedaliaNormal"/>
      </w:pPr>
    </w:p>
    <w:p w14:paraId="1BE8C3A0" w14:textId="77777777" w:rsidR="009C7C84" w:rsidRDefault="008309C2">
      <w:pPr>
        <w:pStyle w:val="RedaliaNormal"/>
      </w:pPr>
      <w:r>
        <w:t>Le cas échéant, adresse internet à laquelle les documents justificatifs et moyens de preuve sont accessibles directement et gratuitement, ainsi que l’ensemble des renseignements nécessaires pour y accéder :</w:t>
      </w:r>
    </w:p>
    <w:p w14:paraId="4BA591F0" w14:textId="77777777" w:rsidR="009C7C84" w:rsidRDefault="009C7C84">
      <w:pPr>
        <w:pStyle w:val="RedaliaNormal"/>
      </w:pPr>
    </w:p>
    <w:p w14:paraId="29DC8299" w14:textId="77777777" w:rsidR="009C7C84" w:rsidRDefault="008309C2">
      <w:pPr>
        <w:pStyle w:val="RedaliaNormal"/>
      </w:pPr>
      <w:r>
        <w:lastRenderedPageBreak/>
        <w:t xml:space="preserve">- Adresse internet : </w:t>
      </w:r>
      <w:r>
        <w:tab/>
      </w:r>
    </w:p>
    <w:p w14:paraId="0B8AFC54" w14:textId="77777777" w:rsidR="009C7C84" w:rsidRDefault="008309C2">
      <w:pPr>
        <w:pStyle w:val="RedaliaNormal"/>
      </w:pPr>
      <w:r>
        <w:tab/>
      </w:r>
    </w:p>
    <w:p w14:paraId="66E5461B" w14:textId="77777777" w:rsidR="009C7C84" w:rsidRDefault="009C7C84">
      <w:pPr>
        <w:pStyle w:val="RedaliaNormal"/>
      </w:pPr>
    </w:p>
    <w:p w14:paraId="04BF5500" w14:textId="77777777" w:rsidR="009C7C84" w:rsidRDefault="008309C2">
      <w:pPr>
        <w:pStyle w:val="RedaliaNormal"/>
      </w:pPr>
      <w:r>
        <w:t xml:space="preserve">- Renseignements nécessaires pour y accéder : </w:t>
      </w:r>
      <w:r>
        <w:tab/>
      </w:r>
    </w:p>
    <w:p w14:paraId="3B2C96A6" w14:textId="77777777" w:rsidR="009C7C84" w:rsidRDefault="008309C2">
      <w:pPr>
        <w:pStyle w:val="RedaliaNormal"/>
      </w:pPr>
      <w:r>
        <w:tab/>
      </w:r>
    </w:p>
    <w:p w14:paraId="389C3A3E" w14:textId="77777777" w:rsidR="009C7C84" w:rsidRDefault="008309C2">
      <w:pPr>
        <w:pStyle w:val="RdaliaTitreparagraphe"/>
        <w:jc w:val="both"/>
      </w:pPr>
      <w:r>
        <w:t>Attestations sur l’honneur du sous-traitant au regard des exclusions de la procédure :</w:t>
      </w:r>
    </w:p>
    <w:p w14:paraId="5C73317E" w14:textId="77777777" w:rsidR="009C7C84" w:rsidRDefault="008309C2">
      <w:pPr>
        <w:pStyle w:val="RedaliaNormal"/>
      </w:pPr>
      <w:r>
        <w:rPr>
          <w:b/>
        </w:rPr>
        <w:t>Le sous-traitant déclare sur l’honneur</w:t>
      </w:r>
      <w:r>
        <w:t xml:space="preserve"> (*) ne pas entrer dans l’un des cas d’exclusion prévus aux articles L. 2141-1 à L. 2141-5 ou aux articles L. 2141-7 à L. 2141-10 du Code de la commande publique (**).</w:t>
      </w:r>
    </w:p>
    <w:p w14:paraId="4A3E87DD" w14:textId="77777777" w:rsidR="009C7C84" w:rsidRDefault="009C7C84">
      <w:pPr>
        <w:pStyle w:val="RedaliaNormal"/>
      </w:pPr>
    </w:p>
    <w:p w14:paraId="5BEF0200" w14:textId="77777777" w:rsidR="009C7C84" w:rsidRDefault="008309C2">
      <w:pPr>
        <w:pStyle w:val="RedaliaNormal"/>
      </w:pPr>
      <w:r>
        <w:t xml:space="preserve">Afin d’attester que le sous-traitant n’est pas dans un de ces cas d’interdiction de soumissionner, cocher la case suivante : </w:t>
      </w:r>
      <w:r>
        <w:rPr>
          <w:rFonts w:ascii="Wingdings" w:eastAsia="Wingdings" w:hAnsi="Wingdings" w:cs="Wingdings"/>
          <w:szCs w:val="22"/>
        </w:rPr>
        <w:t></w:t>
      </w:r>
    </w:p>
    <w:p w14:paraId="7B2C963C" w14:textId="77777777" w:rsidR="009C7C84" w:rsidRDefault="009C7C84">
      <w:pPr>
        <w:pStyle w:val="RedaliaNormal"/>
      </w:pPr>
    </w:p>
    <w:p w14:paraId="788C6CA3" w14:textId="77777777" w:rsidR="009C7C84" w:rsidRDefault="008309C2">
      <w:pPr>
        <w:pStyle w:val="RdaliaLgende"/>
        <w:ind w:left="0" w:firstLine="0"/>
      </w:pPr>
      <w:r>
        <w:t>(</w:t>
      </w:r>
      <w:proofErr w:type="gramStart"/>
      <w:r>
        <w:t>*)Lorsqu'un</w:t>
      </w:r>
      <w:proofErr w:type="gramEnd"/>
      <w:r>
        <w:t xml:space="preserve">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3E309855" w14:textId="77777777" w:rsidR="009C7C84" w:rsidRDefault="008309C2">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950DD1A" w14:textId="77777777" w:rsidR="009C7C84" w:rsidRDefault="009C7C84">
      <w:pPr>
        <w:pStyle w:val="RedaliaNormal"/>
      </w:pPr>
    </w:p>
    <w:p w14:paraId="5E3F21AF" w14:textId="77777777" w:rsidR="009C7C84" w:rsidRDefault="008309C2">
      <w:pPr>
        <w:pStyle w:val="RedaliaNormal"/>
      </w:pPr>
      <w:r>
        <w:rPr>
          <w:b/>
        </w:rPr>
        <w:t>Documents de preuve disponibles en ligne</w:t>
      </w:r>
      <w:r>
        <w:t xml:space="preserve"> :</w:t>
      </w:r>
    </w:p>
    <w:p w14:paraId="36FC1E5A" w14:textId="77777777" w:rsidR="009C7C84" w:rsidRDefault="009C7C84">
      <w:pPr>
        <w:pStyle w:val="RedaliaNormal"/>
      </w:pPr>
    </w:p>
    <w:p w14:paraId="01252C21" w14:textId="77777777" w:rsidR="009C7C84" w:rsidRDefault="008309C2">
      <w:pPr>
        <w:pStyle w:val="RedaliaNormal"/>
      </w:pPr>
      <w:r>
        <w:t>Le cas échéant, adresse internet à laquelle les documents justificatifs et moyens de preuve sont accessibles directement et gratuitement, ainsi que l’ensemble des renseignements nécessaires pour y accéder :</w:t>
      </w:r>
    </w:p>
    <w:p w14:paraId="0A1AA1C4" w14:textId="77777777" w:rsidR="009C7C84" w:rsidRDefault="008309C2">
      <w:pPr>
        <w:pStyle w:val="RdaliaLgende"/>
      </w:pPr>
      <w:r>
        <w:t>(Si l’adresse et les renseignements sont identiques à ceux fournis plus haut se contenter de renvoyer à la rubrique concernée.)</w:t>
      </w:r>
    </w:p>
    <w:p w14:paraId="3ABCA363" w14:textId="77777777" w:rsidR="009C7C84" w:rsidRDefault="009C7C84">
      <w:pPr>
        <w:pStyle w:val="RedaliaNormal"/>
      </w:pPr>
    </w:p>
    <w:p w14:paraId="71D4E15E" w14:textId="77777777" w:rsidR="009C7C84" w:rsidRDefault="008309C2">
      <w:pPr>
        <w:pStyle w:val="RedaliaNormal"/>
      </w:pPr>
      <w:r>
        <w:t xml:space="preserve">- Adresse internet : </w:t>
      </w:r>
      <w:r>
        <w:tab/>
      </w:r>
    </w:p>
    <w:p w14:paraId="0ED6D7ED" w14:textId="77777777" w:rsidR="009C7C84" w:rsidRDefault="008309C2">
      <w:pPr>
        <w:pStyle w:val="RedaliaNormal"/>
      </w:pPr>
      <w:r>
        <w:tab/>
      </w:r>
    </w:p>
    <w:p w14:paraId="63264D7A" w14:textId="77777777" w:rsidR="009C7C84" w:rsidRDefault="009C7C84">
      <w:pPr>
        <w:pStyle w:val="RedaliaNormal"/>
      </w:pPr>
    </w:p>
    <w:p w14:paraId="4F772BDE" w14:textId="77777777" w:rsidR="009C7C84" w:rsidRDefault="008309C2">
      <w:pPr>
        <w:pStyle w:val="RedaliaNormal"/>
      </w:pPr>
      <w:r>
        <w:t xml:space="preserve">- Renseignements nécessaires pour y accéder : </w:t>
      </w:r>
      <w:r>
        <w:tab/>
      </w:r>
    </w:p>
    <w:p w14:paraId="29DAC8BA" w14:textId="77777777" w:rsidR="009C7C84" w:rsidRDefault="008309C2">
      <w:pPr>
        <w:pStyle w:val="RedaliaNormal"/>
      </w:pPr>
      <w:r>
        <w:tab/>
      </w:r>
    </w:p>
    <w:p w14:paraId="495362AF" w14:textId="77777777" w:rsidR="009C7C84" w:rsidRDefault="008309C2">
      <w:pPr>
        <w:pStyle w:val="RdaliaTitreparagraphe"/>
        <w:jc w:val="both"/>
      </w:pPr>
      <w:r>
        <w:t>Cession ou nantissement des créances résultant du marché public.</w:t>
      </w:r>
    </w:p>
    <w:p w14:paraId="1EFDA89F" w14:textId="77777777" w:rsidR="009C7C84" w:rsidRDefault="008309C2">
      <w:pPr>
        <w:pStyle w:val="RedaliaNormal"/>
      </w:pPr>
      <w:r>
        <w:rPr>
          <w:b/>
          <w:szCs w:val="22"/>
        </w:rPr>
        <w:t xml:space="preserve">1ère hypothèse </w:t>
      </w:r>
      <w:r>
        <w:rPr>
          <w:rFonts w:ascii="Wingdings" w:eastAsia="Wingdings" w:hAnsi="Wingdings" w:cs="Wingdings"/>
          <w:szCs w:val="22"/>
        </w:rPr>
        <w:t></w:t>
      </w:r>
      <w:r>
        <w:t xml:space="preserve"> La présente déclaration de sous-traitance constitue un</w:t>
      </w:r>
      <w:r>
        <w:rPr>
          <w:b/>
        </w:rPr>
        <w:t xml:space="preserve"> acte spécial.</w:t>
      </w:r>
    </w:p>
    <w:p w14:paraId="043A9576" w14:textId="77777777" w:rsidR="009C7C84" w:rsidRDefault="009C7C84">
      <w:pPr>
        <w:pStyle w:val="RedaliaNormal"/>
      </w:pPr>
    </w:p>
    <w:p w14:paraId="56847E19" w14:textId="77777777" w:rsidR="009C7C84" w:rsidRDefault="008309C2">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3E661B2" w14:textId="77777777" w:rsidR="009C7C84" w:rsidRDefault="008309C2">
      <w:pPr>
        <w:pStyle w:val="RedaliaNormal"/>
      </w:pPr>
      <w:r>
        <w:t>En conséquence, le titulaire produit avec le DC4 :</w:t>
      </w:r>
    </w:p>
    <w:p w14:paraId="283EB09F" w14:textId="77777777" w:rsidR="009C7C84" w:rsidRDefault="008309C2">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du marché public qui lui a été délivré,</w:t>
      </w:r>
    </w:p>
    <w:p w14:paraId="080A9E21" w14:textId="77777777" w:rsidR="009C7C84" w:rsidRDefault="008309C2">
      <w:pPr>
        <w:pStyle w:val="RedaliaNormal"/>
        <w:rPr>
          <w:u w:val="single"/>
        </w:rPr>
      </w:pPr>
      <w:proofErr w:type="gramStart"/>
      <w:r>
        <w:rPr>
          <w:u w:val="single"/>
        </w:rPr>
        <w:t>OU</w:t>
      </w:r>
      <w:proofErr w:type="gramEnd"/>
    </w:p>
    <w:p w14:paraId="1A610DB7" w14:textId="77777777" w:rsidR="009C7C84" w:rsidRDefault="008309C2">
      <w:pPr>
        <w:pStyle w:val="RedaliaNormal"/>
        <w:tabs>
          <w:tab w:val="left" w:pos="1701"/>
        </w:tabs>
      </w:pPr>
      <w:r>
        <w:rPr>
          <w:szCs w:val="22"/>
        </w:rPr>
        <w:tab/>
      </w:r>
      <w:r>
        <w:rPr>
          <w:rFonts w:ascii="Wingdings" w:eastAsia="Wingdings" w:hAnsi="Wingdings" w:cs="Wingdings"/>
          <w:szCs w:val="22"/>
        </w:rPr>
        <w:t></w:t>
      </w:r>
      <w:r>
        <w:t xml:space="preserve"> Une attestation ou une mainlevée du bénéficiaire de la cession ou du nantissement de créances.</w:t>
      </w:r>
    </w:p>
    <w:p w14:paraId="1857E206" w14:textId="77777777" w:rsidR="009C7C84" w:rsidRDefault="009C7C84">
      <w:pPr>
        <w:pStyle w:val="RedaliaNormal"/>
        <w:rPr>
          <w:szCs w:val="22"/>
        </w:rPr>
      </w:pPr>
    </w:p>
    <w:p w14:paraId="7E86D106" w14:textId="77777777" w:rsidR="009C7C84" w:rsidRDefault="008309C2">
      <w:pPr>
        <w:pStyle w:val="RedaliaNormal"/>
      </w:pPr>
      <w:r>
        <w:rPr>
          <w:b/>
          <w:szCs w:val="22"/>
        </w:rPr>
        <w:lastRenderedPageBreak/>
        <w:t xml:space="preserve">2ème hypothèse </w:t>
      </w:r>
      <w:r>
        <w:rPr>
          <w:rFonts w:ascii="Wingdings" w:eastAsia="Wingdings" w:hAnsi="Wingdings" w:cs="Wingdings"/>
          <w:szCs w:val="22"/>
        </w:rPr>
        <w:t></w:t>
      </w:r>
      <w:r>
        <w:t xml:space="preserve"> La présente déclaration de sous-traitance constitue un</w:t>
      </w:r>
      <w:r>
        <w:rPr>
          <w:b/>
        </w:rPr>
        <w:t xml:space="preserve"> acte spécial modificatif :</w:t>
      </w:r>
    </w:p>
    <w:p w14:paraId="150DD303" w14:textId="77777777" w:rsidR="009C7C84" w:rsidRDefault="008309C2">
      <w:pPr>
        <w:pStyle w:val="RedaliaNormal"/>
        <w:ind w:left="1701" w:hanging="1701"/>
      </w:pPr>
      <w:r>
        <w:rPr>
          <w:szCs w:val="22"/>
        </w:rPr>
        <w:tab/>
      </w:r>
      <w:r>
        <w:rPr>
          <w:rFonts w:ascii="Wingdings" w:eastAsia="Wingdings" w:hAnsi="Wingdings" w:cs="Wingdings"/>
          <w:szCs w:val="22"/>
        </w:rPr>
        <w:t></w:t>
      </w:r>
      <w:r>
        <w:t xml:space="preserve"> Le titulaire demande la modification de l'exemplaire unique ou du certificat de cessibilité, prévus à l'article R. 2193-22 ou à l’article R. 2393-40 du Code de la commande publique, qui est joint au présent document ;</w:t>
      </w:r>
    </w:p>
    <w:p w14:paraId="4E64C912" w14:textId="77777777" w:rsidR="009C7C84" w:rsidRDefault="008309C2">
      <w:pPr>
        <w:pStyle w:val="RedaliaNormal"/>
        <w:rPr>
          <w:b/>
          <w:u w:val="single"/>
        </w:rPr>
      </w:pPr>
      <w:proofErr w:type="gramStart"/>
      <w:r>
        <w:rPr>
          <w:b/>
          <w:u w:val="single"/>
        </w:rPr>
        <w:t>OU</w:t>
      </w:r>
      <w:proofErr w:type="gramEnd"/>
    </w:p>
    <w:p w14:paraId="0B828D1C" w14:textId="77777777" w:rsidR="009C7C84" w:rsidRDefault="008309C2">
      <w:pPr>
        <w:pStyle w:val="RedaliaNormal"/>
        <w:ind w:left="1701" w:hanging="1701"/>
      </w:pPr>
      <w:r>
        <w:rPr>
          <w:szCs w:val="22"/>
        </w:rPr>
        <w:tab/>
      </w:r>
      <w:r>
        <w:rPr>
          <w:rFonts w:ascii="Wingdings" w:eastAsia="Wingdings" w:hAnsi="Wingdings" w:cs="Wingdings"/>
          <w:szCs w:val="22"/>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2A6C2F49" w14:textId="77777777" w:rsidR="009C7C84" w:rsidRDefault="008309C2">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135EBB45" w14:textId="77777777" w:rsidR="009C7C84" w:rsidRDefault="008309C2">
      <w:pPr>
        <w:pStyle w:val="RdaliaTitreparagraphe"/>
        <w:jc w:val="both"/>
      </w:pPr>
      <w:r>
        <w:t>Acceptation et agrément des conditions de paiement du sous-traitant.</w:t>
      </w:r>
    </w:p>
    <w:p w14:paraId="3442FEF0" w14:textId="77777777" w:rsidR="009C7C84" w:rsidRDefault="008309C2">
      <w:pPr>
        <w:pStyle w:val="RedaliaNormal"/>
        <w:tabs>
          <w:tab w:val="clear" w:pos="8505"/>
          <w:tab w:val="left" w:leader="dot" w:pos="2694"/>
        </w:tabs>
      </w:pPr>
      <w:r>
        <w:t>A ……………</w:t>
      </w:r>
      <w:proofErr w:type="gramStart"/>
      <w:r>
        <w:t>…….</w:t>
      </w:r>
      <w:proofErr w:type="gramEnd"/>
      <w:r>
        <w:t>, le …………………………</w:t>
      </w:r>
      <w:r>
        <w:tab/>
        <w:t>A ……………</w:t>
      </w:r>
      <w:proofErr w:type="gramStart"/>
      <w:r>
        <w:t>…….</w:t>
      </w:r>
      <w:proofErr w:type="gramEnd"/>
      <w:r>
        <w:t>, le …………………………</w:t>
      </w:r>
    </w:p>
    <w:p w14:paraId="093B11DC" w14:textId="77777777" w:rsidR="009C7C84" w:rsidRDefault="009C7C84">
      <w:pPr>
        <w:pStyle w:val="RedaliaNormal"/>
        <w:tabs>
          <w:tab w:val="clear" w:pos="8505"/>
          <w:tab w:val="left" w:leader="dot" w:pos="2694"/>
        </w:tabs>
      </w:pPr>
    </w:p>
    <w:p w14:paraId="3A28E224" w14:textId="77777777" w:rsidR="009C7C84" w:rsidRDefault="008309C2">
      <w:pPr>
        <w:pStyle w:val="RedaliaNormal"/>
        <w:tabs>
          <w:tab w:val="clear" w:pos="8505"/>
          <w:tab w:val="left" w:pos="2694"/>
        </w:tabs>
      </w:pPr>
      <w:r>
        <w:t>Le sous-traitant :</w:t>
      </w:r>
      <w:r>
        <w:tab/>
      </w:r>
      <w:r>
        <w:tab/>
      </w:r>
      <w:r>
        <w:tab/>
      </w:r>
      <w:r>
        <w:tab/>
      </w:r>
      <w:r>
        <w:tab/>
        <w:t>Le soumissionnaire ou le titulaire :</w:t>
      </w:r>
    </w:p>
    <w:p w14:paraId="4D7841EA" w14:textId="473EA608" w:rsidR="009C7C84" w:rsidRDefault="008309C2">
      <w:pPr>
        <w:pStyle w:val="RedaliaNormal"/>
        <w:tabs>
          <w:tab w:val="clear" w:pos="8505"/>
          <w:tab w:val="left" w:pos="2694"/>
        </w:tabs>
      </w:pPr>
      <w:r>
        <w:t>…………………………</w:t>
      </w:r>
      <w:r>
        <w:tab/>
      </w:r>
      <w:r>
        <w:tab/>
      </w:r>
      <w:r>
        <w:tab/>
      </w:r>
      <w:r>
        <w:tab/>
      </w:r>
      <w:r>
        <w:tab/>
        <w:t>…………………………</w:t>
      </w:r>
      <w:r>
        <w:tab/>
      </w:r>
      <w:r>
        <w:tab/>
      </w:r>
      <w:r>
        <w:tab/>
      </w:r>
    </w:p>
    <w:p w14:paraId="32DBDFF4" w14:textId="77777777" w:rsidR="009C7C84" w:rsidRDefault="009C7C84">
      <w:pPr>
        <w:pStyle w:val="RedaliaNormal"/>
      </w:pPr>
    </w:p>
    <w:p w14:paraId="382B61F1" w14:textId="77777777" w:rsidR="009C7C84" w:rsidRDefault="008309C2">
      <w:pPr>
        <w:pStyle w:val="RedaliaNormal"/>
      </w:pPr>
      <w:r>
        <w:t>Le représentant de l’acheteur, compétent pour signer l'accord-cadre, accepte le sous-traitant et agrée ses conditions de paiement.</w:t>
      </w:r>
    </w:p>
    <w:p w14:paraId="73592D45" w14:textId="77777777" w:rsidR="009C7C84" w:rsidRDefault="009C7C84">
      <w:pPr>
        <w:pStyle w:val="RedaliaNormal"/>
      </w:pPr>
    </w:p>
    <w:p w14:paraId="3F2A9E49" w14:textId="77777777" w:rsidR="009C7C84" w:rsidRDefault="008309C2">
      <w:pPr>
        <w:pStyle w:val="RedaliaNormal"/>
        <w:tabs>
          <w:tab w:val="clear" w:pos="8505"/>
          <w:tab w:val="left" w:leader="dot" w:pos="1843"/>
        </w:tabs>
      </w:pPr>
      <w:r>
        <w:t xml:space="preserve">A </w:t>
      </w:r>
      <w:r>
        <w:tab/>
        <w:t>, le ……………………</w:t>
      </w:r>
      <w:proofErr w:type="gramStart"/>
      <w:r>
        <w:t>…….</w:t>
      </w:r>
      <w:proofErr w:type="gramEnd"/>
      <w:r>
        <w:t>.</w:t>
      </w:r>
    </w:p>
    <w:p w14:paraId="610737DA" w14:textId="77777777" w:rsidR="009C7C84" w:rsidRDefault="009C7C84">
      <w:pPr>
        <w:pStyle w:val="RedaliaNormal"/>
      </w:pPr>
    </w:p>
    <w:p w14:paraId="6CF67E29" w14:textId="77777777" w:rsidR="009C7C84" w:rsidRDefault="008309C2">
      <w:pPr>
        <w:pStyle w:val="RedaliaNormal"/>
      </w:pPr>
      <w:r>
        <w:t>Le représentant de l’acheteur :</w:t>
      </w:r>
    </w:p>
    <w:p w14:paraId="4EBC61BF" w14:textId="77777777" w:rsidR="009C7C84" w:rsidRDefault="009C7C84">
      <w:pPr>
        <w:pStyle w:val="RedaliaNormal"/>
      </w:pPr>
    </w:p>
    <w:p w14:paraId="2BFECE94" w14:textId="77777777" w:rsidR="009C7C84" w:rsidRDefault="008309C2">
      <w:pPr>
        <w:pStyle w:val="RdaliaTitreparagraphe"/>
        <w:jc w:val="both"/>
      </w:pPr>
      <w:r>
        <w:t>Notification de l’acte spécial au titulaire</w:t>
      </w:r>
    </w:p>
    <w:p w14:paraId="6947D6B6"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t>En cas d’envoi en lettre recommandée avec accusé de réception :</w:t>
      </w:r>
    </w:p>
    <w:p w14:paraId="4A33ECA2" w14:textId="77777777" w:rsidR="009C7C84" w:rsidRDefault="008309C2">
      <w:pPr>
        <w:pStyle w:val="RedaliaNormal"/>
        <w:pBdr>
          <w:top w:val="single" w:sz="4" w:space="1" w:color="000000"/>
          <w:left w:val="single" w:sz="4" w:space="4" w:color="000000"/>
          <w:bottom w:val="single" w:sz="4" w:space="1" w:color="000000"/>
          <w:right w:val="single" w:sz="4" w:space="4" w:color="000000"/>
        </w:pBdr>
        <w:rPr>
          <w:i/>
        </w:rPr>
      </w:pPr>
      <w:r>
        <w:rPr>
          <w:i/>
        </w:rPr>
        <w:t>(Coller dans ce cadre l'avis de réception postal, daté et signé par le titulaire.)</w:t>
      </w:r>
    </w:p>
    <w:p w14:paraId="4509D4F9" w14:textId="77777777" w:rsidR="009C7C84" w:rsidRDefault="009C7C84">
      <w:pPr>
        <w:pStyle w:val="RedaliaNormal"/>
        <w:pBdr>
          <w:top w:val="single" w:sz="4" w:space="1" w:color="000000"/>
          <w:left w:val="single" w:sz="4" w:space="4" w:color="000000"/>
          <w:bottom w:val="single" w:sz="4" w:space="1" w:color="000000"/>
          <w:right w:val="single" w:sz="4" w:space="4" w:color="000000"/>
        </w:pBdr>
      </w:pPr>
    </w:p>
    <w:p w14:paraId="51160B32" w14:textId="77777777" w:rsidR="009C7C84" w:rsidRDefault="009C7C84">
      <w:pPr>
        <w:pStyle w:val="RedaliaNormal"/>
        <w:pBdr>
          <w:top w:val="single" w:sz="4" w:space="1" w:color="000000"/>
          <w:left w:val="single" w:sz="4" w:space="4" w:color="000000"/>
          <w:bottom w:val="single" w:sz="4" w:space="1" w:color="000000"/>
          <w:right w:val="single" w:sz="4" w:space="4" w:color="000000"/>
        </w:pBdr>
      </w:pPr>
    </w:p>
    <w:p w14:paraId="2E7D94D3"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37A0F7B0"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14FCA63B"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00232C0B"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784B8D20"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02F381F9"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3E74AB6C"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55B85581" w14:textId="77777777" w:rsidR="009C7C84" w:rsidRDefault="009C7C84">
      <w:pPr>
        <w:pBdr>
          <w:top w:val="single" w:sz="4" w:space="1" w:color="000000"/>
          <w:left w:val="single" w:sz="4" w:space="4" w:color="000000"/>
          <w:bottom w:val="single" w:sz="4" w:space="1" w:color="000000"/>
          <w:right w:val="single" w:sz="4" w:space="4" w:color="000000"/>
        </w:pBdr>
      </w:pPr>
    </w:p>
    <w:p w14:paraId="1BB515A0" w14:textId="77777777" w:rsidR="009C7C84" w:rsidRDefault="009C7C84"/>
    <w:p w14:paraId="0D0B53D9"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lastRenderedPageBreak/>
        <w:t>En cas de remise contre récépissé :</w:t>
      </w:r>
    </w:p>
    <w:p w14:paraId="069C7291" w14:textId="77777777" w:rsidR="009C7C84" w:rsidRDefault="009C7C84">
      <w:pPr>
        <w:pStyle w:val="RedaliaNormal"/>
        <w:pBdr>
          <w:top w:val="single" w:sz="4" w:space="1" w:color="000000"/>
          <w:left w:val="single" w:sz="4" w:space="4" w:color="000000"/>
          <w:bottom w:val="single" w:sz="4" w:space="1" w:color="000000"/>
          <w:right w:val="single" w:sz="4" w:space="4" w:color="000000"/>
        </w:pBdr>
      </w:pPr>
    </w:p>
    <w:p w14:paraId="3AE3EA23"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549A02CD" w14:textId="77777777" w:rsidR="009C7C84" w:rsidRDefault="009C7C84">
      <w:pPr>
        <w:pStyle w:val="RedaliaNormal"/>
        <w:pBdr>
          <w:top w:val="single" w:sz="4" w:space="1" w:color="000000"/>
          <w:left w:val="single" w:sz="4" w:space="4" w:color="000000"/>
          <w:bottom w:val="single" w:sz="4" w:space="1" w:color="000000"/>
          <w:right w:val="single" w:sz="4" w:space="4" w:color="000000"/>
        </w:pBdr>
      </w:pPr>
    </w:p>
    <w:p w14:paraId="336A5441" w14:textId="77777777" w:rsidR="009C7C84" w:rsidRDefault="008309C2">
      <w:pPr>
        <w:pStyle w:val="RedaliaNormal"/>
        <w:pBdr>
          <w:top w:val="single" w:sz="4" w:space="1" w:color="000000"/>
          <w:left w:val="single" w:sz="4" w:space="4" w:color="000000"/>
          <w:bottom w:val="single" w:sz="4" w:space="1" w:color="000000"/>
          <w:right w:val="single" w:sz="4" w:space="4" w:color="000000"/>
        </w:pBdr>
      </w:pPr>
      <w:r>
        <w:t>A …………………</w:t>
      </w:r>
      <w:proofErr w:type="gramStart"/>
      <w:r>
        <w:t>…….</w:t>
      </w:r>
      <w:proofErr w:type="gramEnd"/>
      <w:r>
        <w:t>., le ……………………………..</w:t>
      </w:r>
    </w:p>
    <w:p w14:paraId="04CB3294"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398ADBF9"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0326199A"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06B75067"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703FEC87" w14:textId="77777777" w:rsidR="00E21A00" w:rsidRDefault="00E21A00">
      <w:pPr>
        <w:pStyle w:val="RedaliaNormal"/>
        <w:pBdr>
          <w:top w:val="single" w:sz="4" w:space="1" w:color="000000"/>
          <w:left w:val="single" w:sz="4" w:space="4" w:color="000000"/>
          <w:bottom w:val="single" w:sz="4" w:space="1" w:color="000000"/>
          <w:right w:val="single" w:sz="4" w:space="4" w:color="000000"/>
        </w:pBdr>
      </w:pPr>
    </w:p>
    <w:p w14:paraId="112F1D07" w14:textId="77777777" w:rsidR="009C7C84" w:rsidRDefault="009C7C84">
      <w:pPr>
        <w:pBdr>
          <w:top w:val="single" w:sz="4" w:space="1" w:color="000000"/>
          <w:left w:val="single" w:sz="4" w:space="4" w:color="000000"/>
          <w:bottom w:val="single" w:sz="4" w:space="1" w:color="000000"/>
          <w:right w:val="single" w:sz="4" w:space="4" w:color="000000"/>
        </w:pBdr>
      </w:pPr>
    </w:p>
    <w:p w14:paraId="57796018" w14:textId="77777777" w:rsidR="009C7C84" w:rsidRDefault="009C7C84">
      <w:pPr>
        <w:pStyle w:val="RedaliaNormal"/>
        <w:tabs>
          <w:tab w:val="clear" w:pos="8505"/>
          <w:tab w:val="left" w:leader="dot" w:pos="4320"/>
        </w:tabs>
      </w:pPr>
    </w:p>
    <w:p w14:paraId="66686EA7" w14:textId="77777777" w:rsidR="009C7C84" w:rsidRDefault="009C7C84">
      <w:pPr>
        <w:pStyle w:val="RedaliaNormal"/>
        <w:pageBreakBefore/>
      </w:pPr>
    </w:p>
    <w:p w14:paraId="4F69F920" w14:textId="77777777" w:rsidR="009C7C84" w:rsidRDefault="008309C2">
      <w:pPr>
        <w:pStyle w:val="RdaliaTitredossier"/>
      </w:pPr>
      <w:r>
        <w:t>Annexe à l’acte d’engagement</w:t>
      </w:r>
    </w:p>
    <w:p w14:paraId="2F870F27" w14:textId="77777777" w:rsidR="009C7C84" w:rsidRDefault="009C7C84">
      <w:pPr>
        <w:pStyle w:val="RdaliaTitredossier"/>
      </w:pPr>
    </w:p>
    <w:p w14:paraId="6B5D0C6E" w14:textId="77777777" w:rsidR="009C7C84" w:rsidRDefault="008309C2">
      <w:pPr>
        <w:pStyle w:val="RdaliaTitredossier"/>
      </w:pPr>
      <w:r>
        <w:t>DESIGNATION DES CO-TRAITANTS ET REPARTITION DES PRESTATIONS</w:t>
      </w:r>
    </w:p>
    <w:p w14:paraId="6BB2B9D1" w14:textId="77777777" w:rsidR="009C7C84" w:rsidRDefault="009C7C84">
      <w:pPr>
        <w:pStyle w:val="RedaliaNormal"/>
      </w:pPr>
    </w:p>
    <w:p w14:paraId="428F6975" w14:textId="77777777" w:rsidR="009C7C84" w:rsidRDefault="008309C2">
      <w:pPr>
        <w:pStyle w:val="RedaliaNormal"/>
        <w:rPr>
          <w:i/>
        </w:rPr>
      </w:pPr>
      <w:r>
        <w:rPr>
          <w:i/>
        </w:rPr>
        <w:t>Remplir un exemplaire par co-traitant :</w:t>
      </w:r>
    </w:p>
    <w:p w14:paraId="12CD81F4" w14:textId="77777777" w:rsidR="009C7C84" w:rsidRDefault="009C7C84">
      <w:pPr>
        <w:pStyle w:val="RedaliaNormal"/>
      </w:pPr>
    </w:p>
    <w:p w14:paraId="70FF15F3" w14:textId="77777777" w:rsidR="009C7C84" w:rsidRDefault="008309C2">
      <w:pPr>
        <w:pStyle w:val="RedaliaNormal"/>
      </w:pPr>
      <w:r>
        <w:t>Nom commercial et dénomination sociale du candidat :</w:t>
      </w:r>
    </w:p>
    <w:p w14:paraId="04FA00D8" w14:textId="77777777" w:rsidR="009C7C84" w:rsidRDefault="008309C2">
      <w:pPr>
        <w:pStyle w:val="RedaliaNormal"/>
      </w:pPr>
      <w:r>
        <w:t>...............................................................................................................................................</w:t>
      </w:r>
    </w:p>
    <w:p w14:paraId="05FF11CC" w14:textId="77777777" w:rsidR="009C7C84" w:rsidRDefault="008309C2">
      <w:pPr>
        <w:pStyle w:val="RedaliaNormal"/>
      </w:pPr>
      <w:r>
        <w:t>Adresse de l’établissement :</w:t>
      </w:r>
    </w:p>
    <w:p w14:paraId="255A82D9" w14:textId="77777777" w:rsidR="009C7C84" w:rsidRDefault="008309C2">
      <w:pPr>
        <w:pStyle w:val="RedaliaNormal"/>
      </w:pPr>
      <w:r>
        <w:t>...............................................................................................................................................</w:t>
      </w:r>
    </w:p>
    <w:p w14:paraId="1C5A7A1A" w14:textId="77777777" w:rsidR="009C7C84" w:rsidRDefault="008309C2">
      <w:pPr>
        <w:pStyle w:val="RedaliaNormal"/>
      </w:pPr>
      <w:r>
        <w:t>...............................................................................................................................................</w:t>
      </w:r>
    </w:p>
    <w:p w14:paraId="560B04EC" w14:textId="77777777" w:rsidR="009C7C84" w:rsidRDefault="008309C2">
      <w:pPr>
        <w:pStyle w:val="RedaliaNormal"/>
      </w:pPr>
      <w:r>
        <w:t>...............................................................................................................................................</w:t>
      </w:r>
    </w:p>
    <w:p w14:paraId="7FC8A487" w14:textId="77777777" w:rsidR="009C7C84" w:rsidRDefault="008309C2">
      <w:pPr>
        <w:pStyle w:val="RedaliaNormal"/>
      </w:pPr>
      <w:r>
        <w:t>Adresse du siège social (si différente de l’établissement) :</w:t>
      </w:r>
    </w:p>
    <w:p w14:paraId="4F5CC43B" w14:textId="77777777" w:rsidR="009C7C84" w:rsidRDefault="008309C2">
      <w:pPr>
        <w:pStyle w:val="RedaliaNormal"/>
      </w:pPr>
      <w:r>
        <w:t>...............................................................................................................................................</w:t>
      </w:r>
    </w:p>
    <w:p w14:paraId="34E0E892" w14:textId="77777777" w:rsidR="009C7C84" w:rsidRDefault="008309C2">
      <w:pPr>
        <w:pStyle w:val="RedaliaNormal"/>
      </w:pPr>
      <w:r>
        <w:t>...............................................................................................................................................</w:t>
      </w:r>
    </w:p>
    <w:p w14:paraId="3346FA6A" w14:textId="77777777" w:rsidR="009C7C84" w:rsidRDefault="008309C2">
      <w:pPr>
        <w:pStyle w:val="RedaliaNormal"/>
      </w:pPr>
      <w:r>
        <w:t>...............................................................................................................................................</w:t>
      </w:r>
    </w:p>
    <w:p w14:paraId="45017206" w14:textId="77777777" w:rsidR="009C7C84" w:rsidRDefault="008309C2">
      <w:pPr>
        <w:pStyle w:val="RedaliaNormal"/>
      </w:pPr>
      <w:r>
        <w:t>Adresse électronique : ................................................</w:t>
      </w:r>
    </w:p>
    <w:p w14:paraId="63802EE3" w14:textId="77777777" w:rsidR="009C7C84" w:rsidRDefault="008309C2">
      <w:pPr>
        <w:pStyle w:val="RedaliaNormal"/>
      </w:pPr>
      <w:r>
        <w:t>Téléphone : ................................................</w:t>
      </w:r>
    </w:p>
    <w:p w14:paraId="4793AB15" w14:textId="77777777" w:rsidR="009C7C84" w:rsidRDefault="008309C2">
      <w:pPr>
        <w:pStyle w:val="RedaliaNormal"/>
      </w:pPr>
      <w:r>
        <w:t>Télécopie : ................................................</w:t>
      </w:r>
    </w:p>
    <w:p w14:paraId="07171EB2" w14:textId="77777777" w:rsidR="009C7C84" w:rsidRDefault="008309C2">
      <w:pPr>
        <w:pStyle w:val="RedaliaNormal"/>
      </w:pPr>
      <w:r>
        <w:t>SIRET : ................................................ APE : ................................................</w:t>
      </w:r>
    </w:p>
    <w:p w14:paraId="1D0152E1" w14:textId="77777777" w:rsidR="009C7C84" w:rsidRDefault="008309C2">
      <w:pPr>
        <w:pStyle w:val="RedaliaNormal"/>
      </w:pPr>
      <w:r>
        <w:t>Numéro de TVA intracommunautaire : ...........................................................</w:t>
      </w:r>
    </w:p>
    <w:p w14:paraId="56D54EC3" w14:textId="77777777" w:rsidR="009C7C84" w:rsidRDefault="009C7C84">
      <w:pPr>
        <w:pStyle w:val="RedaliaNormal"/>
      </w:pPr>
    </w:p>
    <w:p w14:paraId="503B848D" w14:textId="77777777" w:rsidR="009C7C84" w:rsidRDefault="008309C2">
      <w:pPr>
        <w:pStyle w:val="RedaliaNormal"/>
      </w:pPr>
      <w:r>
        <w:t>Accepte de recevoir l’avance :</w:t>
      </w:r>
    </w:p>
    <w:p w14:paraId="1658FCC7" w14:textId="77777777" w:rsidR="009C7C84" w:rsidRDefault="008309C2">
      <w:pPr>
        <w:pStyle w:val="RedaliaNormal"/>
      </w:pPr>
      <w:bookmarkStart w:id="36" w:name="formcheckbox_off_30"/>
      <w:r>
        <w:rPr>
          <w:rFonts w:ascii="Wingdings" w:eastAsia="Wingdings" w:hAnsi="Wingdings" w:cs="Wingdings"/>
        </w:rPr>
        <w:t>¨</w:t>
      </w:r>
      <w:bookmarkEnd w:id="36"/>
      <w:r>
        <w:t xml:space="preserve"> Oui</w:t>
      </w:r>
    </w:p>
    <w:p w14:paraId="6EE612D1" w14:textId="77777777" w:rsidR="009C7C84" w:rsidRDefault="008309C2">
      <w:pPr>
        <w:pStyle w:val="RedaliaNormal"/>
      </w:pPr>
      <w:bookmarkStart w:id="37" w:name="formcheckbox_off_31"/>
      <w:r>
        <w:rPr>
          <w:rFonts w:ascii="Wingdings" w:eastAsia="Wingdings" w:hAnsi="Wingdings" w:cs="Wingdings"/>
        </w:rPr>
        <w:t>¨</w:t>
      </w:r>
      <w:bookmarkEnd w:id="37"/>
      <w:r>
        <w:t xml:space="preserve"> Non</w:t>
      </w:r>
    </w:p>
    <w:p w14:paraId="0B6CC26E" w14:textId="77777777" w:rsidR="009C7C84" w:rsidRDefault="009C7C84">
      <w:pPr>
        <w:pStyle w:val="RedaliaNormal"/>
      </w:pPr>
    </w:p>
    <w:p w14:paraId="666BBC04" w14:textId="77777777" w:rsidR="009C7C84" w:rsidRDefault="008309C2">
      <w:pPr>
        <w:pStyle w:val="RedaliaNormal"/>
      </w:pPr>
      <w:r>
        <w:t>Références bancaires :</w:t>
      </w:r>
    </w:p>
    <w:p w14:paraId="4E18DF49" w14:textId="77777777" w:rsidR="009C7C84" w:rsidRDefault="008309C2">
      <w:pPr>
        <w:pStyle w:val="RedaliaNormal"/>
      </w:pPr>
      <w:r>
        <w:t>IBAN : .......................................................................................................................................</w:t>
      </w:r>
    </w:p>
    <w:p w14:paraId="2B3ADAB3" w14:textId="77777777" w:rsidR="009C7C84" w:rsidRDefault="008309C2">
      <w:pPr>
        <w:pStyle w:val="RedaliaNormal"/>
      </w:pPr>
      <w:r>
        <w:t>BIC : .........................................................................................................................................</w:t>
      </w:r>
    </w:p>
    <w:p w14:paraId="0BE4BD14" w14:textId="77777777" w:rsidR="009C7C84" w:rsidRDefault="009C7C84">
      <w:pPr>
        <w:pStyle w:val="RedaliaNormal"/>
      </w:pPr>
    </w:p>
    <w:p w14:paraId="613656A5" w14:textId="77777777" w:rsidR="009C7C84" w:rsidRDefault="009C7C84">
      <w:pPr>
        <w:pStyle w:val="RedaliaNormal"/>
        <w:pageBreakBefore/>
      </w:pPr>
    </w:p>
    <w:tbl>
      <w:tblPr>
        <w:tblW w:w="9309" w:type="dxa"/>
        <w:tblInd w:w="-63" w:type="dxa"/>
        <w:tblLayout w:type="fixed"/>
        <w:tblCellMar>
          <w:left w:w="10" w:type="dxa"/>
          <w:right w:w="10" w:type="dxa"/>
        </w:tblCellMar>
        <w:tblLook w:val="0000" w:firstRow="0" w:lastRow="0" w:firstColumn="0" w:lastColumn="0" w:noHBand="0" w:noVBand="0"/>
      </w:tblPr>
      <w:tblGrid>
        <w:gridCol w:w="2836"/>
        <w:gridCol w:w="2693"/>
        <w:gridCol w:w="1417"/>
        <w:gridCol w:w="943"/>
        <w:gridCol w:w="1420"/>
      </w:tblGrid>
      <w:tr w:rsidR="009C7C84" w14:paraId="382BA380"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CA6E27C" w14:textId="77777777" w:rsidR="009C7C84" w:rsidRDefault="008309C2">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94BBA7D" w14:textId="77777777" w:rsidR="009C7C84" w:rsidRDefault="008309C2">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93E2899" w14:textId="77777777" w:rsidR="009C7C84" w:rsidRDefault="008309C2">
            <w:pPr>
              <w:pStyle w:val="RedaliaNormal"/>
            </w:pPr>
            <w:r>
              <w:t>Montant 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0A85198" w14:textId="77777777" w:rsidR="009C7C84" w:rsidRDefault="008309C2">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44F1029" w14:textId="77777777" w:rsidR="009C7C84" w:rsidRDefault="008309C2">
            <w:pPr>
              <w:pStyle w:val="RedaliaNormal"/>
            </w:pPr>
            <w:r>
              <w:t>Montant T.T.C. (€)</w:t>
            </w:r>
          </w:p>
        </w:tc>
      </w:tr>
      <w:tr w:rsidR="009C7C84" w14:paraId="7E025098"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D2C3E96" w14:textId="77777777" w:rsidR="009C7C84" w:rsidRDefault="008309C2">
            <w:pPr>
              <w:pStyle w:val="RedaliaContenudetableau"/>
            </w:pPr>
            <w:r>
              <w:t>Dénomination sociale : ………….</w:t>
            </w:r>
          </w:p>
          <w:p w14:paraId="2569FF93" w14:textId="77777777" w:rsidR="009C7C84" w:rsidRDefault="008309C2">
            <w:pPr>
              <w:pStyle w:val="RedaliaContenudetableau"/>
            </w:pPr>
            <w:r>
              <w:t>...…………………………………...</w:t>
            </w:r>
          </w:p>
          <w:p w14:paraId="6E7E6046" w14:textId="77777777" w:rsidR="009C7C84" w:rsidRDefault="008309C2">
            <w:pPr>
              <w:pStyle w:val="RedaliaContenudetableau"/>
            </w:pPr>
            <w:r>
              <w:t>...…………………………………...</w:t>
            </w:r>
          </w:p>
          <w:p w14:paraId="01404E47" w14:textId="77777777" w:rsidR="009C7C84" w:rsidRDefault="008309C2">
            <w:pPr>
              <w:pStyle w:val="RedaliaContenudetableau"/>
            </w:pPr>
            <w:r>
              <w:t>...…………………………………...</w:t>
            </w:r>
          </w:p>
          <w:p w14:paraId="1B079C30" w14:textId="77777777" w:rsidR="009C7C84" w:rsidRDefault="008309C2">
            <w:pPr>
              <w:pStyle w:val="RedaliaContenudetableau"/>
            </w:pPr>
            <w:r>
              <w:t>...…………………………………...</w:t>
            </w:r>
          </w:p>
          <w:p w14:paraId="0DFF9F3B" w14:textId="77777777" w:rsidR="009C7C84" w:rsidRDefault="008309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28C457B" w14:textId="77777777" w:rsidR="009C7C84" w:rsidRDefault="009C7C84">
            <w:pPr>
              <w:pStyle w:val="RedaliaContenudetableau"/>
              <w:rPr>
                <w:sz w:val="16"/>
              </w:rPr>
            </w:pPr>
          </w:p>
          <w:p w14:paraId="7A5253DD" w14:textId="77777777" w:rsidR="009C7C84" w:rsidRDefault="009C7C84">
            <w:pPr>
              <w:pStyle w:val="RedaliaContenudetableau"/>
              <w:rPr>
                <w:sz w:val="16"/>
              </w:rPr>
            </w:pPr>
          </w:p>
          <w:p w14:paraId="4368351E" w14:textId="77777777" w:rsidR="009C7C84" w:rsidRDefault="009C7C84">
            <w:pPr>
              <w:pStyle w:val="RedaliaContenudetableau"/>
              <w:rPr>
                <w:sz w:val="16"/>
              </w:rPr>
            </w:pPr>
          </w:p>
          <w:p w14:paraId="0FCA8A75" w14:textId="77777777" w:rsidR="009C7C84" w:rsidRDefault="009C7C84">
            <w:pPr>
              <w:pStyle w:val="RedaliaContenudetableau"/>
              <w:rPr>
                <w:sz w:val="16"/>
              </w:rPr>
            </w:pPr>
          </w:p>
          <w:p w14:paraId="682E53B6" w14:textId="77777777" w:rsidR="009C7C84" w:rsidRDefault="009C7C84">
            <w:pPr>
              <w:pStyle w:val="RedaliaContenudetableau"/>
              <w:rPr>
                <w:sz w:val="16"/>
              </w:rPr>
            </w:pPr>
          </w:p>
          <w:p w14:paraId="544E6992" w14:textId="77777777" w:rsidR="009C7C84" w:rsidRDefault="009C7C84">
            <w:pPr>
              <w:pStyle w:val="RedaliaContenudetableau"/>
              <w:rPr>
                <w:sz w:val="16"/>
              </w:rPr>
            </w:pPr>
          </w:p>
          <w:p w14:paraId="5F34FAED" w14:textId="77777777" w:rsidR="009C7C84" w:rsidRDefault="009C7C8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8B3DBA" w14:textId="77777777" w:rsidR="009C7C84" w:rsidRDefault="009C7C8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CBC411" w14:textId="77777777" w:rsidR="009C7C84" w:rsidRDefault="009C7C8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A2D7C32" w14:textId="77777777" w:rsidR="009C7C84" w:rsidRDefault="009C7C84">
            <w:pPr>
              <w:pStyle w:val="RedaliaContenudetableau"/>
              <w:rPr>
                <w:sz w:val="16"/>
              </w:rPr>
            </w:pPr>
          </w:p>
        </w:tc>
      </w:tr>
      <w:tr w:rsidR="009C7C84" w14:paraId="228F3E9D"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DACD88" w14:textId="77777777" w:rsidR="009C7C84" w:rsidRDefault="008309C2">
            <w:pPr>
              <w:pStyle w:val="RedaliaContenudetableau"/>
            </w:pPr>
            <w:r>
              <w:t>Dénomination sociale : ………….</w:t>
            </w:r>
          </w:p>
          <w:p w14:paraId="1A0BAD0E" w14:textId="77777777" w:rsidR="009C7C84" w:rsidRDefault="008309C2">
            <w:pPr>
              <w:pStyle w:val="RedaliaContenudetableau"/>
            </w:pPr>
            <w:r>
              <w:t>...…………………………………...</w:t>
            </w:r>
          </w:p>
          <w:p w14:paraId="4CFAB2F9" w14:textId="77777777" w:rsidR="009C7C84" w:rsidRDefault="008309C2">
            <w:pPr>
              <w:pStyle w:val="RedaliaContenudetableau"/>
            </w:pPr>
            <w:r>
              <w:t>...…………………………………...</w:t>
            </w:r>
          </w:p>
          <w:p w14:paraId="48B0DFD6" w14:textId="77777777" w:rsidR="009C7C84" w:rsidRDefault="008309C2">
            <w:pPr>
              <w:pStyle w:val="RedaliaContenudetableau"/>
            </w:pPr>
            <w:r>
              <w:t>...…………………………………...</w:t>
            </w:r>
          </w:p>
          <w:p w14:paraId="4487E55D" w14:textId="77777777" w:rsidR="009C7C84" w:rsidRDefault="008309C2">
            <w:pPr>
              <w:pStyle w:val="RedaliaContenudetableau"/>
            </w:pPr>
            <w:r>
              <w:t>...…………………………………...</w:t>
            </w:r>
          </w:p>
          <w:p w14:paraId="2C770BB6" w14:textId="77777777" w:rsidR="009C7C84" w:rsidRDefault="008309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09004F" w14:textId="77777777" w:rsidR="009C7C84" w:rsidRDefault="009C7C84">
            <w:pPr>
              <w:pStyle w:val="RedaliaContenudetableau"/>
              <w:rPr>
                <w:sz w:val="16"/>
              </w:rPr>
            </w:pPr>
          </w:p>
          <w:p w14:paraId="6A5DC391" w14:textId="77777777" w:rsidR="009C7C84" w:rsidRDefault="009C7C84">
            <w:pPr>
              <w:pStyle w:val="RedaliaContenudetableau"/>
              <w:rPr>
                <w:sz w:val="16"/>
              </w:rPr>
            </w:pPr>
          </w:p>
          <w:p w14:paraId="2A248F08" w14:textId="77777777" w:rsidR="009C7C84" w:rsidRDefault="009C7C84">
            <w:pPr>
              <w:pStyle w:val="RedaliaContenudetableau"/>
              <w:rPr>
                <w:sz w:val="16"/>
              </w:rPr>
            </w:pPr>
          </w:p>
          <w:p w14:paraId="578FFB53" w14:textId="77777777" w:rsidR="009C7C84" w:rsidRDefault="009C7C84">
            <w:pPr>
              <w:pStyle w:val="RedaliaContenudetableau"/>
              <w:rPr>
                <w:sz w:val="16"/>
              </w:rPr>
            </w:pPr>
          </w:p>
          <w:p w14:paraId="49A97BB0" w14:textId="77777777" w:rsidR="009C7C84" w:rsidRDefault="009C7C84">
            <w:pPr>
              <w:pStyle w:val="RedaliaContenudetableau"/>
              <w:rPr>
                <w:sz w:val="16"/>
              </w:rPr>
            </w:pPr>
          </w:p>
          <w:p w14:paraId="05FAF54B" w14:textId="77777777" w:rsidR="009C7C84" w:rsidRDefault="009C7C84">
            <w:pPr>
              <w:pStyle w:val="RedaliaContenudetableau"/>
              <w:rPr>
                <w:sz w:val="16"/>
              </w:rPr>
            </w:pPr>
          </w:p>
          <w:p w14:paraId="07A0F65F" w14:textId="77777777" w:rsidR="009C7C84" w:rsidRDefault="009C7C8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5184FDC" w14:textId="77777777" w:rsidR="009C7C84" w:rsidRDefault="009C7C84">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BC9159" w14:textId="77777777" w:rsidR="009C7C84" w:rsidRDefault="009C7C8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20E8C8" w14:textId="77777777" w:rsidR="009C7C84" w:rsidRDefault="009C7C84">
            <w:pPr>
              <w:pStyle w:val="RedaliaContenudetableau"/>
              <w:rPr>
                <w:sz w:val="16"/>
              </w:rPr>
            </w:pPr>
          </w:p>
        </w:tc>
      </w:tr>
      <w:tr w:rsidR="009C7C84" w14:paraId="300B1183"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C61CD8C" w14:textId="77777777" w:rsidR="009C7C84" w:rsidRDefault="008309C2">
            <w:pPr>
              <w:pStyle w:val="RedaliaContenudetableau"/>
            </w:pPr>
            <w:r>
              <w:t>Dénomination sociale : ………….</w:t>
            </w:r>
          </w:p>
          <w:p w14:paraId="7F175CC1" w14:textId="77777777" w:rsidR="009C7C84" w:rsidRDefault="008309C2">
            <w:pPr>
              <w:pStyle w:val="RedaliaContenudetableau"/>
            </w:pPr>
            <w:r>
              <w:t>...…………………………………...</w:t>
            </w:r>
          </w:p>
          <w:p w14:paraId="3E4E63B5" w14:textId="77777777" w:rsidR="009C7C84" w:rsidRDefault="008309C2">
            <w:pPr>
              <w:pStyle w:val="RedaliaContenudetableau"/>
            </w:pPr>
            <w:r>
              <w:t>...…………………………………...</w:t>
            </w:r>
          </w:p>
          <w:p w14:paraId="6053D983" w14:textId="77777777" w:rsidR="009C7C84" w:rsidRDefault="008309C2">
            <w:pPr>
              <w:pStyle w:val="RedaliaContenudetableau"/>
            </w:pPr>
            <w:r>
              <w:t>...…………………………………...</w:t>
            </w:r>
          </w:p>
          <w:p w14:paraId="0BCC70BA" w14:textId="77777777" w:rsidR="009C7C84" w:rsidRDefault="008309C2">
            <w:pPr>
              <w:pStyle w:val="RedaliaContenudetableau"/>
            </w:pPr>
            <w:r>
              <w:t>...…………………………………...</w:t>
            </w:r>
          </w:p>
          <w:p w14:paraId="3D0D45E5" w14:textId="77777777" w:rsidR="009C7C84" w:rsidRDefault="008309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13F301E" w14:textId="77777777" w:rsidR="009C7C84" w:rsidRDefault="009C7C84">
            <w:pPr>
              <w:pStyle w:val="RedaliaContenudetableau"/>
              <w:rPr>
                <w:sz w:val="16"/>
              </w:rPr>
            </w:pPr>
          </w:p>
          <w:p w14:paraId="3025C524" w14:textId="77777777" w:rsidR="009C7C84" w:rsidRDefault="009C7C84">
            <w:pPr>
              <w:pStyle w:val="RedaliaContenudetableau"/>
              <w:rPr>
                <w:sz w:val="16"/>
              </w:rPr>
            </w:pPr>
          </w:p>
          <w:p w14:paraId="3408D28A" w14:textId="77777777" w:rsidR="009C7C84" w:rsidRDefault="009C7C84">
            <w:pPr>
              <w:pStyle w:val="RedaliaContenudetableau"/>
              <w:rPr>
                <w:sz w:val="16"/>
              </w:rPr>
            </w:pPr>
          </w:p>
          <w:p w14:paraId="5181D784" w14:textId="77777777" w:rsidR="009C7C84" w:rsidRDefault="009C7C84">
            <w:pPr>
              <w:pStyle w:val="RedaliaContenudetableau"/>
              <w:rPr>
                <w:sz w:val="16"/>
              </w:rPr>
            </w:pPr>
          </w:p>
          <w:p w14:paraId="7D35C58E" w14:textId="77777777" w:rsidR="009C7C84" w:rsidRDefault="009C7C84">
            <w:pPr>
              <w:pStyle w:val="RedaliaContenudetableau"/>
              <w:rPr>
                <w:sz w:val="16"/>
              </w:rPr>
            </w:pPr>
          </w:p>
          <w:p w14:paraId="12E8DA4A" w14:textId="77777777" w:rsidR="009C7C84" w:rsidRDefault="009C7C84">
            <w:pPr>
              <w:pStyle w:val="RedaliaContenudetableau"/>
              <w:rPr>
                <w:sz w:val="16"/>
              </w:rPr>
            </w:pPr>
          </w:p>
          <w:p w14:paraId="0A0B0C8C" w14:textId="77777777" w:rsidR="009C7C84" w:rsidRDefault="009C7C8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ED0B28" w14:textId="77777777" w:rsidR="009C7C84" w:rsidRDefault="009C7C8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4D1F57D" w14:textId="77777777" w:rsidR="009C7C84" w:rsidRDefault="009C7C8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C3B532" w14:textId="77777777" w:rsidR="009C7C84" w:rsidRDefault="009C7C84">
            <w:pPr>
              <w:pStyle w:val="RedaliaContenudetableau"/>
              <w:rPr>
                <w:sz w:val="16"/>
              </w:rPr>
            </w:pPr>
          </w:p>
        </w:tc>
      </w:tr>
      <w:tr w:rsidR="009C7C84" w14:paraId="50CB8126"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3AB99F8" w14:textId="77777777" w:rsidR="009C7C84" w:rsidRDefault="008309C2">
            <w:pPr>
              <w:pStyle w:val="RedaliaContenudetableau"/>
            </w:pPr>
            <w:r>
              <w:t>Dénomination sociale : ………….</w:t>
            </w:r>
          </w:p>
          <w:p w14:paraId="593E8E97" w14:textId="77777777" w:rsidR="009C7C84" w:rsidRDefault="008309C2">
            <w:pPr>
              <w:pStyle w:val="RedaliaContenudetableau"/>
            </w:pPr>
            <w:r>
              <w:t>...…………………………………...</w:t>
            </w:r>
          </w:p>
          <w:p w14:paraId="4FF12C58" w14:textId="77777777" w:rsidR="009C7C84" w:rsidRDefault="008309C2">
            <w:pPr>
              <w:pStyle w:val="RedaliaContenudetableau"/>
            </w:pPr>
            <w:r>
              <w:t>...…………………………………...</w:t>
            </w:r>
          </w:p>
          <w:p w14:paraId="723EFE9D" w14:textId="77777777" w:rsidR="009C7C84" w:rsidRDefault="008309C2">
            <w:pPr>
              <w:pStyle w:val="RedaliaContenudetableau"/>
            </w:pPr>
            <w:r>
              <w:t>...…………………………………...</w:t>
            </w:r>
          </w:p>
          <w:p w14:paraId="75BAB449" w14:textId="77777777" w:rsidR="009C7C84" w:rsidRDefault="008309C2">
            <w:pPr>
              <w:pStyle w:val="RedaliaContenudetableau"/>
            </w:pPr>
            <w:r>
              <w:t>...…………………………………...</w:t>
            </w:r>
          </w:p>
          <w:p w14:paraId="16A33A0D" w14:textId="77777777" w:rsidR="009C7C84" w:rsidRDefault="008309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F6BCFF" w14:textId="77777777" w:rsidR="009C7C84" w:rsidRDefault="009C7C84">
            <w:pPr>
              <w:pStyle w:val="RedaliaContenudetableau"/>
              <w:rPr>
                <w:sz w:val="16"/>
              </w:rPr>
            </w:pPr>
          </w:p>
          <w:p w14:paraId="2ABD45ED" w14:textId="77777777" w:rsidR="009C7C84" w:rsidRDefault="009C7C84">
            <w:pPr>
              <w:pStyle w:val="RedaliaContenudetableau"/>
              <w:rPr>
                <w:sz w:val="16"/>
              </w:rPr>
            </w:pPr>
          </w:p>
          <w:p w14:paraId="3A304CEB" w14:textId="77777777" w:rsidR="009C7C84" w:rsidRDefault="009C7C84">
            <w:pPr>
              <w:pStyle w:val="RedaliaContenudetableau"/>
              <w:rPr>
                <w:sz w:val="16"/>
              </w:rPr>
            </w:pPr>
          </w:p>
          <w:p w14:paraId="6A03B992" w14:textId="77777777" w:rsidR="009C7C84" w:rsidRDefault="009C7C84">
            <w:pPr>
              <w:pStyle w:val="RedaliaContenudetableau"/>
              <w:rPr>
                <w:sz w:val="16"/>
              </w:rPr>
            </w:pPr>
          </w:p>
          <w:p w14:paraId="2BF30CF4" w14:textId="77777777" w:rsidR="009C7C84" w:rsidRDefault="009C7C84">
            <w:pPr>
              <w:pStyle w:val="RedaliaContenudetableau"/>
              <w:rPr>
                <w:sz w:val="16"/>
              </w:rPr>
            </w:pPr>
          </w:p>
          <w:p w14:paraId="2644AA3C" w14:textId="77777777" w:rsidR="009C7C84" w:rsidRDefault="009C7C84">
            <w:pPr>
              <w:pStyle w:val="RedaliaContenudetableau"/>
              <w:rPr>
                <w:sz w:val="16"/>
              </w:rPr>
            </w:pPr>
          </w:p>
          <w:p w14:paraId="33437F1D" w14:textId="77777777" w:rsidR="009C7C84" w:rsidRDefault="009C7C8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F7041AB" w14:textId="77777777" w:rsidR="009C7C84" w:rsidRDefault="009C7C8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94178F" w14:textId="77777777" w:rsidR="009C7C84" w:rsidRDefault="009C7C8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C58AC01" w14:textId="77777777" w:rsidR="009C7C84" w:rsidRDefault="009C7C84">
            <w:pPr>
              <w:pStyle w:val="RedaliaContenudetableau"/>
              <w:rPr>
                <w:sz w:val="16"/>
              </w:rPr>
            </w:pPr>
          </w:p>
        </w:tc>
      </w:tr>
      <w:tr w:rsidR="009C7C84" w14:paraId="6978A3E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266007" w14:textId="77777777" w:rsidR="009C7C84" w:rsidRDefault="008309C2">
            <w:pPr>
              <w:pStyle w:val="RedaliaContenudetableau"/>
            </w:pPr>
            <w:r>
              <w:t>Dénomination sociale : ………….</w:t>
            </w:r>
          </w:p>
          <w:p w14:paraId="1D3EC27D" w14:textId="77777777" w:rsidR="009C7C84" w:rsidRDefault="008309C2">
            <w:pPr>
              <w:pStyle w:val="RedaliaContenudetableau"/>
            </w:pPr>
            <w:r>
              <w:t>...…………………………………...</w:t>
            </w:r>
          </w:p>
          <w:p w14:paraId="0BB7F600" w14:textId="77777777" w:rsidR="009C7C84" w:rsidRDefault="008309C2">
            <w:pPr>
              <w:pStyle w:val="RedaliaContenudetableau"/>
            </w:pPr>
            <w:r>
              <w:t>...…………………………………...</w:t>
            </w:r>
          </w:p>
          <w:p w14:paraId="2B652782" w14:textId="77777777" w:rsidR="009C7C84" w:rsidRDefault="008309C2">
            <w:pPr>
              <w:pStyle w:val="RedaliaContenudetableau"/>
            </w:pPr>
            <w:r>
              <w:t>...…………………………………...</w:t>
            </w:r>
          </w:p>
          <w:p w14:paraId="62A960F8" w14:textId="77777777" w:rsidR="009C7C84" w:rsidRDefault="008309C2">
            <w:pPr>
              <w:pStyle w:val="RedaliaContenudetableau"/>
            </w:pPr>
            <w:r>
              <w:t>...…………………………………...</w:t>
            </w:r>
          </w:p>
          <w:p w14:paraId="16F9F385" w14:textId="77777777" w:rsidR="009C7C84" w:rsidRDefault="008309C2">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DFFFE9A" w14:textId="77777777" w:rsidR="009C7C84" w:rsidRDefault="009C7C84">
            <w:pPr>
              <w:pStyle w:val="RedaliaContenudetableau"/>
              <w:rPr>
                <w:sz w:val="16"/>
              </w:rPr>
            </w:pPr>
          </w:p>
          <w:p w14:paraId="30D6FFC9" w14:textId="77777777" w:rsidR="009C7C84" w:rsidRDefault="009C7C84">
            <w:pPr>
              <w:pStyle w:val="RedaliaContenudetableau"/>
              <w:rPr>
                <w:sz w:val="16"/>
              </w:rPr>
            </w:pPr>
          </w:p>
          <w:p w14:paraId="431F9172" w14:textId="77777777" w:rsidR="009C7C84" w:rsidRDefault="009C7C84">
            <w:pPr>
              <w:pStyle w:val="RedaliaContenudetableau"/>
              <w:rPr>
                <w:sz w:val="16"/>
              </w:rPr>
            </w:pPr>
          </w:p>
          <w:p w14:paraId="2D1B8A92" w14:textId="77777777" w:rsidR="009C7C84" w:rsidRDefault="009C7C84">
            <w:pPr>
              <w:pStyle w:val="RedaliaContenudetableau"/>
              <w:rPr>
                <w:sz w:val="16"/>
              </w:rPr>
            </w:pPr>
          </w:p>
          <w:p w14:paraId="149FD9CF" w14:textId="77777777" w:rsidR="009C7C84" w:rsidRDefault="009C7C84">
            <w:pPr>
              <w:pStyle w:val="RedaliaContenudetableau"/>
              <w:rPr>
                <w:sz w:val="16"/>
              </w:rPr>
            </w:pPr>
          </w:p>
          <w:p w14:paraId="53739AB6" w14:textId="77777777" w:rsidR="009C7C84" w:rsidRDefault="009C7C84">
            <w:pPr>
              <w:pStyle w:val="RedaliaContenudetableau"/>
              <w:rPr>
                <w:sz w:val="16"/>
              </w:rPr>
            </w:pPr>
          </w:p>
          <w:p w14:paraId="15032105" w14:textId="77777777" w:rsidR="009C7C84" w:rsidRDefault="009C7C84">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4167BAF" w14:textId="77777777" w:rsidR="009C7C84" w:rsidRDefault="009C7C84">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D93AB42" w14:textId="77777777" w:rsidR="009C7C84" w:rsidRDefault="009C7C84">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1DF625" w14:textId="77777777" w:rsidR="009C7C84" w:rsidRDefault="009C7C84">
            <w:pPr>
              <w:pStyle w:val="RedaliaContenudetableau"/>
              <w:rPr>
                <w:sz w:val="16"/>
              </w:rPr>
            </w:pPr>
          </w:p>
        </w:tc>
      </w:tr>
      <w:tr w:rsidR="009C7C84" w14:paraId="6A5F0EC8"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4340904" w14:textId="77777777" w:rsidR="009C7C84" w:rsidRDefault="009C7C84">
            <w:pPr>
              <w:pStyle w:val="RedaliaNormal"/>
            </w:pPr>
          </w:p>
          <w:p w14:paraId="6B4AB837" w14:textId="77777777" w:rsidR="009C7C84" w:rsidRDefault="009C7C84">
            <w:pPr>
              <w:pStyle w:val="RedaliaNormal"/>
            </w:pPr>
          </w:p>
          <w:p w14:paraId="2C8A070C" w14:textId="77777777" w:rsidR="009C7C84" w:rsidRDefault="009C7C84">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63D34F2" w14:textId="77777777" w:rsidR="009C7C84" w:rsidRDefault="008309C2">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524FCBC" w14:textId="77777777" w:rsidR="009C7C84" w:rsidRDefault="009C7C84">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7008373" w14:textId="77777777" w:rsidR="009C7C84" w:rsidRDefault="009C7C84">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9BFB3BD" w14:textId="77777777" w:rsidR="009C7C84" w:rsidRDefault="009C7C84">
            <w:pPr>
              <w:pStyle w:val="RedaliaNormal"/>
              <w:rPr>
                <w:sz w:val="16"/>
              </w:rPr>
            </w:pPr>
          </w:p>
        </w:tc>
      </w:tr>
    </w:tbl>
    <w:p w14:paraId="5BC7068A" w14:textId="77777777" w:rsidR="009C7C84" w:rsidRDefault="009C7C84">
      <w:pPr>
        <w:pStyle w:val="RedaliaNormal"/>
      </w:pPr>
    </w:p>
    <w:sectPr w:rsidR="009C7C84">
      <w:headerReference w:type="default" r:id="rId9"/>
      <w:footerReference w:type="default" r:id="rId10"/>
      <w:pgSz w:w="11906" w:h="16838"/>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274C8" w14:textId="77777777" w:rsidR="008309C2" w:rsidRDefault="008309C2">
      <w:r>
        <w:separator/>
      </w:r>
    </w:p>
  </w:endnote>
  <w:endnote w:type="continuationSeparator" w:id="0">
    <w:p w14:paraId="3040A088" w14:textId="77777777" w:rsidR="008309C2" w:rsidRDefault="00830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fficinaSans-Bold">
    <w:altName w:val="Arial Unicode MS"/>
    <w:panose1 w:val="00000000000000000000"/>
    <w:charset w:val="88"/>
    <w:family w:val="swiss"/>
    <w:notTrueType/>
    <w:pitch w:val="default"/>
    <w:sig w:usb0="00000001" w:usb1="08080000" w:usb2="00000010" w:usb3="00000000" w:csb0="00100000"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F85E8" w14:textId="77777777" w:rsidR="008309C2" w:rsidRDefault="008309C2">
    <w:pPr>
      <w:rPr>
        <w:i/>
        <w:vanish/>
        <w:sz w:val="16"/>
      </w:rPr>
    </w:pPr>
  </w:p>
  <w:tbl>
    <w:tblPr>
      <w:tblW w:w="9212" w:type="dxa"/>
      <w:tblInd w:w="-70" w:type="dxa"/>
      <w:tblLayout w:type="fixed"/>
      <w:tblCellMar>
        <w:left w:w="10" w:type="dxa"/>
        <w:right w:w="10" w:type="dxa"/>
      </w:tblCellMar>
      <w:tblLook w:val="0000" w:firstRow="0" w:lastRow="0" w:firstColumn="0" w:lastColumn="0" w:noHBand="0" w:noVBand="0"/>
    </w:tblPr>
    <w:tblGrid>
      <w:gridCol w:w="3070"/>
      <w:gridCol w:w="3071"/>
      <w:gridCol w:w="3071"/>
    </w:tblGrid>
    <w:tr w:rsidR="00E96853" w14:paraId="786CA194" w14:textId="77777777">
      <w:tc>
        <w:tcPr>
          <w:tcW w:w="3070" w:type="dxa"/>
          <w:tcBorders>
            <w:top w:val="single" w:sz="4" w:space="0" w:color="000000"/>
          </w:tcBorders>
          <w:tcMar>
            <w:top w:w="0" w:type="dxa"/>
            <w:left w:w="70" w:type="dxa"/>
            <w:bottom w:w="0" w:type="dxa"/>
            <w:right w:w="70" w:type="dxa"/>
          </w:tcMar>
        </w:tcPr>
        <w:p w14:paraId="5A30DE43" w14:textId="77777777" w:rsidR="008309C2" w:rsidRDefault="008309C2">
          <w:pPr>
            <w:pStyle w:val="RdaliaLgende"/>
          </w:pPr>
          <w:r>
            <w:t>Acte d’engagement</w:t>
          </w:r>
        </w:p>
      </w:tc>
      <w:tc>
        <w:tcPr>
          <w:tcW w:w="3071" w:type="dxa"/>
          <w:tcBorders>
            <w:top w:val="single" w:sz="4" w:space="0" w:color="000000"/>
          </w:tcBorders>
          <w:tcMar>
            <w:top w:w="0" w:type="dxa"/>
            <w:left w:w="70" w:type="dxa"/>
            <w:bottom w:w="0" w:type="dxa"/>
            <w:right w:w="70" w:type="dxa"/>
          </w:tcMar>
        </w:tcPr>
        <w:p w14:paraId="1FCB8709" w14:textId="77777777" w:rsidR="008309C2" w:rsidRDefault="008309C2">
          <w:pPr>
            <w:pStyle w:val="RdaliaLgende"/>
          </w:pPr>
        </w:p>
      </w:tc>
      <w:tc>
        <w:tcPr>
          <w:tcW w:w="3071" w:type="dxa"/>
          <w:tcBorders>
            <w:top w:val="single" w:sz="4" w:space="0" w:color="000000"/>
          </w:tcBorders>
          <w:tcMar>
            <w:top w:w="0" w:type="dxa"/>
            <w:left w:w="70" w:type="dxa"/>
            <w:bottom w:w="0" w:type="dxa"/>
            <w:right w:w="70" w:type="dxa"/>
          </w:tcMar>
        </w:tcPr>
        <w:p w14:paraId="5E081DD0" w14:textId="77777777" w:rsidR="008309C2" w:rsidRDefault="008309C2">
          <w:pPr>
            <w:pStyle w:val="RdaliaLgende"/>
            <w:jc w:val="right"/>
          </w:pPr>
          <w:r>
            <w:t xml:space="preserve">Page </w:t>
          </w:r>
          <w:r>
            <w:fldChar w:fldCharType="begin"/>
          </w:r>
          <w:r>
            <w:instrText xml:space="preserve"> PAGE </w:instrText>
          </w:r>
          <w:r>
            <w:fldChar w:fldCharType="separate"/>
          </w:r>
          <w:r>
            <w:t>21</w:t>
          </w:r>
          <w:r>
            <w:fldChar w:fldCharType="end"/>
          </w:r>
          <w:r>
            <w:t xml:space="preserve"> sur </w:t>
          </w:r>
          <w:r>
            <w:fldChar w:fldCharType="begin"/>
          </w:r>
          <w:r>
            <w:instrText xml:space="preserve"> NUMPAGES </w:instrText>
          </w:r>
          <w:r>
            <w:fldChar w:fldCharType="separate"/>
          </w:r>
          <w:r>
            <w:t>21</w:t>
          </w:r>
          <w: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C4E00" w14:textId="77777777" w:rsidR="008309C2" w:rsidRDefault="008309C2">
      <w:r>
        <w:rPr>
          <w:color w:val="000000"/>
        </w:rPr>
        <w:separator/>
      </w:r>
    </w:p>
  </w:footnote>
  <w:footnote w:type="continuationSeparator" w:id="0">
    <w:p w14:paraId="14229A62" w14:textId="77777777" w:rsidR="008309C2" w:rsidRDefault="00830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Layout w:type="fixed"/>
      <w:tblCellMar>
        <w:left w:w="10" w:type="dxa"/>
        <w:right w:w="10" w:type="dxa"/>
      </w:tblCellMar>
      <w:tblLook w:val="0000" w:firstRow="0" w:lastRow="0" w:firstColumn="0" w:lastColumn="0" w:noHBand="0" w:noVBand="0"/>
    </w:tblPr>
    <w:tblGrid>
      <w:gridCol w:w="3070"/>
      <w:gridCol w:w="3071"/>
      <w:gridCol w:w="3071"/>
    </w:tblGrid>
    <w:tr w:rsidR="00E96853" w14:paraId="5A2A6673" w14:textId="77777777">
      <w:tc>
        <w:tcPr>
          <w:tcW w:w="3070" w:type="dxa"/>
          <w:tcBorders>
            <w:bottom w:val="single" w:sz="4" w:space="0" w:color="000000"/>
          </w:tcBorders>
          <w:tcMar>
            <w:top w:w="0" w:type="dxa"/>
            <w:left w:w="70" w:type="dxa"/>
            <w:bottom w:w="0" w:type="dxa"/>
            <w:right w:w="70" w:type="dxa"/>
          </w:tcMar>
        </w:tcPr>
        <w:p w14:paraId="5BC8A894" w14:textId="77777777" w:rsidR="008309C2" w:rsidRDefault="008309C2">
          <w:pPr>
            <w:pStyle w:val="RdaliaLgende"/>
          </w:pPr>
        </w:p>
      </w:tc>
      <w:tc>
        <w:tcPr>
          <w:tcW w:w="3071" w:type="dxa"/>
          <w:tcBorders>
            <w:bottom w:val="single" w:sz="4" w:space="0" w:color="000000"/>
          </w:tcBorders>
          <w:tcMar>
            <w:top w:w="0" w:type="dxa"/>
            <w:left w:w="70" w:type="dxa"/>
            <w:bottom w:w="0" w:type="dxa"/>
            <w:right w:w="70" w:type="dxa"/>
          </w:tcMar>
        </w:tcPr>
        <w:p w14:paraId="3BF813CD" w14:textId="77777777" w:rsidR="008309C2" w:rsidRDefault="008309C2">
          <w:pPr>
            <w:pStyle w:val="RdaliaLgende"/>
          </w:pPr>
        </w:p>
      </w:tc>
      <w:tc>
        <w:tcPr>
          <w:tcW w:w="3071" w:type="dxa"/>
          <w:tcBorders>
            <w:bottom w:val="single" w:sz="4" w:space="0" w:color="000000"/>
          </w:tcBorders>
          <w:tcMar>
            <w:top w:w="0" w:type="dxa"/>
            <w:left w:w="70" w:type="dxa"/>
            <w:bottom w:w="0" w:type="dxa"/>
            <w:right w:w="70" w:type="dxa"/>
          </w:tcMar>
        </w:tcPr>
        <w:p w14:paraId="371C77BD" w14:textId="77777777" w:rsidR="008309C2" w:rsidRDefault="008309C2">
          <w:pPr>
            <w:pStyle w:val="RdaliaLgende"/>
            <w:jc w:val="right"/>
          </w:pPr>
          <w:r>
            <w:t>Procédure : 2025-36</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D66CA"/>
    <w:multiLevelType w:val="multilevel"/>
    <w:tmpl w:val="230CDDE4"/>
    <w:styleLink w:val="LFO241"/>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A93860"/>
    <w:multiLevelType w:val="multilevel"/>
    <w:tmpl w:val="F440F894"/>
    <w:styleLink w:val="LFO5"/>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127538B7"/>
    <w:multiLevelType w:val="multilevel"/>
    <w:tmpl w:val="F500C578"/>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131E1B04"/>
    <w:multiLevelType w:val="multilevel"/>
    <w:tmpl w:val="3EFA6F4C"/>
    <w:styleLink w:val="LFO23"/>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4" w15:restartNumberingAfterBreak="0">
    <w:nsid w:val="14CB6D35"/>
    <w:multiLevelType w:val="multilevel"/>
    <w:tmpl w:val="CCC40C60"/>
    <w:styleLink w:val="WWOutlineListStyl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C1913B4"/>
    <w:multiLevelType w:val="multilevel"/>
    <w:tmpl w:val="28D8602C"/>
    <w:styleLink w:val="LFO1"/>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39F52572"/>
    <w:multiLevelType w:val="multilevel"/>
    <w:tmpl w:val="7C16D2D6"/>
    <w:styleLink w:val="LFO25"/>
    <w:lvl w:ilvl="0">
      <w:numFmt w:val="bullet"/>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443D259E"/>
    <w:multiLevelType w:val="multilevel"/>
    <w:tmpl w:val="92E2932C"/>
    <w:styleLink w:val="LFO26"/>
    <w:lvl w:ilvl="0">
      <w:numFmt w:val="bullet"/>
      <w:lvlText w:val=""/>
      <w:lvlJc w:val="left"/>
      <w:pPr>
        <w:ind w:left="360"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446F1367"/>
    <w:multiLevelType w:val="multilevel"/>
    <w:tmpl w:val="24B6B5A8"/>
    <w:styleLink w:val="LFO231"/>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4F3D12EE"/>
    <w:multiLevelType w:val="multilevel"/>
    <w:tmpl w:val="AFDC248C"/>
    <w:styleLink w:val="LFO21"/>
    <w:lvl w:ilvl="0">
      <w:numFmt w:val="bullet"/>
      <w:pStyle w:val="Redaliapuces"/>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0" w15:restartNumberingAfterBreak="0">
    <w:nsid w:val="525E29BC"/>
    <w:multiLevelType w:val="multilevel"/>
    <w:tmpl w:val="A13E3338"/>
    <w:styleLink w:val="LFO35"/>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534009EC"/>
    <w:multiLevelType w:val="multilevel"/>
    <w:tmpl w:val="B7D6393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56664203"/>
    <w:multiLevelType w:val="multilevel"/>
    <w:tmpl w:val="382EC240"/>
    <w:styleLink w:val="LFO24"/>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5B866DFC"/>
    <w:multiLevelType w:val="multilevel"/>
    <w:tmpl w:val="712C40A0"/>
    <w:styleLink w:val="LFO6"/>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63477782"/>
    <w:multiLevelType w:val="multilevel"/>
    <w:tmpl w:val="0C6E4796"/>
    <w:styleLink w:val="LFO33"/>
    <w:lvl w:ilvl="0">
      <w:start w:val="1"/>
      <w:numFmt w:val="decimal"/>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67916E32"/>
    <w:multiLevelType w:val="hybridMultilevel"/>
    <w:tmpl w:val="CA268C3A"/>
    <w:lvl w:ilvl="0" w:tplc="EA1CB0E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CF7130"/>
    <w:multiLevelType w:val="multilevel"/>
    <w:tmpl w:val="0F4C4AF6"/>
    <w:styleLink w:val="LFO22"/>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7A590855"/>
    <w:multiLevelType w:val="multilevel"/>
    <w:tmpl w:val="CF08FEDE"/>
    <w:styleLink w:val="LFO221"/>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16cid:durableId="57558689">
    <w:abstractNumId w:val="2"/>
  </w:num>
  <w:num w:numId="2" w16cid:durableId="932250559">
    <w:abstractNumId w:val="7"/>
  </w:num>
  <w:num w:numId="3" w16cid:durableId="636372823">
    <w:abstractNumId w:val="16"/>
  </w:num>
  <w:num w:numId="4" w16cid:durableId="384717584">
    <w:abstractNumId w:val="3"/>
  </w:num>
  <w:num w:numId="5" w16cid:durableId="1269580489">
    <w:abstractNumId w:val="12"/>
  </w:num>
  <w:num w:numId="6" w16cid:durableId="1523200335">
    <w:abstractNumId w:val="14"/>
  </w:num>
  <w:num w:numId="7" w16cid:durableId="885260618">
    <w:abstractNumId w:val="10"/>
  </w:num>
  <w:num w:numId="8" w16cid:durableId="16854390">
    <w:abstractNumId w:val="4"/>
  </w:num>
  <w:num w:numId="9" w16cid:durableId="2066248094">
    <w:abstractNumId w:val="6"/>
  </w:num>
  <w:num w:numId="10" w16cid:durableId="1767338008">
    <w:abstractNumId w:val="5"/>
  </w:num>
  <w:num w:numId="11" w16cid:durableId="112555441">
    <w:abstractNumId w:val="1"/>
  </w:num>
  <w:num w:numId="12" w16cid:durableId="1308321203">
    <w:abstractNumId w:val="13"/>
  </w:num>
  <w:num w:numId="13" w16cid:durableId="886798874">
    <w:abstractNumId w:val="9"/>
  </w:num>
  <w:num w:numId="14" w16cid:durableId="532772339">
    <w:abstractNumId w:val="17"/>
  </w:num>
  <w:num w:numId="15" w16cid:durableId="780028515">
    <w:abstractNumId w:val="8"/>
  </w:num>
  <w:num w:numId="16" w16cid:durableId="276959527">
    <w:abstractNumId w:val="0"/>
  </w:num>
  <w:num w:numId="17" w16cid:durableId="674068988">
    <w:abstractNumId w:val="13"/>
  </w:num>
  <w:num w:numId="18" w16cid:durableId="146674802">
    <w:abstractNumId w:val="17"/>
  </w:num>
  <w:num w:numId="19" w16cid:durableId="1001154403">
    <w:abstractNumId w:val="15"/>
  </w:num>
  <w:num w:numId="20" w16cid:durableId="1208788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C84"/>
    <w:rsid w:val="00086F45"/>
    <w:rsid w:val="000B55CC"/>
    <w:rsid w:val="00173E2E"/>
    <w:rsid w:val="00227330"/>
    <w:rsid w:val="00284BA2"/>
    <w:rsid w:val="00291610"/>
    <w:rsid w:val="002C3EF9"/>
    <w:rsid w:val="00323D7D"/>
    <w:rsid w:val="003E6571"/>
    <w:rsid w:val="003F68FF"/>
    <w:rsid w:val="004329C1"/>
    <w:rsid w:val="00452AFB"/>
    <w:rsid w:val="0050535D"/>
    <w:rsid w:val="00512DD8"/>
    <w:rsid w:val="0057520C"/>
    <w:rsid w:val="005C3CE7"/>
    <w:rsid w:val="007B469F"/>
    <w:rsid w:val="007E000D"/>
    <w:rsid w:val="007F07B5"/>
    <w:rsid w:val="008309C2"/>
    <w:rsid w:val="009C7C84"/>
    <w:rsid w:val="00B370D6"/>
    <w:rsid w:val="00BD5131"/>
    <w:rsid w:val="00C77B44"/>
    <w:rsid w:val="00CD2E57"/>
    <w:rsid w:val="00E21A00"/>
    <w:rsid w:val="00F2595F"/>
    <w:rsid w:val="00F541C5"/>
    <w:rsid w:val="00FA05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713E7"/>
  <w15:docId w15:val="{39D310F6-E0E9-4762-ACCE-5AA7ED536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ascii="Arial" w:eastAsia="Arial" w:hAnsi="Arial" w:cs="Arial"/>
      <w:sz w:val="22"/>
    </w:rPr>
  </w:style>
  <w:style w:type="paragraph" w:styleId="Titre1">
    <w:name w:val="heading 1"/>
    <w:basedOn w:val="Normal"/>
    <w:next w:val="Normal"/>
    <w:uiPriority w:val="9"/>
    <w:qFormat/>
    <w:pPr>
      <w:keepNext/>
      <w:spacing w:before="240" w:after="160"/>
      <w:outlineLvl w:val="0"/>
    </w:pPr>
    <w:rPr>
      <w:b/>
      <w:kern w:val="3"/>
      <w:sz w:val="32"/>
    </w:rPr>
  </w:style>
  <w:style w:type="paragraph" w:styleId="Titre2">
    <w:name w:val="heading 2"/>
    <w:basedOn w:val="Normal"/>
    <w:next w:val="Normal"/>
    <w:uiPriority w:val="9"/>
    <w:semiHidden/>
    <w:unhideWhenUsed/>
    <w:qFormat/>
    <w:pPr>
      <w:keepNext/>
      <w:spacing w:before="240" w:after="160"/>
      <w:outlineLvl w:val="1"/>
    </w:pPr>
    <w:rPr>
      <w:sz w:val="28"/>
      <w:u w:val="single"/>
    </w:rPr>
  </w:style>
  <w:style w:type="paragraph" w:styleId="Titre3">
    <w:name w:val="heading 3"/>
    <w:basedOn w:val="Normal"/>
    <w:next w:val="Normal"/>
    <w:uiPriority w:val="9"/>
    <w:semiHidden/>
    <w:unhideWhenUsed/>
    <w:qFormat/>
    <w:pPr>
      <w:keepNext/>
      <w:spacing w:before="240" w:after="160"/>
      <w:outlineLvl w:val="2"/>
    </w:pPr>
    <w:rPr>
      <w:sz w:val="24"/>
      <w:u w:val="single"/>
    </w:rPr>
  </w:style>
  <w:style w:type="paragraph" w:styleId="Titre4">
    <w:name w:val="heading 4"/>
    <w:basedOn w:val="Normal"/>
    <w:next w:val="Normal"/>
    <w:uiPriority w:val="9"/>
    <w:semiHidden/>
    <w:unhideWhenUsed/>
    <w:qFormat/>
    <w:pPr>
      <w:keepNext/>
      <w:spacing w:before="240" w:after="60"/>
      <w:ind w:left="567"/>
      <w:outlineLvl w:val="3"/>
    </w:pPr>
    <w:rPr>
      <w:i/>
      <w:sz w:val="24"/>
    </w:rPr>
  </w:style>
  <w:style w:type="paragraph" w:styleId="Titre5">
    <w:name w:val="heading 5"/>
    <w:basedOn w:val="Normal"/>
    <w:next w:val="Normal"/>
    <w:uiPriority w:val="9"/>
    <w:semiHidden/>
    <w:unhideWhenUsed/>
    <w:qFormat/>
    <w:pPr>
      <w:spacing w:before="240" w:after="60"/>
      <w:ind w:left="1134"/>
      <w:outlineLvl w:val="4"/>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uiPriority w:val="39"/>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11"/>
      </w:numPr>
    </w:pPr>
  </w:style>
  <w:style w:type="paragraph" w:customStyle="1" w:styleId="RdaliaRetraitniveau2">
    <w:name w:val="Rédalia : Retrait niveau 2"/>
    <w:basedOn w:val="RedaliaNormal"/>
    <w:pPr>
      <w:numPr>
        <w:numId w:val="12"/>
      </w:numPr>
    </w:pPr>
  </w:style>
  <w:style w:type="paragraph" w:customStyle="1" w:styleId="RdaliaTableau">
    <w:name w:val="Rédalia : Tableau"/>
    <w:basedOn w:val="RedaliaNormal"/>
    <w:pPr>
      <w:numPr>
        <w:numId w:val="10"/>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ascii="Wingdings" w:eastAsia="Wingdings" w:hAnsi="Wingding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13"/>
      </w:numPr>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4"/>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Standard"/>
    <w:pPr>
      <w:suppressLineNumbers/>
      <w:tabs>
        <w:tab w:val="center" w:pos="4986"/>
        <w:tab w:val="right" w:pos="9972"/>
      </w:tabs>
    </w:pPr>
  </w:style>
  <w:style w:type="paragraph" w:styleId="Pieddepage">
    <w:name w:val="footer"/>
    <w:basedOn w:val="Standard"/>
    <w:pPr>
      <w:suppressLineNumbers/>
      <w:tabs>
        <w:tab w:val="center" w:pos="4986"/>
        <w:tab w:val="right" w:pos="99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ascii="Webdings" w:eastAsia="Webdings" w:hAnsi="Webding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6"/>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5"/>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widowControl/>
      <w:spacing w:before="0" w:after="0" w:line="256" w:lineRule="auto"/>
    </w:pPr>
    <w:rPr>
      <w:rFonts w:ascii="Calibri Light" w:eastAsia="Calibri Light" w:hAnsi="Calibri Light" w:cs="Calibri Light"/>
      <w:b w:val="0"/>
      <w:color w:val="2E74B5"/>
      <w:kern w:val="0"/>
      <w:szCs w:val="32"/>
    </w:rPr>
  </w:style>
  <w:style w:type="paragraph" w:styleId="Titre">
    <w:name w:val="Title"/>
    <w:basedOn w:val="Normal"/>
    <w:next w:val="Normal"/>
    <w:uiPriority w:val="10"/>
    <w:qFormat/>
    <w:rPr>
      <w:spacing w:val="-10"/>
      <w:kern w:val="3"/>
      <w:sz w:val="56"/>
      <w:szCs w:val="56"/>
    </w:rPr>
  </w:style>
  <w:style w:type="paragraph" w:styleId="Sous-titre">
    <w:name w:val="Subtitle"/>
    <w:basedOn w:val="Normal"/>
    <w:next w:val="Normal"/>
    <w:uiPriority w:val="11"/>
    <w:qFormat/>
    <w:rPr>
      <w:color w:val="5A5A5A"/>
      <w:spacing w:val="15"/>
    </w:rPr>
  </w:style>
  <w:style w:type="paragraph" w:styleId="Citation">
    <w:name w:val="Quote"/>
    <w:basedOn w:val="Normal"/>
    <w:next w:val="Normal"/>
    <w:pPr>
      <w:spacing w:before="200"/>
      <w:ind w:left="864" w:right="864"/>
      <w:jc w:val="center"/>
    </w:pPr>
    <w:rPr>
      <w:i/>
      <w:iCs/>
      <w:color w:val="404040"/>
    </w:rPr>
  </w:style>
  <w:style w:type="paragraph" w:styleId="Citationintense">
    <w:name w:val="Intense Quote"/>
    <w:basedOn w:val="Normal"/>
    <w:next w:val="Normal"/>
    <w:pPr>
      <w:pBdr>
        <w:top w:val="single" w:sz="4" w:space="10" w:color="4472C4"/>
        <w:bottom w:val="single" w:sz="4" w:space="10" w:color="4472C4"/>
      </w:pBdr>
      <w:spacing w:before="360" w:after="360"/>
      <w:ind w:left="864" w:right="864"/>
      <w:jc w:val="center"/>
    </w:pPr>
    <w:rPr>
      <w:i/>
      <w:iCs/>
      <w:color w:val="4472C4"/>
    </w:rPr>
  </w:style>
  <w:style w:type="paragraph" w:styleId="Paragraphedeliste">
    <w:name w:val="List Paragraph"/>
    <w:basedOn w:val="Normal"/>
    <w:uiPriority w:val="34"/>
    <w:qFormat/>
    <w:pPr>
      <w:ind w:left="720"/>
    </w:pPr>
  </w:style>
  <w:style w:type="paragraph" w:customStyle="1" w:styleId="TableContents">
    <w:name w:val="Table Contents"/>
    <w:basedOn w:val="Standard"/>
    <w:pPr>
      <w:suppressLineNumbers/>
    </w:pPr>
  </w:style>
  <w:style w:type="paragraph" w:customStyle="1" w:styleId="Textbody">
    <w:name w:val="Text body"/>
    <w:basedOn w:val="Standard"/>
    <w:pPr>
      <w:spacing w:after="140" w:line="288" w:lineRule="auto"/>
    </w:p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basedOn w:val="Policepardfaut"/>
    <w:uiPriority w:val="99"/>
    <w:rPr>
      <w:rFonts w:ascii="Arial" w:eastAsia="Arial" w:hAnsi="Arial" w:cs="Times New Roman"/>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color w:val="000000"/>
      <w:kern w:val="3"/>
      <w:lang w:eastAsia="en-US"/>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szCs w:val="20"/>
    </w:rPr>
  </w:style>
  <w:style w:type="character" w:customStyle="1" w:styleId="EmailStyle791">
    <w:name w:val="EmailStyle791"/>
    <w:rPr>
      <w:rFonts w:ascii="Arial" w:eastAsia="Arial" w:hAnsi="Arial" w:cs="Arial"/>
      <w:color w:val="auto"/>
      <w:sz w:val="16"/>
      <w:szCs w:val="16"/>
    </w:rPr>
  </w:style>
  <w:style w:type="character" w:customStyle="1" w:styleId="EmailStyle110">
    <w:name w:val="EmailStyle110"/>
    <w:rPr>
      <w:rFonts w:ascii="Century Gothic" w:eastAsia="Century Gothic" w:hAnsi="Century Gothic" w:cs="Century Gothic"/>
      <w:color w:val="auto"/>
      <w:sz w:val="20"/>
      <w:szCs w:val="20"/>
    </w:rPr>
  </w:style>
  <w:style w:type="character" w:customStyle="1" w:styleId="EmailStyle111">
    <w:name w:val="EmailStyle111"/>
    <w:rPr>
      <w:rFonts w:ascii="Arial" w:eastAsia="Arial" w:hAnsi="Arial" w:cs="Arial"/>
      <w:color w:val="auto"/>
      <w:sz w:val="16"/>
      <w:szCs w:val="16"/>
    </w:rPr>
  </w:style>
  <w:style w:type="character" w:customStyle="1" w:styleId="EmailStyle1271">
    <w:name w:val="EmailStyle1271"/>
    <w:rPr>
      <w:rFonts w:ascii="Century Gothic" w:eastAsia="Century Gothic" w:hAnsi="Century Gothic" w:cs="Century Gothic"/>
      <w:color w:val="auto"/>
      <w:sz w:val="20"/>
      <w:szCs w:val="20"/>
    </w:rPr>
  </w:style>
  <w:style w:type="character" w:customStyle="1" w:styleId="EmailStyle1281">
    <w:name w:val="EmailStyle1281"/>
    <w:rPr>
      <w:rFonts w:ascii="Arial" w:eastAsia="Arial" w:hAnsi="Arial" w:cs="Arial"/>
      <w:color w:val="auto"/>
      <w:sz w:val="16"/>
      <w:szCs w:val="16"/>
    </w:rPr>
  </w:style>
  <w:style w:type="character" w:customStyle="1" w:styleId="EmailStyle129">
    <w:name w:val="EmailStyle129"/>
    <w:rPr>
      <w:rFonts w:ascii="Century Gothic" w:eastAsia="Century Gothic" w:hAnsi="Century Gothic" w:cs="Century Gothic"/>
      <w:color w:val="auto"/>
      <w:sz w:val="20"/>
      <w:szCs w:val="20"/>
    </w:rPr>
  </w:style>
  <w:style w:type="character" w:customStyle="1" w:styleId="EmailStyle130">
    <w:name w:val="EmailStyle130"/>
    <w:rPr>
      <w:rFonts w:ascii="Arial" w:eastAsia="Arial" w:hAnsi="Arial" w:cs="Arial"/>
      <w:color w:val="auto"/>
      <w:sz w:val="16"/>
      <w:szCs w:val="16"/>
    </w:rPr>
  </w:style>
  <w:style w:type="character" w:customStyle="1" w:styleId="EmailStyle1311">
    <w:name w:val="EmailStyle1311"/>
    <w:rPr>
      <w:rFonts w:ascii="Century Gothic" w:eastAsia="Century Gothic" w:hAnsi="Century Gothic" w:cs="Century Gothic"/>
      <w:color w:val="auto"/>
      <w:sz w:val="20"/>
      <w:szCs w:val="20"/>
    </w:rPr>
  </w:style>
  <w:style w:type="character" w:customStyle="1" w:styleId="EmailStyle1321">
    <w:name w:val="EmailStyle1321"/>
    <w:rPr>
      <w:rFonts w:ascii="Arial" w:eastAsia="Arial" w:hAnsi="Arial" w:cs="Arial"/>
      <w:color w:val="auto"/>
      <w:sz w:val="16"/>
      <w:szCs w:val="16"/>
    </w:rPr>
  </w:style>
  <w:style w:type="character" w:customStyle="1" w:styleId="EmailStyle133">
    <w:name w:val="EmailStyle133"/>
    <w:rPr>
      <w:rFonts w:ascii="Century Gothic" w:eastAsia="Century Gothic" w:hAnsi="Century Gothic" w:cs="Century Gothic"/>
      <w:color w:val="auto"/>
      <w:sz w:val="20"/>
      <w:szCs w:val="20"/>
    </w:rPr>
  </w:style>
  <w:style w:type="character" w:customStyle="1" w:styleId="EmailStyle134">
    <w:name w:val="EmailStyle134"/>
    <w:rPr>
      <w:rFonts w:ascii="Arial" w:eastAsia="Arial" w:hAnsi="Arial" w:cs="Arial"/>
      <w:color w:val="auto"/>
      <w:sz w:val="16"/>
      <w:szCs w:val="16"/>
    </w:rPr>
  </w:style>
  <w:style w:type="character" w:customStyle="1" w:styleId="EmailStyle1351">
    <w:name w:val="EmailStyle1351"/>
    <w:rPr>
      <w:rFonts w:ascii="Century Gothic" w:eastAsia="Century Gothic" w:hAnsi="Century Gothic" w:cs="Century Gothic"/>
      <w:color w:val="auto"/>
      <w:sz w:val="20"/>
      <w:szCs w:val="20"/>
    </w:rPr>
  </w:style>
  <w:style w:type="character" w:customStyle="1" w:styleId="EmailStyle1361">
    <w:name w:val="EmailStyle1361"/>
    <w:rPr>
      <w:rFonts w:ascii="Arial" w:eastAsia="Arial" w:hAnsi="Arial" w:cs="Arial"/>
      <w:color w:val="auto"/>
      <w:sz w:val="16"/>
      <w:szCs w:val="16"/>
    </w:rPr>
  </w:style>
  <w:style w:type="character" w:customStyle="1" w:styleId="EmailStyle137">
    <w:name w:val="EmailStyle137"/>
    <w:rPr>
      <w:rFonts w:ascii="Century Gothic" w:eastAsia="Century Gothic" w:hAnsi="Century Gothic" w:cs="Century Gothic"/>
      <w:color w:val="auto"/>
      <w:sz w:val="20"/>
      <w:szCs w:val="20"/>
    </w:rPr>
  </w:style>
  <w:style w:type="character" w:customStyle="1" w:styleId="EmailStyle138">
    <w:name w:val="EmailStyle138"/>
    <w:rPr>
      <w:rFonts w:ascii="Arial" w:eastAsia="Arial" w:hAnsi="Arial" w:cs="Arial"/>
      <w:color w:val="auto"/>
      <w:sz w:val="16"/>
      <w:szCs w:val="16"/>
    </w:rPr>
  </w:style>
  <w:style w:type="character" w:customStyle="1" w:styleId="EmailStyle1391">
    <w:name w:val="EmailStyle1391"/>
    <w:rPr>
      <w:rFonts w:ascii="Century Gothic" w:eastAsia="Century Gothic" w:hAnsi="Century Gothic" w:cs="Century Gothic"/>
      <w:color w:val="auto"/>
      <w:sz w:val="20"/>
      <w:szCs w:val="20"/>
    </w:rPr>
  </w:style>
  <w:style w:type="character" w:customStyle="1" w:styleId="EmailStyle1401">
    <w:name w:val="EmailStyle1401"/>
    <w:rPr>
      <w:rFonts w:ascii="Arial" w:eastAsia="Arial" w:hAnsi="Arial" w:cs="Arial"/>
      <w:color w:val="auto"/>
      <w:sz w:val="16"/>
      <w:szCs w:val="16"/>
    </w:rPr>
  </w:style>
  <w:style w:type="character" w:customStyle="1" w:styleId="EmailStyle141">
    <w:name w:val="EmailStyle141"/>
    <w:rPr>
      <w:rFonts w:ascii="Century Gothic" w:eastAsia="Century Gothic" w:hAnsi="Century Gothic" w:cs="Century Gothic"/>
      <w:color w:val="auto"/>
      <w:sz w:val="20"/>
      <w:szCs w:val="20"/>
    </w:rPr>
  </w:style>
  <w:style w:type="character" w:customStyle="1" w:styleId="EmailStyle142">
    <w:name w:val="EmailStyle142"/>
    <w:rPr>
      <w:rFonts w:ascii="Arial" w:eastAsia="Arial" w:hAnsi="Arial" w:cs="Arial"/>
      <w:color w:val="auto"/>
      <w:sz w:val="16"/>
      <w:szCs w:val="16"/>
    </w:rPr>
  </w:style>
  <w:style w:type="character" w:customStyle="1" w:styleId="EmailStyle1431">
    <w:name w:val="EmailStyle1431"/>
    <w:rPr>
      <w:rFonts w:ascii="Century Gothic" w:eastAsia="Century Gothic" w:hAnsi="Century Gothic" w:cs="Century Gothic"/>
      <w:color w:val="auto"/>
      <w:sz w:val="20"/>
      <w:szCs w:val="20"/>
    </w:rPr>
  </w:style>
  <w:style w:type="character" w:customStyle="1" w:styleId="EmailStyle1441">
    <w:name w:val="EmailStyle1441"/>
    <w:rPr>
      <w:rFonts w:ascii="Arial" w:eastAsia="Arial" w:hAnsi="Arial" w:cs="Arial"/>
      <w:color w:val="auto"/>
      <w:sz w:val="16"/>
      <w:szCs w:val="16"/>
    </w:rPr>
  </w:style>
  <w:style w:type="character" w:customStyle="1" w:styleId="EmailStyle145">
    <w:name w:val="EmailStyle145"/>
    <w:rPr>
      <w:rFonts w:ascii="Century Gothic" w:eastAsia="Century Gothic" w:hAnsi="Century Gothic" w:cs="Century Gothic"/>
      <w:color w:val="auto"/>
      <w:sz w:val="20"/>
      <w:szCs w:val="20"/>
    </w:rPr>
  </w:style>
  <w:style w:type="character" w:customStyle="1" w:styleId="EmailStyle146">
    <w:name w:val="EmailStyle146"/>
    <w:rPr>
      <w:rFonts w:ascii="Arial" w:eastAsia="Arial" w:hAnsi="Arial" w:cs="Arial"/>
      <w:color w:val="auto"/>
      <w:sz w:val="16"/>
      <w:szCs w:val="16"/>
    </w:rPr>
  </w:style>
  <w:style w:type="character" w:customStyle="1" w:styleId="EmailStyle1471">
    <w:name w:val="EmailStyle1471"/>
    <w:rPr>
      <w:rFonts w:ascii="Century Gothic" w:eastAsia="Century Gothic" w:hAnsi="Century Gothic" w:cs="Century Gothic"/>
      <w:color w:val="auto"/>
      <w:sz w:val="20"/>
      <w:szCs w:val="20"/>
    </w:rPr>
  </w:style>
  <w:style w:type="character" w:customStyle="1" w:styleId="EmailStyle1481">
    <w:name w:val="EmailStyle1481"/>
    <w:rPr>
      <w:rFonts w:ascii="Arial" w:eastAsia="Arial" w:hAnsi="Arial" w:cs="Arial"/>
      <w:color w:val="auto"/>
      <w:sz w:val="16"/>
      <w:szCs w:val="16"/>
    </w:rPr>
  </w:style>
  <w:style w:type="character" w:customStyle="1" w:styleId="EmailStyle149">
    <w:name w:val="EmailStyle149"/>
    <w:rPr>
      <w:rFonts w:ascii="Century Gothic" w:eastAsia="Century Gothic" w:hAnsi="Century Gothic" w:cs="Century Gothic"/>
      <w:color w:val="auto"/>
      <w:sz w:val="20"/>
      <w:szCs w:val="20"/>
    </w:rPr>
  </w:style>
  <w:style w:type="character" w:customStyle="1" w:styleId="EmailStyle150">
    <w:name w:val="EmailStyle150"/>
    <w:rPr>
      <w:rFonts w:ascii="Arial" w:eastAsia="Arial" w:hAnsi="Arial" w:cs="Arial"/>
      <w:color w:val="auto"/>
      <w:sz w:val="16"/>
      <w:szCs w:val="16"/>
    </w:rPr>
  </w:style>
  <w:style w:type="character" w:customStyle="1" w:styleId="EmailStyle1511">
    <w:name w:val="EmailStyle1511"/>
    <w:rPr>
      <w:rFonts w:ascii="Century Gothic" w:eastAsia="Century Gothic" w:hAnsi="Century Gothic" w:cs="Century Gothic"/>
      <w:color w:val="auto"/>
      <w:sz w:val="20"/>
      <w:szCs w:val="20"/>
    </w:rPr>
  </w:style>
  <w:style w:type="character" w:customStyle="1" w:styleId="EmailStyle1521">
    <w:name w:val="EmailStyle1521"/>
    <w:rPr>
      <w:rFonts w:ascii="Arial" w:eastAsia="Arial" w:hAnsi="Arial" w:cs="Arial"/>
      <w:color w:val="auto"/>
      <w:sz w:val="16"/>
      <w:szCs w:val="16"/>
    </w:rPr>
  </w:style>
  <w:style w:type="character" w:customStyle="1" w:styleId="EmailStyle153">
    <w:name w:val="EmailStyle153"/>
    <w:rPr>
      <w:rFonts w:ascii="Century Gothic" w:eastAsia="Century Gothic" w:hAnsi="Century Gothic" w:cs="Century Gothic"/>
      <w:color w:val="auto"/>
      <w:sz w:val="20"/>
      <w:szCs w:val="20"/>
    </w:rPr>
  </w:style>
  <w:style w:type="character" w:customStyle="1" w:styleId="EmailStyle154">
    <w:name w:val="EmailStyle154"/>
    <w:rPr>
      <w:rFonts w:ascii="Arial" w:eastAsia="Arial" w:hAnsi="Arial" w:cs="Arial"/>
      <w:color w:val="auto"/>
      <w:sz w:val="16"/>
      <w:szCs w:val="16"/>
    </w:rPr>
  </w:style>
  <w:style w:type="character" w:customStyle="1" w:styleId="EmailStyle1551">
    <w:name w:val="EmailStyle1551"/>
    <w:rPr>
      <w:rFonts w:ascii="Century Gothic" w:eastAsia="Century Gothic" w:hAnsi="Century Gothic" w:cs="Century Gothic"/>
      <w:color w:val="auto"/>
      <w:sz w:val="20"/>
      <w:szCs w:val="20"/>
    </w:rPr>
  </w:style>
  <w:style w:type="character" w:customStyle="1" w:styleId="EmailStyle1561">
    <w:name w:val="EmailStyle1561"/>
    <w:rPr>
      <w:rFonts w:ascii="Arial" w:eastAsia="Arial" w:hAnsi="Arial" w:cs="Arial"/>
      <w:color w:val="auto"/>
      <w:sz w:val="16"/>
      <w:szCs w:val="16"/>
    </w:rPr>
  </w:style>
  <w:style w:type="character" w:customStyle="1" w:styleId="EmailStyle157">
    <w:name w:val="EmailStyle157"/>
    <w:rPr>
      <w:rFonts w:ascii="Century Gothic" w:eastAsia="Century Gothic" w:hAnsi="Century Gothic" w:cs="Century Gothic"/>
      <w:color w:val="auto"/>
      <w:sz w:val="20"/>
      <w:szCs w:val="20"/>
    </w:rPr>
  </w:style>
  <w:style w:type="character" w:customStyle="1" w:styleId="EmailStyle158">
    <w:name w:val="EmailStyle158"/>
    <w:rPr>
      <w:rFonts w:ascii="Arial" w:eastAsia="Arial" w:hAnsi="Arial" w:cs="Arial"/>
      <w:color w:val="auto"/>
      <w:sz w:val="16"/>
      <w:szCs w:val="16"/>
    </w:rPr>
  </w:style>
  <w:style w:type="character" w:customStyle="1" w:styleId="EmailStyle1591">
    <w:name w:val="EmailStyle1591"/>
    <w:rPr>
      <w:rFonts w:ascii="Century Gothic" w:eastAsia="Century Gothic" w:hAnsi="Century Gothic" w:cs="Century Gothic"/>
      <w:color w:val="auto"/>
      <w:sz w:val="20"/>
      <w:szCs w:val="20"/>
    </w:rPr>
  </w:style>
  <w:style w:type="character" w:customStyle="1" w:styleId="EmailStyle1601">
    <w:name w:val="EmailStyle1601"/>
    <w:rPr>
      <w:rFonts w:ascii="Arial" w:eastAsia="Arial" w:hAnsi="Arial" w:cs="Arial"/>
      <w:color w:val="auto"/>
      <w:sz w:val="16"/>
      <w:szCs w:val="16"/>
    </w:rPr>
  </w:style>
  <w:style w:type="character" w:customStyle="1" w:styleId="EmailStyle161">
    <w:name w:val="EmailStyle161"/>
    <w:rPr>
      <w:rFonts w:ascii="Century Gothic" w:eastAsia="Century Gothic" w:hAnsi="Century Gothic" w:cs="Century Gothic"/>
      <w:color w:val="auto"/>
      <w:sz w:val="20"/>
      <w:szCs w:val="20"/>
    </w:rPr>
  </w:style>
  <w:style w:type="character" w:customStyle="1" w:styleId="EmailStyle162">
    <w:name w:val="EmailStyle162"/>
    <w:rPr>
      <w:rFonts w:ascii="Arial" w:eastAsia="Arial" w:hAnsi="Arial" w:cs="Arial"/>
      <w:color w:val="auto"/>
      <w:sz w:val="16"/>
      <w:szCs w:val="16"/>
    </w:rPr>
  </w:style>
  <w:style w:type="character" w:customStyle="1" w:styleId="EmailStyle1631">
    <w:name w:val="EmailStyle1631"/>
    <w:rPr>
      <w:rFonts w:ascii="Century Gothic" w:eastAsia="Century Gothic" w:hAnsi="Century Gothic" w:cs="Century Gothic"/>
      <w:color w:val="auto"/>
      <w:sz w:val="20"/>
      <w:szCs w:val="20"/>
    </w:rPr>
  </w:style>
  <w:style w:type="character" w:customStyle="1" w:styleId="EmailStyle1641">
    <w:name w:val="EmailStyle1641"/>
    <w:rPr>
      <w:rFonts w:ascii="Arial" w:eastAsia="Arial" w:hAnsi="Arial" w:cs="Arial"/>
      <w:color w:val="auto"/>
      <w:sz w:val="16"/>
      <w:szCs w:val="16"/>
    </w:rPr>
  </w:style>
  <w:style w:type="character" w:customStyle="1" w:styleId="EmailStyle165">
    <w:name w:val="EmailStyle165"/>
    <w:rPr>
      <w:rFonts w:ascii="Century Gothic" w:eastAsia="Century Gothic" w:hAnsi="Century Gothic" w:cs="Century Gothic"/>
      <w:color w:val="auto"/>
      <w:sz w:val="20"/>
      <w:szCs w:val="20"/>
    </w:rPr>
  </w:style>
  <w:style w:type="character" w:customStyle="1" w:styleId="EmailStyle166">
    <w:name w:val="EmailStyle166"/>
    <w:rPr>
      <w:rFonts w:ascii="Arial" w:eastAsia="Arial" w:hAnsi="Arial" w:cs="Arial"/>
      <w:color w:val="auto"/>
      <w:sz w:val="16"/>
      <w:szCs w:val="16"/>
    </w:rPr>
  </w:style>
  <w:style w:type="character" w:styleId="Lienhypertextesuivivisit">
    <w:name w:val="FollowedHyperlink"/>
    <w:basedOn w:val="Policepardfaut"/>
    <w:rPr>
      <w:rFonts w:cs="Times New Roman"/>
      <w:color w:val="954F72"/>
      <w:u w:val="single"/>
    </w:rPr>
  </w:style>
  <w:style w:type="character" w:customStyle="1" w:styleId="TitreCar">
    <w:name w:val="Titre Car"/>
    <w:basedOn w:val="Policepardfaut"/>
    <w:rPr>
      <w:rFonts w:ascii="Arial" w:eastAsia="Arial" w:hAnsi="Arial" w:cs="Times New Roman"/>
      <w:spacing w:val="-10"/>
      <w:kern w:val="3"/>
      <w:sz w:val="56"/>
      <w:lang w:eastAsia="en-US"/>
    </w:rPr>
  </w:style>
  <w:style w:type="character" w:customStyle="1" w:styleId="Sous-titreCar">
    <w:name w:val="Sous-titre Car"/>
    <w:basedOn w:val="Policepardfaut"/>
    <w:rPr>
      <w:rFonts w:ascii="Arial" w:eastAsia="Arial" w:hAnsi="Arial" w:cs="Times New Roman"/>
      <w:color w:val="5A5A5A"/>
      <w:spacing w:val="15"/>
      <w:kern w:val="3"/>
      <w:sz w:val="22"/>
      <w:lang w:eastAsia="en-US"/>
    </w:rPr>
  </w:style>
  <w:style w:type="character" w:styleId="Accentuationlgre">
    <w:name w:val="Subtle Emphasis"/>
    <w:basedOn w:val="Policepardfaut"/>
    <w:rPr>
      <w:rFonts w:ascii="Arial" w:eastAsia="Arial" w:hAnsi="Arial" w:cs="Times New Roman"/>
      <w:i/>
      <w:color w:val="404040"/>
    </w:rPr>
  </w:style>
  <w:style w:type="character" w:styleId="Accentuation">
    <w:name w:val="Emphasis"/>
    <w:basedOn w:val="Policepardfaut"/>
    <w:rPr>
      <w:rFonts w:ascii="Arial" w:eastAsia="Arial" w:hAnsi="Arial" w:cs="Times New Roman"/>
      <w:i/>
    </w:rPr>
  </w:style>
  <w:style w:type="character" w:styleId="Accentuationintense">
    <w:name w:val="Intense Emphasis"/>
    <w:basedOn w:val="Policepardfaut"/>
    <w:rPr>
      <w:rFonts w:ascii="Arial" w:eastAsia="Arial" w:hAnsi="Arial" w:cs="Times New Roman"/>
      <w:i/>
      <w:color w:val="4472C4"/>
    </w:rPr>
  </w:style>
  <w:style w:type="character" w:styleId="lev">
    <w:name w:val="Strong"/>
    <w:basedOn w:val="Policepardfaut"/>
    <w:rPr>
      <w:rFonts w:ascii="Arial" w:eastAsia="Arial" w:hAnsi="Arial" w:cs="Times New Roman"/>
      <w:b/>
    </w:rPr>
  </w:style>
  <w:style w:type="character" w:customStyle="1" w:styleId="CitationCar">
    <w:name w:val="Citation Car"/>
    <w:basedOn w:val="Policepardfaut"/>
    <w:rPr>
      <w:rFonts w:ascii="Arial" w:eastAsia="Arial" w:hAnsi="Arial" w:cs="Times New Roman"/>
      <w:i/>
      <w:color w:val="404040"/>
      <w:kern w:val="3"/>
      <w:sz w:val="22"/>
      <w:lang w:eastAsia="en-US"/>
    </w:rPr>
  </w:style>
  <w:style w:type="character" w:customStyle="1" w:styleId="CitationintenseCar">
    <w:name w:val="Citation intense Car"/>
    <w:basedOn w:val="Policepardfaut"/>
    <w:rPr>
      <w:rFonts w:ascii="Arial" w:eastAsia="Arial" w:hAnsi="Arial" w:cs="Times New Roman"/>
      <w:i/>
      <w:color w:val="4472C4"/>
      <w:kern w:val="3"/>
      <w:sz w:val="22"/>
      <w:lang w:eastAsia="en-US"/>
    </w:rPr>
  </w:style>
  <w:style w:type="character" w:styleId="Rfrencelgre">
    <w:name w:val="Subtle Reference"/>
    <w:basedOn w:val="Policepardfaut"/>
    <w:rPr>
      <w:rFonts w:ascii="Arial" w:eastAsia="Arial" w:hAnsi="Arial" w:cs="Times New Roman"/>
      <w:smallCaps/>
      <w:color w:val="5A5A5A"/>
    </w:rPr>
  </w:style>
  <w:style w:type="character" w:styleId="Rfrenceintense">
    <w:name w:val="Intense Reference"/>
    <w:basedOn w:val="Policepardfaut"/>
    <w:rPr>
      <w:rFonts w:ascii="Arial" w:eastAsia="Arial" w:hAnsi="Arial" w:cs="Times New Roman"/>
      <w:b/>
      <w:smallCaps/>
      <w:color w:val="4472C4"/>
      <w:spacing w:val="5"/>
    </w:rPr>
  </w:style>
  <w:style w:type="character" w:styleId="Titredulivre">
    <w:name w:val="Book Title"/>
    <w:basedOn w:val="Policepardfaut"/>
    <w:rPr>
      <w:rFonts w:ascii="Arial" w:eastAsia="Arial" w:hAnsi="Arial" w:cs="Times New Roman"/>
      <w:b/>
      <w:i/>
      <w:spacing w:val="5"/>
    </w:rPr>
  </w:style>
  <w:style w:type="character" w:customStyle="1" w:styleId="Titre6Car1">
    <w:name w:val="Titre 6 Car1"/>
    <w:rPr>
      <w:b/>
      <w:bCs/>
      <w:kern w:val="3"/>
      <w:lang w:eastAsia="en-US"/>
    </w:rPr>
  </w:style>
  <w:style w:type="character" w:customStyle="1" w:styleId="En-tteCar1">
    <w:name w:val="En-tête Car1"/>
    <w:rPr>
      <w:kern w:val="3"/>
      <w:lang w:eastAsia="en-US"/>
    </w:rPr>
  </w:style>
  <w:style w:type="character" w:customStyle="1" w:styleId="PieddepageCar1">
    <w:name w:val="Pied de page Car1"/>
    <w:rPr>
      <w:kern w:val="3"/>
      <w:lang w:eastAsia="en-US"/>
    </w:rPr>
  </w:style>
  <w:style w:type="character" w:customStyle="1" w:styleId="Internetlink">
    <w:name w:val="Internet link"/>
    <w:rPr>
      <w:color w:val="000080"/>
      <w:u w:val="single"/>
    </w:rPr>
  </w:style>
  <w:style w:type="numbering" w:customStyle="1" w:styleId="LFO26">
    <w:name w:val="LFO26"/>
    <w:basedOn w:val="Aucuneliste"/>
    <w:pPr>
      <w:numPr>
        <w:numId w:val="2"/>
      </w:numPr>
    </w:pPr>
  </w:style>
  <w:style w:type="numbering" w:customStyle="1" w:styleId="LFO22">
    <w:name w:val="LFO22"/>
    <w:basedOn w:val="Aucuneliste"/>
    <w:pPr>
      <w:numPr>
        <w:numId w:val="3"/>
      </w:numPr>
    </w:pPr>
  </w:style>
  <w:style w:type="numbering" w:customStyle="1" w:styleId="LFO23">
    <w:name w:val="LFO23"/>
    <w:basedOn w:val="Aucuneliste"/>
    <w:pPr>
      <w:numPr>
        <w:numId w:val="4"/>
      </w:numPr>
    </w:pPr>
  </w:style>
  <w:style w:type="numbering" w:customStyle="1" w:styleId="LFO24">
    <w:name w:val="LFO24"/>
    <w:basedOn w:val="Aucuneliste"/>
    <w:pPr>
      <w:numPr>
        <w:numId w:val="5"/>
      </w:numPr>
    </w:pPr>
  </w:style>
  <w:style w:type="numbering" w:customStyle="1" w:styleId="LFO33">
    <w:name w:val="LFO33"/>
    <w:basedOn w:val="Aucuneliste"/>
    <w:pPr>
      <w:numPr>
        <w:numId w:val="6"/>
      </w:numPr>
    </w:pPr>
  </w:style>
  <w:style w:type="numbering" w:customStyle="1" w:styleId="LFO35">
    <w:name w:val="LFO35"/>
    <w:basedOn w:val="Aucuneliste"/>
    <w:pPr>
      <w:numPr>
        <w:numId w:val="7"/>
      </w:numPr>
    </w:pPr>
  </w:style>
  <w:style w:type="numbering" w:customStyle="1" w:styleId="WWOutlineListStyle">
    <w:name w:val="WW_OutlineListStyle"/>
    <w:basedOn w:val="Aucuneliste"/>
    <w:pPr>
      <w:numPr>
        <w:numId w:val="8"/>
      </w:numPr>
    </w:pPr>
  </w:style>
  <w:style w:type="numbering" w:customStyle="1" w:styleId="LFO25">
    <w:name w:val="LFO25"/>
    <w:basedOn w:val="Aucuneliste"/>
    <w:pPr>
      <w:numPr>
        <w:numId w:val="9"/>
      </w:numPr>
    </w:pPr>
  </w:style>
  <w:style w:type="numbering" w:customStyle="1" w:styleId="LFO1">
    <w:name w:val="LFO1"/>
    <w:basedOn w:val="Aucuneliste"/>
    <w:pPr>
      <w:numPr>
        <w:numId w:val="10"/>
      </w:numPr>
    </w:pPr>
  </w:style>
  <w:style w:type="numbering" w:customStyle="1" w:styleId="LFO5">
    <w:name w:val="LFO5"/>
    <w:basedOn w:val="Aucuneliste"/>
    <w:pPr>
      <w:numPr>
        <w:numId w:val="11"/>
      </w:numPr>
    </w:pPr>
  </w:style>
  <w:style w:type="numbering" w:customStyle="1" w:styleId="LFO6">
    <w:name w:val="LFO6"/>
    <w:basedOn w:val="Aucuneliste"/>
    <w:pPr>
      <w:numPr>
        <w:numId w:val="12"/>
      </w:numPr>
    </w:pPr>
  </w:style>
  <w:style w:type="numbering" w:customStyle="1" w:styleId="LFO21">
    <w:name w:val="LFO21"/>
    <w:basedOn w:val="Aucuneliste"/>
    <w:pPr>
      <w:numPr>
        <w:numId w:val="13"/>
      </w:numPr>
    </w:pPr>
  </w:style>
  <w:style w:type="numbering" w:customStyle="1" w:styleId="LFO221">
    <w:name w:val="LFO22_1"/>
    <w:basedOn w:val="Aucuneliste"/>
    <w:pPr>
      <w:numPr>
        <w:numId w:val="14"/>
      </w:numPr>
    </w:pPr>
  </w:style>
  <w:style w:type="numbering" w:customStyle="1" w:styleId="LFO231">
    <w:name w:val="LFO23_1"/>
    <w:basedOn w:val="Aucuneliste"/>
    <w:pPr>
      <w:numPr>
        <w:numId w:val="15"/>
      </w:numPr>
    </w:pPr>
  </w:style>
  <w:style w:type="numbering" w:customStyle="1" w:styleId="LFO241">
    <w:name w:val="LFO24_1"/>
    <w:basedOn w:val="Aucuneliste"/>
    <w:pPr>
      <w:numPr>
        <w:numId w:val="16"/>
      </w:numPr>
    </w:pPr>
  </w:style>
  <w:style w:type="paragraph" w:styleId="Rvision">
    <w:name w:val="Revision"/>
    <w:hidden/>
    <w:uiPriority w:val="99"/>
    <w:semiHidden/>
    <w:rsid w:val="003E6571"/>
    <w:pPr>
      <w:autoSpaceDN/>
      <w:textAlignment w:val="auto"/>
    </w:pPr>
    <w:rPr>
      <w:rFonts w:ascii="Arial" w:eastAsia="Arial" w:hAnsi="Arial" w:cs="Arial"/>
      <w:sz w:val="22"/>
    </w:rPr>
  </w:style>
  <w:style w:type="character" w:styleId="Marquedecommentaire">
    <w:name w:val="annotation reference"/>
    <w:basedOn w:val="Policepardfaut"/>
    <w:uiPriority w:val="99"/>
    <w:semiHidden/>
    <w:unhideWhenUsed/>
    <w:rsid w:val="003E6571"/>
    <w:rPr>
      <w:sz w:val="16"/>
      <w:szCs w:val="16"/>
    </w:rPr>
  </w:style>
  <w:style w:type="paragraph" w:styleId="Commentaire">
    <w:name w:val="annotation text"/>
    <w:basedOn w:val="Normal"/>
    <w:link w:val="CommentaireCar"/>
    <w:uiPriority w:val="99"/>
    <w:unhideWhenUsed/>
    <w:rsid w:val="003E6571"/>
    <w:rPr>
      <w:sz w:val="20"/>
    </w:rPr>
  </w:style>
  <w:style w:type="character" w:customStyle="1" w:styleId="CommentaireCar">
    <w:name w:val="Commentaire Car"/>
    <w:basedOn w:val="Policepardfaut"/>
    <w:link w:val="Commentaire"/>
    <w:uiPriority w:val="99"/>
    <w:rsid w:val="003E6571"/>
    <w:rPr>
      <w:rFonts w:ascii="Arial" w:eastAsia="Arial" w:hAnsi="Arial" w:cs="Arial"/>
    </w:rPr>
  </w:style>
  <w:style w:type="paragraph" w:styleId="Objetducommentaire">
    <w:name w:val="annotation subject"/>
    <w:basedOn w:val="Commentaire"/>
    <w:next w:val="Commentaire"/>
    <w:link w:val="ObjetducommentaireCar"/>
    <w:uiPriority w:val="99"/>
    <w:semiHidden/>
    <w:unhideWhenUsed/>
    <w:rsid w:val="003E6571"/>
    <w:rPr>
      <w:b/>
      <w:bCs/>
    </w:rPr>
  </w:style>
  <w:style w:type="character" w:customStyle="1" w:styleId="ObjetducommentaireCar">
    <w:name w:val="Objet du commentaire Car"/>
    <w:basedOn w:val="CommentaireCar"/>
    <w:link w:val="Objetducommentaire"/>
    <w:uiPriority w:val="99"/>
    <w:semiHidden/>
    <w:rsid w:val="003E6571"/>
    <w:rPr>
      <w:rFonts w:ascii="Arial" w:eastAsia="Arial"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AY\prev10827131290323168403.odt\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lia.dot</Template>
  <TotalTime>219</TotalTime>
  <Pages>20</Pages>
  <Words>4941</Words>
  <Characters>27179</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L'agence de l'eau</Company>
  <LinksUpToDate>false</LinksUpToDate>
  <CharactersWithSpaces>32056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MARCO Sylvie</cp:lastModifiedBy>
  <cp:revision>12</cp:revision>
  <dcterms:created xsi:type="dcterms:W3CDTF">2025-08-06T14:22:00Z</dcterms:created>
  <dcterms:modified xsi:type="dcterms:W3CDTF">2025-09-12T14:39:00Z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C:\Users\jlo\AppData\Local\Temp</vt:lpwstr>
  </property>
  <property fmtid="{D5CDD505-2E9C-101B-9397-08002B2CF9AE}" pid="4" name="DernierElement">
    <vt:lpwstr/>
  </property>
  <property fmtid="{D5CDD505-2E9C-101B-9397-08002B2CF9AE}" pid="5" name="ElementContenant">
    <vt:lpwstr>AE_COM</vt:lpwstr>
  </property>
  <property fmtid="{D5CDD505-2E9C-101B-9397-08002B2CF9AE}" pid="6" name="ElementPrecedent">
    <vt:lpwstr>DomainePIetSRVetTRX</vt:lpwstr>
  </property>
  <property fmtid="{D5CDD505-2E9C-101B-9397-08002B2CF9AE}" pid="7" name="IdentifiantEdition">
    <vt:lpwstr>AE_COM</vt:lpwstr>
  </property>
  <property fmtid="{D5CDD505-2E9C-101B-9397-08002B2CF9AE}" pid="8" name="NomSegment">
    <vt:lpwstr>AE_COM_Heures_Insertion_sociale</vt:lpwstr>
  </property>
  <property fmtid="{D5CDD505-2E9C-101B-9397-08002B2CF9AE}" pid="9" name="NouveauElement">
    <vt:lpwstr>AE_COM_Heures_Insertion_sociale</vt:lpwstr>
  </property>
  <property fmtid="{D5CDD505-2E9C-101B-9397-08002B2CF9AE}" pid="10" name="ResultatCommande">
    <vt:lpwstr>Ok</vt:lpwstr>
  </property>
</Properties>
</file>